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3B9" w:rsidRPr="008E4B3F" w:rsidRDefault="00263D86" w:rsidP="00805088">
      <w:pPr>
        <w:pStyle w:val="Heading2"/>
        <w:tabs>
          <w:tab w:val="left" w:pos="2880"/>
        </w:tabs>
        <w:rPr>
          <w:i w:val="0"/>
          <w:sz w:val="24"/>
          <w:lang w:val="en-GB"/>
        </w:rPr>
      </w:pPr>
      <w:bookmarkStart w:id="0" w:name="_GoBack"/>
      <w:bookmarkEnd w:id="0"/>
      <w:r w:rsidRPr="008E4B3F">
        <w:rPr>
          <w:i w:val="0"/>
          <w:sz w:val="24"/>
          <w:lang w:val="en-GB"/>
        </w:rPr>
        <w:t xml:space="preserve"> </w:t>
      </w:r>
      <w:r w:rsidR="007A33B9" w:rsidRPr="008E4B3F">
        <w:rPr>
          <w:i w:val="0"/>
          <w:sz w:val="24"/>
          <w:lang w:val="en-GB"/>
        </w:rPr>
        <w:t xml:space="preserve">Investigation Case Reference Number: </w:t>
      </w:r>
      <w:smartTag w:uri="urn:schemas-microsoft-com:office:smarttags" w:element="stockticker">
        <w:r w:rsidR="007A33B9" w:rsidRPr="008E4B3F">
          <w:rPr>
            <w:i w:val="0"/>
            <w:sz w:val="24"/>
            <w:lang w:val="en-GB"/>
          </w:rPr>
          <w:t>INV</w:t>
        </w:r>
      </w:smartTag>
      <w:r w:rsidR="007A33B9" w:rsidRPr="008E4B3F">
        <w:rPr>
          <w:i w:val="0"/>
          <w:sz w:val="24"/>
          <w:lang w:val="en-GB"/>
        </w:rPr>
        <w:t>/</w:t>
      </w:r>
      <w:r w:rsidR="00706863" w:rsidRPr="008E4B3F">
        <w:rPr>
          <w:i w:val="0"/>
          <w:sz w:val="24"/>
          <w:lang w:val="en-GB"/>
        </w:rPr>
        <w:t>xx/xx</w:t>
      </w:r>
    </w:p>
    <w:p w:rsidR="009134D5" w:rsidRPr="008E4B3F" w:rsidRDefault="009134D5" w:rsidP="009134D5">
      <w:pPr>
        <w:rPr>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9134D5" w:rsidRPr="008E4B3F" w:rsidTr="009134D5">
        <w:trPr>
          <w:gridAfter w:val="1"/>
          <w:wAfter w:w="6378" w:type="dxa"/>
          <w:cantSplit/>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9134D5" w:rsidRPr="008E4B3F" w:rsidRDefault="009134D5">
            <w:pPr>
              <w:pStyle w:val="Heading2"/>
              <w:rPr>
                <w:i w:val="0"/>
                <w:sz w:val="24"/>
                <w:szCs w:val="24"/>
                <w:lang w:val="en-GB"/>
              </w:rPr>
            </w:pPr>
            <w:r w:rsidRPr="008E4B3F">
              <w:rPr>
                <w:i w:val="0"/>
                <w:sz w:val="24"/>
                <w:szCs w:val="24"/>
                <w:lang w:val="en-GB"/>
              </w:rPr>
              <w:t>Interviewee</w:t>
            </w:r>
          </w:p>
        </w:tc>
      </w:tr>
      <w:tr w:rsidR="009134D5" w:rsidRPr="008E4B3F" w:rsidTr="009134D5">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Name</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pPr>
              <w:pStyle w:val="Footer"/>
              <w:tabs>
                <w:tab w:val="left" w:pos="720"/>
              </w:tabs>
              <w:rPr>
                <w:rFonts w:ascii="Times New Roman" w:hAnsi="Times New Roman" w:cs="Times New Roman"/>
                <w:sz w:val="24"/>
                <w:szCs w:val="24"/>
              </w:rPr>
            </w:pPr>
          </w:p>
        </w:tc>
      </w:tr>
      <w:tr w:rsidR="009134D5" w:rsidRPr="008E4B3F" w:rsidTr="009134D5">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Title</w:t>
            </w:r>
            <w:r w:rsidR="00D21B9A" w:rsidRPr="008E4B3F">
              <w:rPr>
                <w:b/>
              </w:rPr>
              <w:t xml:space="preserve"> </w:t>
            </w:r>
            <w:r w:rsidRPr="008E4B3F">
              <w:rPr>
                <w:b/>
              </w:rPr>
              <w:t>/</w:t>
            </w:r>
            <w:r w:rsidR="00D21B9A" w:rsidRPr="008E4B3F">
              <w:rPr>
                <w:b/>
              </w:rPr>
              <w:t xml:space="preserve"> </w:t>
            </w:r>
            <w:r w:rsidR="00AF2758" w:rsidRPr="008E4B3F">
              <w:rPr>
                <w:b/>
              </w:rPr>
              <w:t>o</w:t>
            </w:r>
            <w:r w:rsidRPr="008E4B3F">
              <w:rPr>
                <w:b/>
              </w:rPr>
              <w:t>ccupation:</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tc>
      </w:tr>
    </w:tbl>
    <w:p w:rsidR="009134D5" w:rsidRPr="008E4B3F" w:rsidRDefault="009134D5" w:rsidP="009134D5"/>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9134D5" w:rsidRPr="008E4B3F" w:rsidTr="009134D5">
        <w:trPr>
          <w:gridAfter w:val="1"/>
          <w:wAfter w:w="6378" w:type="dxa"/>
          <w:trHeight w:val="79"/>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9134D5" w:rsidRPr="008E4B3F" w:rsidRDefault="009134D5">
            <w:pPr>
              <w:rPr>
                <w:b/>
              </w:rPr>
            </w:pPr>
            <w:r w:rsidRPr="008E4B3F">
              <w:rPr>
                <w:b/>
              </w:rPr>
              <w:t>Interviewer / Investigator</w:t>
            </w:r>
          </w:p>
        </w:tc>
      </w:tr>
      <w:tr w:rsidR="009134D5" w:rsidRPr="008E4B3F" w:rsidTr="009134D5">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Name</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tc>
      </w:tr>
      <w:tr w:rsidR="009134D5" w:rsidRPr="008E4B3F" w:rsidTr="009134D5">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Title</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tc>
      </w:tr>
    </w:tbl>
    <w:p w:rsidR="009134D5" w:rsidRPr="008E4B3F" w:rsidRDefault="009134D5" w:rsidP="009134D5">
      <w:pPr>
        <w:rPr>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9134D5" w:rsidRPr="008E4B3F" w:rsidTr="009134D5">
        <w:trPr>
          <w:gridAfter w:val="1"/>
          <w:wAfter w:w="6378" w:type="dxa"/>
          <w:cantSplit/>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9134D5" w:rsidRPr="008E4B3F" w:rsidRDefault="009134D5">
            <w:pPr>
              <w:pStyle w:val="Heading2"/>
              <w:rPr>
                <w:i w:val="0"/>
                <w:sz w:val="24"/>
                <w:szCs w:val="24"/>
                <w:lang w:val="en-GB"/>
              </w:rPr>
            </w:pPr>
            <w:r w:rsidRPr="008E4B3F">
              <w:rPr>
                <w:i w:val="0"/>
                <w:sz w:val="24"/>
                <w:szCs w:val="24"/>
                <w:lang w:val="en-GB"/>
              </w:rPr>
              <w:t>Witness / Investigator</w:t>
            </w:r>
          </w:p>
        </w:tc>
      </w:tr>
      <w:tr w:rsidR="009134D5" w:rsidRPr="008E4B3F" w:rsidTr="009134D5">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Name</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pPr>
              <w:pStyle w:val="Footer"/>
              <w:tabs>
                <w:tab w:val="left" w:pos="720"/>
              </w:tabs>
              <w:rPr>
                <w:rFonts w:ascii="Times New Roman" w:hAnsi="Times New Roman" w:cs="Times New Roman"/>
                <w:sz w:val="24"/>
                <w:szCs w:val="24"/>
              </w:rPr>
            </w:pPr>
          </w:p>
        </w:tc>
      </w:tr>
      <w:tr w:rsidR="009134D5" w:rsidRPr="008E4B3F" w:rsidTr="009134D5">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Title</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tc>
      </w:tr>
    </w:tbl>
    <w:p w:rsidR="009134D5" w:rsidRPr="008E4B3F" w:rsidRDefault="009134D5" w:rsidP="009134D5">
      <w:pPr>
        <w:rPr>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9134D5" w:rsidRPr="008E4B3F" w:rsidTr="009134D5">
        <w:trPr>
          <w:gridAfter w:val="1"/>
          <w:wAfter w:w="6378" w:type="dxa"/>
          <w:cantSplit/>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9134D5" w:rsidRPr="008E4B3F" w:rsidRDefault="009134D5">
            <w:pPr>
              <w:pStyle w:val="Heading2"/>
              <w:rPr>
                <w:i w:val="0"/>
                <w:sz w:val="24"/>
                <w:szCs w:val="24"/>
                <w:lang w:val="en-GB"/>
              </w:rPr>
            </w:pPr>
            <w:r w:rsidRPr="008E4B3F">
              <w:rPr>
                <w:i w:val="0"/>
                <w:sz w:val="24"/>
                <w:szCs w:val="24"/>
                <w:lang w:val="en-GB"/>
              </w:rPr>
              <w:t>Interpreter</w:t>
            </w:r>
          </w:p>
        </w:tc>
      </w:tr>
      <w:tr w:rsidR="009134D5" w:rsidRPr="008E4B3F" w:rsidTr="009134D5">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Name</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pPr>
              <w:pStyle w:val="Footer"/>
              <w:tabs>
                <w:tab w:val="left" w:pos="720"/>
              </w:tabs>
              <w:rPr>
                <w:rFonts w:ascii="Times New Roman" w:hAnsi="Times New Roman" w:cs="Times New Roman"/>
                <w:sz w:val="24"/>
                <w:szCs w:val="24"/>
              </w:rPr>
            </w:pPr>
          </w:p>
        </w:tc>
      </w:tr>
      <w:tr w:rsidR="009134D5" w:rsidRPr="008E4B3F" w:rsidTr="009134D5">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Title</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tc>
      </w:tr>
    </w:tbl>
    <w:p w:rsidR="009134D5" w:rsidRPr="008E4B3F" w:rsidRDefault="009134D5" w:rsidP="009134D5">
      <w:pPr>
        <w:rPr>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9134D5" w:rsidRPr="008E4B3F" w:rsidTr="009134D5">
        <w:trPr>
          <w:gridAfter w:val="1"/>
          <w:wAfter w:w="6378" w:type="dxa"/>
          <w:cantSplit/>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9134D5" w:rsidRPr="008E4B3F" w:rsidRDefault="009134D5">
            <w:pPr>
              <w:pStyle w:val="Heading2"/>
              <w:rPr>
                <w:i w:val="0"/>
                <w:sz w:val="24"/>
                <w:szCs w:val="24"/>
                <w:lang w:val="en-GB"/>
              </w:rPr>
            </w:pPr>
            <w:r w:rsidRPr="008E4B3F">
              <w:rPr>
                <w:i w:val="0"/>
                <w:sz w:val="24"/>
                <w:szCs w:val="24"/>
                <w:lang w:val="en-GB"/>
              </w:rPr>
              <w:t>Accompanying person</w:t>
            </w:r>
          </w:p>
        </w:tc>
      </w:tr>
      <w:tr w:rsidR="009134D5" w:rsidRPr="008E4B3F" w:rsidTr="009134D5">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Name</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pPr>
              <w:pStyle w:val="Footer"/>
              <w:tabs>
                <w:tab w:val="left" w:pos="720"/>
              </w:tabs>
              <w:rPr>
                <w:rFonts w:ascii="Times New Roman" w:hAnsi="Times New Roman" w:cs="Times New Roman"/>
                <w:sz w:val="24"/>
                <w:szCs w:val="24"/>
              </w:rPr>
            </w:pPr>
          </w:p>
        </w:tc>
      </w:tr>
      <w:tr w:rsidR="009134D5" w:rsidRPr="008E4B3F" w:rsidTr="009134D5">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Title</w:t>
            </w:r>
            <w:r w:rsidR="00D21B9A" w:rsidRPr="008E4B3F">
              <w:rPr>
                <w:b/>
              </w:rPr>
              <w:t xml:space="preserve"> </w:t>
            </w:r>
            <w:r w:rsidRPr="008E4B3F">
              <w:rPr>
                <w:b/>
              </w:rPr>
              <w:t>/</w:t>
            </w:r>
            <w:r w:rsidR="00D21B9A" w:rsidRPr="008E4B3F">
              <w:rPr>
                <w:b/>
              </w:rPr>
              <w:t xml:space="preserve"> </w:t>
            </w:r>
            <w:r w:rsidR="00AF2758" w:rsidRPr="008E4B3F">
              <w:rPr>
                <w:b/>
              </w:rPr>
              <w:t>o</w:t>
            </w:r>
            <w:r w:rsidRPr="008E4B3F">
              <w:rPr>
                <w:b/>
              </w:rPr>
              <w:t>ccupation</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tc>
      </w:tr>
    </w:tbl>
    <w:p w:rsidR="009134D5" w:rsidRPr="008E4B3F" w:rsidRDefault="009134D5" w:rsidP="009134D5">
      <w:pPr>
        <w:rPr>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9134D5" w:rsidRPr="008E4B3F" w:rsidTr="009134D5">
        <w:trPr>
          <w:gridAfter w:val="1"/>
          <w:wAfter w:w="6378" w:type="dxa"/>
          <w:cantSplit/>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9134D5" w:rsidRPr="008E4B3F" w:rsidRDefault="009134D5">
            <w:pPr>
              <w:pStyle w:val="Heading2"/>
              <w:rPr>
                <w:i w:val="0"/>
                <w:sz w:val="24"/>
                <w:szCs w:val="24"/>
                <w:lang w:val="en-GB"/>
              </w:rPr>
            </w:pPr>
            <w:r w:rsidRPr="008E4B3F">
              <w:rPr>
                <w:i w:val="0"/>
                <w:sz w:val="24"/>
                <w:szCs w:val="24"/>
                <w:lang w:val="en-GB"/>
              </w:rPr>
              <w:t>Interview details</w:t>
            </w:r>
          </w:p>
        </w:tc>
      </w:tr>
      <w:tr w:rsidR="009134D5" w:rsidRPr="008E4B3F" w:rsidTr="009134D5">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Date</w:t>
            </w:r>
          </w:p>
        </w:tc>
        <w:tc>
          <w:tcPr>
            <w:tcW w:w="6378" w:type="dxa"/>
            <w:tcBorders>
              <w:top w:val="single" w:sz="4" w:space="0" w:color="auto"/>
              <w:left w:val="single" w:sz="4" w:space="0" w:color="auto"/>
              <w:bottom w:val="single" w:sz="4" w:space="0" w:color="auto"/>
              <w:right w:val="single" w:sz="4" w:space="0" w:color="auto"/>
            </w:tcBorders>
            <w:hideMark/>
          </w:tcPr>
          <w:p w:rsidR="009134D5" w:rsidRPr="008E4B3F" w:rsidRDefault="009134D5">
            <w:pPr>
              <w:pStyle w:val="Footer"/>
              <w:tabs>
                <w:tab w:val="left" w:pos="720"/>
              </w:tabs>
              <w:rPr>
                <w:rFonts w:ascii="Times New Roman" w:hAnsi="Times New Roman" w:cs="Times New Roman"/>
                <w:sz w:val="24"/>
                <w:szCs w:val="24"/>
              </w:rPr>
            </w:pPr>
            <w:r w:rsidRPr="008E4B3F">
              <w:rPr>
                <w:rFonts w:ascii="Times New Roman" w:hAnsi="Times New Roman" w:cs="Times New Roman"/>
                <w:sz w:val="24"/>
                <w:szCs w:val="24"/>
              </w:rPr>
              <w:t>Day / Month / Year</w:t>
            </w:r>
          </w:p>
        </w:tc>
      </w:tr>
      <w:tr w:rsidR="009134D5" w:rsidRPr="008E4B3F" w:rsidTr="009134D5">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Place / location</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tc>
      </w:tr>
      <w:tr w:rsidR="009134D5" w:rsidRPr="008E4B3F" w:rsidTr="009134D5">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Time</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tc>
      </w:tr>
      <w:tr w:rsidR="009134D5" w:rsidRPr="008E4B3F" w:rsidTr="009134D5">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9134D5" w:rsidRPr="008E4B3F" w:rsidRDefault="009134D5">
            <w:pPr>
              <w:rPr>
                <w:b/>
              </w:rPr>
            </w:pPr>
            <w:r w:rsidRPr="008E4B3F">
              <w:rPr>
                <w:b/>
              </w:rPr>
              <w:t>Language</w:t>
            </w:r>
          </w:p>
        </w:tc>
        <w:tc>
          <w:tcPr>
            <w:tcW w:w="6378" w:type="dxa"/>
            <w:tcBorders>
              <w:top w:val="single" w:sz="4" w:space="0" w:color="auto"/>
              <w:left w:val="single" w:sz="4" w:space="0" w:color="auto"/>
              <w:bottom w:val="single" w:sz="4" w:space="0" w:color="auto"/>
              <w:right w:val="single" w:sz="4" w:space="0" w:color="auto"/>
            </w:tcBorders>
          </w:tcPr>
          <w:p w:rsidR="009134D5" w:rsidRPr="008E4B3F" w:rsidRDefault="009134D5"/>
        </w:tc>
      </w:tr>
    </w:tbl>
    <w:p w:rsidR="009134D5" w:rsidRPr="008E4B3F" w:rsidRDefault="009134D5" w:rsidP="009134D5"/>
    <w:p w:rsidR="00805088" w:rsidRPr="008E4B3F" w:rsidRDefault="00805088"/>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56"/>
      </w:tblGrid>
      <w:tr w:rsidR="00805088" w:rsidRPr="008E4B3F">
        <w:trPr>
          <w:jc w:val="center"/>
        </w:trPr>
        <w:tc>
          <w:tcPr>
            <w:tcW w:w="8856" w:type="dxa"/>
            <w:shd w:val="pct30" w:color="auto" w:fill="FFFFFF"/>
          </w:tcPr>
          <w:p w:rsidR="00805088" w:rsidRPr="008E4B3F" w:rsidRDefault="00B80E6B">
            <w:pPr>
              <w:jc w:val="center"/>
              <w:rPr>
                <w:b/>
                <w:sz w:val="28"/>
              </w:rPr>
            </w:pPr>
            <w:r w:rsidRPr="008E4B3F">
              <w:rPr>
                <w:b/>
                <w:sz w:val="28"/>
              </w:rPr>
              <w:t xml:space="preserve">Record </w:t>
            </w:r>
            <w:r w:rsidR="00805088" w:rsidRPr="008E4B3F">
              <w:rPr>
                <w:b/>
                <w:sz w:val="28"/>
              </w:rPr>
              <w:t>of the Interview</w:t>
            </w:r>
          </w:p>
        </w:tc>
      </w:tr>
    </w:tbl>
    <w:p w:rsidR="00805088" w:rsidRPr="008E4B3F" w:rsidRDefault="00805088">
      <w:pPr>
        <w:pStyle w:val="Heading6"/>
        <w:rPr>
          <w:i w:val="0"/>
        </w:rPr>
      </w:pPr>
    </w:p>
    <w:p w:rsidR="00250AD7" w:rsidRPr="008E4B3F" w:rsidRDefault="00805088" w:rsidP="00805088">
      <w:pPr>
        <w:pStyle w:val="Heading6"/>
        <w:rPr>
          <w:i w:val="0"/>
          <w:sz w:val="22"/>
          <w:szCs w:val="22"/>
        </w:rPr>
      </w:pPr>
      <w:r w:rsidRPr="008E4B3F">
        <w:rPr>
          <w:i w:val="0"/>
          <w:sz w:val="22"/>
          <w:szCs w:val="22"/>
        </w:rPr>
        <w:t xml:space="preserve">Detailed record </w:t>
      </w:r>
      <w:r w:rsidR="00B87126" w:rsidRPr="008E4B3F">
        <w:rPr>
          <w:i w:val="0"/>
          <w:sz w:val="22"/>
          <w:szCs w:val="22"/>
        </w:rPr>
        <w:t xml:space="preserve">(non-verbatim) </w:t>
      </w:r>
      <w:r w:rsidRPr="008E4B3F">
        <w:rPr>
          <w:i w:val="0"/>
          <w:sz w:val="22"/>
          <w:szCs w:val="22"/>
        </w:rPr>
        <w:t>of questions asked and interviewee’s response</w:t>
      </w:r>
      <w:r w:rsidR="00B87126" w:rsidRPr="008E4B3F">
        <w:rPr>
          <w:i w:val="0"/>
          <w:sz w:val="22"/>
          <w:szCs w:val="22"/>
        </w:rPr>
        <w:t>s</w:t>
      </w:r>
    </w:p>
    <w:p w:rsidR="00925987" w:rsidRPr="008E4B3F" w:rsidRDefault="00925987" w:rsidP="00925987">
      <w:pPr>
        <w:pStyle w:val="Heading6"/>
        <w:rPr>
          <w:i w:val="0"/>
          <w:sz w:val="22"/>
          <w:szCs w:val="22"/>
        </w:rPr>
      </w:pPr>
    </w:p>
    <w:p w:rsidR="00925987" w:rsidRPr="008E4B3F" w:rsidRDefault="00250AD7" w:rsidP="00925987">
      <w:pPr>
        <w:pStyle w:val="Heading6"/>
        <w:rPr>
          <w:i w:val="0"/>
          <w:sz w:val="22"/>
          <w:szCs w:val="22"/>
        </w:rPr>
      </w:pPr>
      <w:r w:rsidRPr="008E4B3F">
        <w:rPr>
          <w:i w:val="0"/>
          <w:sz w:val="22"/>
          <w:szCs w:val="22"/>
        </w:rPr>
        <w:t xml:space="preserve">Audio recording reference (if applicable): </w:t>
      </w:r>
      <w:r w:rsidR="00805088" w:rsidRPr="008E4B3F">
        <w:rPr>
          <w:i w:val="0"/>
          <w:sz w:val="22"/>
          <w:szCs w:val="22"/>
        </w:rPr>
        <w:t xml:space="preserve"> </w:t>
      </w:r>
    </w:p>
    <w:p w:rsidR="00925987" w:rsidRPr="008E4B3F" w:rsidRDefault="00925987" w:rsidP="00925987">
      <w:r w:rsidRPr="008E4B3F">
        <w:t xml:space="preserve">Interview starts at:  XX:XX </w:t>
      </w:r>
      <w:proofErr w:type="spellStart"/>
      <w:r w:rsidRPr="008E4B3F">
        <w:t>hrs</w:t>
      </w:r>
      <w:proofErr w:type="spellEnd"/>
    </w:p>
    <w:p w:rsidR="00805088" w:rsidRPr="008E4B3F" w:rsidRDefault="00805088">
      <w:pPr>
        <w:pBdr>
          <w:bottom w:val="single" w:sz="12" w:space="0" w:color="auto"/>
        </w:pBdr>
        <w:jc w:val="both"/>
        <w:rPr>
          <w:sz w:val="22"/>
          <w:szCs w:val="22"/>
        </w:rPr>
      </w:pPr>
    </w:p>
    <w:p w:rsidR="00925987" w:rsidRPr="008E4B3F" w:rsidRDefault="00925987" w:rsidP="007F5DBC">
      <w:pPr>
        <w:jc w:val="both"/>
        <w:rPr>
          <w:bCs/>
          <w:iCs/>
          <w:sz w:val="22"/>
          <w:szCs w:val="22"/>
        </w:rPr>
      </w:pPr>
    </w:p>
    <w:p w:rsidR="00925987" w:rsidRPr="008E4B3F" w:rsidRDefault="00925987" w:rsidP="007F5DBC">
      <w:pPr>
        <w:jc w:val="both"/>
        <w:rPr>
          <w:b/>
          <w:bCs/>
          <w:iCs/>
          <w:sz w:val="22"/>
          <w:szCs w:val="22"/>
        </w:rPr>
      </w:pPr>
      <w:r w:rsidRPr="008E4B3F">
        <w:rPr>
          <w:b/>
          <w:bCs/>
          <w:iCs/>
          <w:sz w:val="22"/>
          <w:szCs w:val="22"/>
        </w:rPr>
        <w:t>Introduction</w:t>
      </w:r>
    </w:p>
    <w:p w:rsidR="00925987" w:rsidRPr="008E4B3F" w:rsidRDefault="00925987" w:rsidP="007F5DBC">
      <w:pPr>
        <w:jc w:val="both"/>
        <w:rPr>
          <w:bCs/>
          <w:iCs/>
          <w:sz w:val="22"/>
          <w:szCs w:val="22"/>
        </w:rPr>
      </w:pPr>
    </w:p>
    <w:p w:rsidR="00925987" w:rsidRPr="008E4B3F" w:rsidRDefault="00925987" w:rsidP="00925987">
      <w:pPr>
        <w:ind w:left="709" w:hanging="709"/>
        <w:jc w:val="both"/>
        <w:rPr>
          <w:bCs/>
          <w:iCs/>
          <w:sz w:val="22"/>
          <w:szCs w:val="22"/>
        </w:rPr>
      </w:pPr>
      <w:r w:rsidRPr="008E4B3F">
        <w:rPr>
          <w:bCs/>
          <w:iCs/>
          <w:sz w:val="22"/>
          <w:szCs w:val="22"/>
        </w:rPr>
        <w:tab/>
      </w:r>
      <w:r w:rsidR="00D10069" w:rsidRPr="008E4B3F">
        <w:rPr>
          <w:bCs/>
          <w:iCs/>
          <w:sz w:val="22"/>
          <w:szCs w:val="22"/>
        </w:rPr>
        <w:t xml:space="preserve">I am going to be recording this discussion and will seek your consent in one moment.  </w:t>
      </w:r>
      <w:r w:rsidR="007F5DBC" w:rsidRPr="008E4B3F">
        <w:rPr>
          <w:bCs/>
          <w:iCs/>
          <w:sz w:val="22"/>
          <w:szCs w:val="22"/>
        </w:rPr>
        <w:t xml:space="preserve">I would like to thank you for attending this interview today.  </w:t>
      </w:r>
      <w:r w:rsidRPr="008E4B3F">
        <w:rPr>
          <w:bCs/>
          <w:iCs/>
          <w:sz w:val="22"/>
          <w:szCs w:val="22"/>
        </w:rPr>
        <w:t xml:space="preserve">The time is (time / date).  This is a Subject / Witness interview in case INV/XX/XX.  </w:t>
      </w:r>
    </w:p>
    <w:p w:rsidR="00925987" w:rsidRPr="008E4B3F" w:rsidRDefault="00925987" w:rsidP="00925987">
      <w:pPr>
        <w:ind w:left="709" w:hanging="709"/>
        <w:jc w:val="both"/>
        <w:rPr>
          <w:bCs/>
          <w:iCs/>
          <w:sz w:val="22"/>
          <w:szCs w:val="22"/>
        </w:rPr>
      </w:pPr>
    </w:p>
    <w:p w:rsidR="007F5DBC" w:rsidRPr="008E4B3F" w:rsidRDefault="00925987" w:rsidP="00925987">
      <w:pPr>
        <w:ind w:left="709" w:hanging="709"/>
        <w:jc w:val="both"/>
        <w:rPr>
          <w:bCs/>
          <w:iCs/>
          <w:sz w:val="22"/>
          <w:szCs w:val="22"/>
        </w:rPr>
      </w:pPr>
      <w:r w:rsidRPr="008E4B3F">
        <w:rPr>
          <w:bCs/>
          <w:iCs/>
          <w:sz w:val="22"/>
          <w:szCs w:val="22"/>
        </w:rPr>
        <w:tab/>
      </w:r>
      <w:r w:rsidR="007F5DBC" w:rsidRPr="008E4B3F">
        <w:rPr>
          <w:bCs/>
          <w:iCs/>
          <w:sz w:val="22"/>
          <w:szCs w:val="22"/>
        </w:rPr>
        <w:t>I have a few things I must explain before we begin.</w:t>
      </w:r>
    </w:p>
    <w:p w:rsidR="00805088" w:rsidRPr="008E4B3F" w:rsidRDefault="00805088" w:rsidP="00925987">
      <w:pPr>
        <w:ind w:left="709" w:hanging="709"/>
        <w:rPr>
          <w:b/>
          <w:sz w:val="22"/>
          <w:szCs w:val="22"/>
        </w:rPr>
      </w:pPr>
    </w:p>
    <w:p w:rsidR="00784E57" w:rsidRPr="008E4B3F" w:rsidRDefault="00925987" w:rsidP="00784E57">
      <w:pPr>
        <w:ind w:left="709"/>
        <w:jc w:val="both"/>
        <w:rPr>
          <w:bCs/>
          <w:iCs/>
          <w:sz w:val="22"/>
          <w:szCs w:val="22"/>
        </w:rPr>
      </w:pPr>
      <w:r w:rsidRPr="008E4B3F">
        <w:rPr>
          <w:bCs/>
          <w:iCs/>
          <w:sz w:val="22"/>
          <w:szCs w:val="22"/>
        </w:rPr>
        <w:tab/>
      </w:r>
      <w:r w:rsidR="00706863" w:rsidRPr="008E4B3F">
        <w:rPr>
          <w:bCs/>
          <w:iCs/>
          <w:sz w:val="22"/>
          <w:szCs w:val="22"/>
        </w:rPr>
        <w:t xml:space="preserve">My name is </w:t>
      </w:r>
      <w:r w:rsidR="00CD3983" w:rsidRPr="008E4B3F">
        <w:rPr>
          <w:bCs/>
          <w:iCs/>
          <w:sz w:val="22"/>
          <w:szCs w:val="22"/>
        </w:rPr>
        <w:t xml:space="preserve">&lt; Name&gt; (Title) </w:t>
      </w:r>
      <w:r w:rsidR="008C2CBF" w:rsidRPr="008E4B3F">
        <w:rPr>
          <w:bCs/>
          <w:iCs/>
          <w:sz w:val="22"/>
          <w:szCs w:val="22"/>
        </w:rPr>
        <w:t xml:space="preserve">at </w:t>
      </w:r>
      <w:r w:rsidR="00805088" w:rsidRPr="008E4B3F">
        <w:rPr>
          <w:bCs/>
          <w:iCs/>
          <w:sz w:val="22"/>
          <w:szCs w:val="22"/>
        </w:rPr>
        <w:t>the I</w:t>
      </w:r>
      <w:r w:rsidR="008C2CBF" w:rsidRPr="008E4B3F">
        <w:rPr>
          <w:bCs/>
          <w:iCs/>
          <w:sz w:val="22"/>
          <w:szCs w:val="22"/>
        </w:rPr>
        <w:t>nspector General’s Office (IGO).</w:t>
      </w:r>
      <w:r w:rsidR="00706863" w:rsidRPr="008E4B3F">
        <w:rPr>
          <w:bCs/>
          <w:iCs/>
          <w:sz w:val="22"/>
          <w:szCs w:val="22"/>
        </w:rPr>
        <w:t xml:space="preserve"> </w:t>
      </w:r>
      <w:r w:rsidR="00460F20" w:rsidRPr="008E4B3F">
        <w:rPr>
          <w:bCs/>
          <w:iCs/>
          <w:sz w:val="22"/>
          <w:szCs w:val="22"/>
        </w:rPr>
        <w:t xml:space="preserve">I will conduct this interview together with my </w:t>
      </w:r>
      <w:r w:rsidR="00706863" w:rsidRPr="008E4B3F">
        <w:rPr>
          <w:bCs/>
          <w:iCs/>
          <w:sz w:val="22"/>
          <w:szCs w:val="22"/>
        </w:rPr>
        <w:t xml:space="preserve">colleague, </w:t>
      </w:r>
      <w:r w:rsidR="00CD3983" w:rsidRPr="008E4B3F">
        <w:rPr>
          <w:bCs/>
          <w:iCs/>
          <w:sz w:val="22"/>
          <w:szCs w:val="22"/>
        </w:rPr>
        <w:t>&lt; Name&gt; (Title</w:t>
      </w:r>
      <w:r w:rsidR="00784E57" w:rsidRPr="008E4B3F">
        <w:rPr>
          <w:bCs/>
          <w:iCs/>
          <w:sz w:val="22"/>
          <w:szCs w:val="22"/>
        </w:rPr>
        <w:t>), who is assisting this investigation as an IGO witness and to help ensure that we correctly record your answers.</w:t>
      </w:r>
    </w:p>
    <w:p w:rsidR="007F5DBC" w:rsidRPr="008E4B3F" w:rsidRDefault="007F5DBC" w:rsidP="00784E57">
      <w:pPr>
        <w:jc w:val="both"/>
        <w:rPr>
          <w:bCs/>
          <w:iCs/>
          <w:sz w:val="22"/>
          <w:szCs w:val="22"/>
        </w:rPr>
      </w:pPr>
    </w:p>
    <w:p w:rsidR="00A91BA4" w:rsidRPr="008E4B3F" w:rsidRDefault="00925987" w:rsidP="00784E57">
      <w:pPr>
        <w:autoSpaceDE w:val="0"/>
        <w:autoSpaceDN w:val="0"/>
        <w:adjustRightInd w:val="0"/>
        <w:ind w:left="709" w:hanging="709"/>
        <w:jc w:val="both"/>
        <w:rPr>
          <w:bCs/>
          <w:iCs/>
          <w:sz w:val="22"/>
          <w:szCs w:val="22"/>
        </w:rPr>
      </w:pPr>
      <w:r w:rsidRPr="008E4B3F">
        <w:rPr>
          <w:bCs/>
          <w:iCs/>
          <w:sz w:val="22"/>
          <w:szCs w:val="22"/>
        </w:rPr>
        <w:tab/>
      </w:r>
      <w:r w:rsidR="00C05ABF" w:rsidRPr="008E4B3F">
        <w:rPr>
          <w:bCs/>
          <w:iCs/>
          <w:sz w:val="22"/>
          <w:szCs w:val="22"/>
        </w:rPr>
        <w:t>As you are aware, t</w:t>
      </w:r>
      <w:r w:rsidR="00805088" w:rsidRPr="008E4B3F">
        <w:rPr>
          <w:bCs/>
          <w:iCs/>
          <w:sz w:val="22"/>
          <w:szCs w:val="22"/>
        </w:rPr>
        <w:t>he IGO is the authority in UNHCR that investigates complaints of misconduct by UNHCR st</w:t>
      </w:r>
      <w:r w:rsidR="008C2CBF" w:rsidRPr="008E4B3F">
        <w:rPr>
          <w:bCs/>
          <w:iCs/>
          <w:sz w:val="22"/>
          <w:szCs w:val="22"/>
        </w:rPr>
        <w:t xml:space="preserve">aff members. </w:t>
      </w:r>
      <w:r w:rsidR="00A91BA4" w:rsidRPr="008E4B3F">
        <w:rPr>
          <w:bCs/>
          <w:iCs/>
          <w:sz w:val="22"/>
          <w:szCs w:val="22"/>
        </w:rPr>
        <w:t xml:space="preserve"> </w:t>
      </w:r>
    </w:p>
    <w:p w:rsidR="002B71B8" w:rsidRPr="008E4B3F" w:rsidRDefault="002B71B8" w:rsidP="002B71B8">
      <w:pPr>
        <w:jc w:val="both"/>
        <w:rPr>
          <w:b/>
          <w:bCs/>
          <w:sz w:val="22"/>
          <w:szCs w:val="22"/>
        </w:rPr>
      </w:pPr>
    </w:p>
    <w:p w:rsidR="009D413D" w:rsidRPr="008E4B3F" w:rsidRDefault="009D413D" w:rsidP="009D413D">
      <w:pPr>
        <w:jc w:val="both"/>
        <w:rPr>
          <w:b/>
          <w:bCs/>
          <w:sz w:val="22"/>
          <w:szCs w:val="22"/>
        </w:rPr>
      </w:pPr>
      <w:r w:rsidRPr="008E4B3F">
        <w:rPr>
          <w:b/>
          <w:bCs/>
          <w:sz w:val="22"/>
          <w:szCs w:val="22"/>
        </w:rPr>
        <w:t>Audio recording (if applicable: e.g. Subject and important witness)</w:t>
      </w:r>
    </w:p>
    <w:p w:rsidR="009D413D" w:rsidRPr="008E4B3F" w:rsidRDefault="009D413D" w:rsidP="009D413D">
      <w:pPr>
        <w:jc w:val="both"/>
        <w:rPr>
          <w:bCs/>
          <w:sz w:val="22"/>
          <w:szCs w:val="22"/>
        </w:rPr>
      </w:pPr>
    </w:p>
    <w:p w:rsidR="009D413D" w:rsidRPr="008E4B3F" w:rsidRDefault="009D413D" w:rsidP="009D413D">
      <w:pPr>
        <w:autoSpaceDE w:val="0"/>
        <w:autoSpaceDN w:val="0"/>
        <w:adjustRightInd w:val="0"/>
        <w:ind w:left="709" w:hanging="709"/>
        <w:jc w:val="both"/>
        <w:rPr>
          <w:iCs/>
          <w:sz w:val="22"/>
          <w:szCs w:val="22"/>
          <w:lang w:val="en-US"/>
        </w:rPr>
      </w:pPr>
      <w:r w:rsidRPr="008E4B3F">
        <w:rPr>
          <w:iCs/>
          <w:sz w:val="22"/>
          <w:szCs w:val="22"/>
          <w:lang w:val="en-US"/>
        </w:rPr>
        <w:tab/>
        <w:t xml:space="preserve">We are recording this conversation.  We are using a digital audio recorder.  The reason for the audio recording is to ensure integrity of the process.  It is in our respective interests to ensure the conversation that we have today is accurately recorded. We do not plan to prepare a word for word transcript of the entire interview from the digital recording.  However, important elements may be transcribed directly.  Also, the audio recording can serve a useful reference in the event that there is any misunderstanding about what was actually said at interview. The recording will remain on the IGO file. </w:t>
      </w:r>
    </w:p>
    <w:p w:rsidR="009D413D" w:rsidRPr="008E4B3F" w:rsidRDefault="009D413D" w:rsidP="009D413D">
      <w:pPr>
        <w:autoSpaceDE w:val="0"/>
        <w:autoSpaceDN w:val="0"/>
        <w:adjustRightInd w:val="0"/>
        <w:jc w:val="both"/>
        <w:rPr>
          <w:iCs/>
          <w:sz w:val="22"/>
          <w:szCs w:val="22"/>
          <w:lang w:val="en-US"/>
        </w:rPr>
      </w:pPr>
    </w:p>
    <w:p w:rsidR="009D413D" w:rsidRPr="008E4B3F" w:rsidRDefault="009D413D" w:rsidP="009D413D">
      <w:pPr>
        <w:autoSpaceDE w:val="0"/>
        <w:autoSpaceDN w:val="0"/>
        <w:adjustRightInd w:val="0"/>
        <w:jc w:val="both"/>
        <w:rPr>
          <w:iCs/>
          <w:sz w:val="22"/>
          <w:szCs w:val="22"/>
          <w:lang w:val="en-US"/>
        </w:rPr>
      </w:pPr>
      <w:r w:rsidRPr="008E4B3F">
        <w:rPr>
          <w:iCs/>
          <w:sz w:val="22"/>
          <w:szCs w:val="22"/>
          <w:lang w:val="en-US"/>
        </w:rPr>
        <w:tab/>
        <w:t>Are you agreeable for us to audio record this interview?</w:t>
      </w:r>
    </w:p>
    <w:p w:rsidR="009D413D" w:rsidRPr="008E4B3F" w:rsidRDefault="009D413D" w:rsidP="009D413D">
      <w:pPr>
        <w:jc w:val="both"/>
        <w:rPr>
          <w:bCs/>
          <w:iCs/>
          <w:sz w:val="22"/>
          <w:szCs w:val="22"/>
          <w:lang w:val="en-US"/>
        </w:rPr>
      </w:pPr>
    </w:p>
    <w:p w:rsidR="009D413D" w:rsidRPr="008E4B3F" w:rsidRDefault="009D413D" w:rsidP="009D413D">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iCs/>
          <w:sz w:val="22"/>
          <w:szCs w:val="22"/>
        </w:rPr>
      </w:pPr>
      <w:r w:rsidRPr="008E4B3F">
        <w:rPr>
          <w:iCs/>
          <w:sz w:val="22"/>
          <w:szCs w:val="22"/>
        </w:rPr>
        <w:tab/>
      </w:r>
      <w:r w:rsidRPr="008E4B3F">
        <w:rPr>
          <w:iCs/>
          <w:sz w:val="22"/>
          <w:szCs w:val="22"/>
        </w:rPr>
        <w:fldChar w:fldCharType="begin">
          <w:ffData>
            <w:name w:val=""/>
            <w:enabled/>
            <w:calcOnExit w:val="0"/>
            <w:checkBox>
              <w:sizeAuto/>
              <w:default w:val="0"/>
            </w:checkBox>
          </w:ffData>
        </w:fldChar>
      </w:r>
      <w:r w:rsidRPr="008E4B3F">
        <w:rPr>
          <w:iCs/>
          <w:sz w:val="22"/>
          <w:szCs w:val="22"/>
        </w:rPr>
        <w:instrText xml:space="preserve"> FORMCHECKBOX </w:instrText>
      </w:r>
      <w:r w:rsidRPr="008E4B3F">
        <w:rPr>
          <w:iCs/>
          <w:sz w:val="22"/>
          <w:szCs w:val="22"/>
        </w:rPr>
      </w:r>
      <w:r w:rsidRPr="008E4B3F">
        <w:rPr>
          <w:iCs/>
          <w:sz w:val="22"/>
          <w:szCs w:val="22"/>
        </w:rPr>
        <w:fldChar w:fldCharType="end"/>
      </w:r>
      <w:r w:rsidRPr="008E4B3F">
        <w:rPr>
          <w:iCs/>
          <w:sz w:val="22"/>
          <w:szCs w:val="22"/>
        </w:rPr>
        <w:tab/>
        <w:t>Yes (proceed)</w:t>
      </w:r>
    </w:p>
    <w:p w:rsidR="009D413D" w:rsidRPr="008E4B3F" w:rsidRDefault="009D413D" w:rsidP="009D413D">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iCs/>
          <w:sz w:val="22"/>
          <w:szCs w:val="22"/>
        </w:rPr>
      </w:pPr>
      <w:r w:rsidRPr="008E4B3F">
        <w:rPr>
          <w:iCs/>
          <w:sz w:val="22"/>
          <w:szCs w:val="22"/>
        </w:rPr>
        <w:tab/>
      </w:r>
      <w:r w:rsidRPr="008E4B3F">
        <w:rPr>
          <w:iCs/>
          <w:sz w:val="22"/>
          <w:szCs w:val="22"/>
        </w:rPr>
        <w:fldChar w:fldCharType="begin">
          <w:ffData>
            <w:name w:val="Check6"/>
            <w:enabled/>
            <w:calcOnExit w:val="0"/>
            <w:checkBox>
              <w:sizeAuto/>
              <w:default w:val="0"/>
            </w:checkBox>
          </w:ffData>
        </w:fldChar>
      </w:r>
      <w:r w:rsidRPr="008E4B3F">
        <w:rPr>
          <w:iCs/>
          <w:sz w:val="22"/>
          <w:szCs w:val="22"/>
        </w:rPr>
        <w:instrText xml:space="preserve"> FORMCHECKBOX </w:instrText>
      </w:r>
      <w:r w:rsidRPr="008E4B3F">
        <w:rPr>
          <w:iCs/>
          <w:sz w:val="22"/>
          <w:szCs w:val="22"/>
        </w:rPr>
      </w:r>
      <w:r w:rsidRPr="008E4B3F">
        <w:rPr>
          <w:iCs/>
          <w:sz w:val="22"/>
          <w:szCs w:val="22"/>
        </w:rPr>
        <w:fldChar w:fldCharType="end"/>
      </w:r>
      <w:r w:rsidRPr="008E4B3F">
        <w:rPr>
          <w:iCs/>
          <w:sz w:val="22"/>
          <w:szCs w:val="22"/>
        </w:rPr>
        <w:tab/>
        <w:t>No (ascertain why)</w:t>
      </w:r>
    </w:p>
    <w:p w:rsidR="009D413D" w:rsidRPr="008E4B3F" w:rsidRDefault="009D413D" w:rsidP="009D413D">
      <w:pPr>
        <w:autoSpaceDE w:val="0"/>
        <w:autoSpaceDN w:val="0"/>
        <w:adjustRightInd w:val="0"/>
        <w:jc w:val="both"/>
        <w:rPr>
          <w:iCs/>
          <w:sz w:val="22"/>
          <w:szCs w:val="22"/>
          <w:lang w:val="en-US"/>
        </w:rPr>
      </w:pPr>
      <w:r w:rsidRPr="008E4B3F">
        <w:rPr>
          <w:iCs/>
          <w:sz w:val="22"/>
          <w:szCs w:val="22"/>
          <w:lang w:val="en-US"/>
        </w:rPr>
        <w:t xml:space="preserve"> </w:t>
      </w:r>
    </w:p>
    <w:p w:rsidR="002B71B8" w:rsidRPr="008E4B3F" w:rsidRDefault="002B71B8" w:rsidP="002B71B8">
      <w:pPr>
        <w:jc w:val="both"/>
        <w:rPr>
          <w:b/>
          <w:bCs/>
          <w:sz w:val="22"/>
          <w:szCs w:val="22"/>
        </w:rPr>
      </w:pPr>
      <w:r w:rsidRPr="008E4B3F">
        <w:rPr>
          <w:b/>
          <w:bCs/>
          <w:sz w:val="22"/>
          <w:szCs w:val="22"/>
        </w:rPr>
        <w:t>Interpreter (if applicable)</w:t>
      </w:r>
    </w:p>
    <w:p w:rsidR="002B71B8" w:rsidRPr="008E4B3F" w:rsidRDefault="002B71B8" w:rsidP="002B71B8">
      <w:pPr>
        <w:jc w:val="both"/>
        <w:rPr>
          <w:b/>
          <w:bCs/>
          <w:sz w:val="22"/>
          <w:szCs w:val="22"/>
        </w:rPr>
      </w:pPr>
    </w:p>
    <w:p w:rsidR="00A91BA4" w:rsidRPr="008E4B3F" w:rsidRDefault="00925987" w:rsidP="00925987">
      <w:pPr>
        <w:autoSpaceDE w:val="0"/>
        <w:autoSpaceDN w:val="0"/>
        <w:adjustRightInd w:val="0"/>
        <w:ind w:left="709" w:hanging="709"/>
        <w:jc w:val="both"/>
        <w:rPr>
          <w:bCs/>
          <w:iCs/>
          <w:sz w:val="22"/>
          <w:szCs w:val="22"/>
        </w:rPr>
      </w:pPr>
      <w:r w:rsidRPr="008E4B3F">
        <w:rPr>
          <w:bCs/>
          <w:iCs/>
          <w:lang w:val="en-US"/>
        </w:rPr>
        <w:tab/>
      </w:r>
      <w:r w:rsidR="00A91BA4" w:rsidRPr="008E4B3F">
        <w:rPr>
          <w:bCs/>
          <w:iCs/>
          <w:lang w:val="en-US"/>
        </w:rPr>
        <w:t xml:space="preserve">Please let me also introduce </w:t>
      </w:r>
      <w:r w:rsidR="00A91BA4" w:rsidRPr="008E4B3F">
        <w:rPr>
          <w:bCs/>
          <w:iCs/>
          <w:sz w:val="22"/>
          <w:szCs w:val="22"/>
        </w:rPr>
        <w:t xml:space="preserve">&lt; Name&gt; (Title) </w:t>
      </w:r>
      <w:r w:rsidR="00A91BA4" w:rsidRPr="008E4B3F">
        <w:rPr>
          <w:bCs/>
          <w:iCs/>
          <w:lang w:val="en-US"/>
        </w:rPr>
        <w:t>who is our interpreter.</w:t>
      </w:r>
      <w:r w:rsidR="002B71B8" w:rsidRPr="008E4B3F">
        <w:rPr>
          <w:bCs/>
          <w:iCs/>
          <w:sz w:val="22"/>
          <w:szCs w:val="22"/>
        </w:rPr>
        <w:t xml:space="preserve">  </w:t>
      </w:r>
      <w:r w:rsidR="00A91BA4" w:rsidRPr="008E4B3F">
        <w:rPr>
          <w:bCs/>
          <w:iCs/>
          <w:lang w:val="en-US"/>
        </w:rPr>
        <w:t>Do yo</w:t>
      </w:r>
      <w:r w:rsidRPr="008E4B3F">
        <w:rPr>
          <w:bCs/>
          <w:iCs/>
          <w:lang w:val="en-US"/>
        </w:rPr>
        <w:t xml:space="preserve">u understand the interpretation </w:t>
      </w:r>
      <w:r w:rsidR="00A91BA4" w:rsidRPr="008E4B3F">
        <w:rPr>
          <w:bCs/>
          <w:iCs/>
          <w:lang w:val="en-US"/>
        </w:rPr>
        <w:t>so far?</w:t>
      </w:r>
    </w:p>
    <w:p w:rsidR="00A91BA4" w:rsidRPr="008E4B3F" w:rsidRDefault="00A91BA4" w:rsidP="00925987">
      <w:pPr>
        <w:ind w:left="709" w:hanging="709"/>
        <w:jc w:val="both"/>
        <w:rPr>
          <w:bCs/>
          <w:iCs/>
          <w:lang w:val="en-US"/>
        </w:rPr>
      </w:pPr>
    </w:p>
    <w:p w:rsidR="00A91BA4" w:rsidRPr="008E4B3F" w:rsidRDefault="00925987" w:rsidP="00FC2C06">
      <w:pPr>
        <w:ind w:left="709" w:hanging="709"/>
        <w:jc w:val="both"/>
        <w:rPr>
          <w:bCs/>
          <w:iCs/>
          <w:lang w:val="en-US"/>
        </w:rPr>
      </w:pPr>
      <w:bookmarkStart w:id="1" w:name="Check1"/>
      <w:r w:rsidRPr="008E4B3F">
        <w:rPr>
          <w:bCs/>
          <w:iCs/>
          <w:lang w:val="en-US"/>
        </w:rPr>
        <w:tab/>
      </w:r>
      <w:r w:rsidR="002B71B8" w:rsidRPr="008E4B3F">
        <w:rPr>
          <w:bCs/>
          <w:iCs/>
          <w:lang w:val="en-US"/>
        </w:rPr>
        <w:fldChar w:fldCharType="begin">
          <w:ffData>
            <w:name w:val="Check1"/>
            <w:enabled/>
            <w:calcOnExit w:val="0"/>
            <w:checkBox>
              <w:sizeAuto/>
              <w:default w:val="0"/>
            </w:checkBox>
          </w:ffData>
        </w:fldChar>
      </w:r>
      <w:r w:rsidR="002B71B8" w:rsidRPr="008E4B3F">
        <w:rPr>
          <w:bCs/>
          <w:iCs/>
          <w:lang w:val="en-US"/>
        </w:rPr>
        <w:instrText xml:space="preserve"> FORMCHECKBOX </w:instrText>
      </w:r>
      <w:r w:rsidR="002B71B8" w:rsidRPr="008E4B3F">
        <w:rPr>
          <w:bCs/>
          <w:iCs/>
          <w:lang w:val="en-US"/>
        </w:rPr>
      </w:r>
      <w:r w:rsidR="002B71B8" w:rsidRPr="008E4B3F">
        <w:rPr>
          <w:bCs/>
          <w:iCs/>
          <w:lang w:val="en-US"/>
        </w:rPr>
        <w:fldChar w:fldCharType="end"/>
      </w:r>
      <w:bookmarkEnd w:id="1"/>
      <w:r w:rsidR="002B71B8" w:rsidRPr="008E4B3F">
        <w:rPr>
          <w:bCs/>
          <w:iCs/>
          <w:lang w:val="en-US"/>
        </w:rPr>
        <w:tab/>
      </w:r>
      <w:r w:rsidR="00A91BA4" w:rsidRPr="008E4B3F">
        <w:rPr>
          <w:bCs/>
          <w:iCs/>
          <w:lang w:val="en-US"/>
        </w:rPr>
        <w:t>Yes</w:t>
      </w:r>
    </w:p>
    <w:p w:rsidR="00925987" w:rsidRPr="008E4B3F" w:rsidRDefault="00925987" w:rsidP="00FC2C06">
      <w:pPr>
        <w:ind w:left="709" w:hanging="709"/>
        <w:jc w:val="both"/>
        <w:rPr>
          <w:bCs/>
          <w:iCs/>
          <w:sz w:val="22"/>
          <w:szCs w:val="22"/>
        </w:rPr>
      </w:pPr>
      <w:r w:rsidRPr="008E4B3F">
        <w:rPr>
          <w:bCs/>
          <w:iCs/>
          <w:lang w:val="en-US"/>
        </w:rPr>
        <w:tab/>
      </w:r>
      <w:r w:rsidR="00A91BA4" w:rsidRPr="008E4B3F">
        <w:rPr>
          <w:bCs/>
          <w:iCs/>
          <w:lang w:val="en-US"/>
        </w:rPr>
        <w:fldChar w:fldCharType="begin">
          <w:ffData>
            <w:name w:val="Check2"/>
            <w:enabled/>
            <w:calcOnExit w:val="0"/>
            <w:checkBox>
              <w:sizeAuto/>
              <w:default w:val="0"/>
            </w:checkBox>
          </w:ffData>
        </w:fldChar>
      </w:r>
      <w:bookmarkStart w:id="2" w:name="Check2"/>
      <w:r w:rsidR="00A91BA4" w:rsidRPr="008E4B3F">
        <w:rPr>
          <w:bCs/>
          <w:iCs/>
          <w:lang w:val="en-US"/>
        </w:rPr>
        <w:instrText xml:space="preserve"> FORMCHECKBOX </w:instrText>
      </w:r>
      <w:r w:rsidR="00A91BA4" w:rsidRPr="008E4B3F">
        <w:rPr>
          <w:bCs/>
          <w:iCs/>
          <w:lang w:val="en-US"/>
        </w:rPr>
      </w:r>
      <w:r w:rsidR="00A91BA4" w:rsidRPr="008E4B3F">
        <w:rPr>
          <w:bCs/>
          <w:iCs/>
          <w:lang w:val="en-US"/>
        </w:rPr>
        <w:fldChar w:fldCharType="end"/>
      </w:r>
      <w:bookmarkEnd w:id="2"/>
      <w:r w:rsidR="002B71B8" w:rsidRPr="008E4B3F">
        <w:rPr>
          <w:bCs/>
          <w:iCs/>
          <w:lang w:val="en-US"/>
        </w:rPr>
        <w:tab/>
      </w:r>
      <w:r w:rsidR="00A91BA4" w:rsidRPr="008E4B3F">
        <w:rPr>
          <w:bCs/>
          <w:iCs/>
          <w:lang w:val="en-US"/>
        </w:rPr>
        <w:t>No</w:t>
      </w:r>
      <w:r w:rsidRPr="008E4B3F">
        <w:rPr>
          <w:bCs/>
          <w:iCs/>
          <w:lang w:val="en-US"/>
        </w:rPr>
        <w:t xml:space="preserve"> </w:t>
      </w:r>
      <w:r w:rsidRPr="008E4B3F">
        <w:rPr>
          <w:bCs/>
          <w:iCs/>
          <w:sz w:val="22"/>
          <w:szCs w:val="22"/>
        </w:rPr>
        <w:t>(ascertain why / postpone interview if necessary)</w:t>
      </w:r>
    </w:p>
    <w:p w:rsidR="00AE0005" w:rsidRPr="008E4B3F" w:rsidRDefault="00AE0005" w:rsidP="00805088">
      <w:pPr>
        <w:autoSpaceDE w:val="0"/>
        <w:autoSpaceDN w:val="0"/>
        <w:adjustRightInd w:val="0"/>
        <w:jc w:val="both"/>
        <w:rPr>
          <w:bCs/>
          <w:iCs/>
          <w:sz w:val="22"/>
          <w:szCs w:val="22"/>
        </w:rPr>
      </w:pPr>
    </w:p>
    <w:p w:rsidR="002B71B8" w:rsidRPr="008E4B3F" w:rsidRDefault="002B71B8" w:rsidP="00805088">
      <w:pPr>
        <w:autoSpaceDE w:val="0"/>
        <w:autoSpaceDN w:val="0"/>
        <w:adjustRightInd w:val="0"/>
        <w:jc w:val="both"/>
        <w:rPr>
          <w:b/>
          <w:bCs/>
          <w:iCs/>
          <w:sz w:val="22"/>
          <w:szCs w:val="22"/>
        </w:rPr>
      </w:pPr>
      <w:r w:rsidRPr="008E4B3F">
        <w:rPr>
          <w:b/>
          <w:bCs/>
          <w:iCs/>
          <w:sz w:val="22"/>
          <w:szCs w:val="22"/>
        </w:rPr>
        <w:t>Witness or Subject (select</w:t>
      </w:r>
      <w:r w:rsidR="00E85A85" w:rsidRPr="008E4B3F">
        <w:rPr>
          <w:b/>
          <w:bCs/>
          <w:iCs/>
          <w:sz w:val="22"/>
          <w:szCs w:val="22"/>
        </w:rPr>
        <w:t xml:space="preserve"> </w:t>
      </w:r>
      <w:r w:rsidRPr="008E4B3F">
        <w:rPr>
          <w:b/>
          <w:bCs/>
          <w:iCs/>
          <w:sz w:val="22"/>
          <w:szCs w:val="22"/>
        </w:rPr>
        <w:t>applicable</w:t>
      </w:r>
      <w:r w:rsidR="00E85A85" w:rsidRPr="008E4B3F">
        <w:rPr>
          <w:b/>
          <w:bCs/>
          <w:iCs/>
          <w:sz w:val="22"/>
          <w:szCs w:val="22"/>
        </w:rPr>
        <w:t xml:space="preserve"> text</w:t>
      </w:r>
      <w:r w:rsidRPr="008E4B3F">
        <w:rPr>
          <w:b/>
          <w:bCs/>
          <w:iCs/>
          <w:sz w:val="22"/>
          <w:szCs w:val="22"/>
        </w:rPr>
        <w:t>)</w:t>
      </w:r>
    </w:p>
    <w:p w:rsidR="002B71B8" w:rsidRPr="008E4B3F" w:rsidRDefault="002B71B8" w:rsidP="00805088">
      <w:pPr>
        <w:autoSpaceDE w:val="0"/>
        <w:autoSpaceDN w:val="0"/>
        <w:adjustRightInd w:val="0"/>
        <w:jc w:val="both"/>
        <w:rPr>
          <w:bCs/>
          <w:iCs/>
          <w:sz w:val="22"/>
          <w:szCs w:val="22"/>
        </w:rPr>
      </w:pPr>
    </w:p>
    <w:p w:rsidR="002B71B8" w:rsidRPr="008E4B3F" w:rsidRDefault="00925987" w:rsidP="00925987">
      <w:pPr>
        <w:autoSpaceDE w:val="0"/>
        <w:autoSpaceDN w:val="0"/>
        <w:adjustRightInd w:val="0"/>
        <w:ind w:left="709" w:hanging="709"/>
        <w:jc w:val="both"/>
        <w:rPr>
          <w:bCs/>
          <w:iCs/>
          <w:sz w:val="22"/>
          <w:szCs w:val="22"/>
        </w:rPr>
      </w:pPr>
      <w:r w:rsidRPr="008E4B3F">
        <w:rPr>
          <w:bCs/>
          <w:iCs/>
          <w:sz w:val="22"/>
          <w:szCs w:val="22"/>
        </w:rPr>
        <w:tab/>
      </w:r>
      <w:r w:rsidR="002B71B8" w:rsidRPr="008E4B3F">
        <w:rPr>
          <w:bCs/>
          <w:iCs/>
          <w:sz w:val="22"/>
          <w:szCs w:val="22"/>
        </w:rPr>
        <w:t>Witness</w:t>
      </w:r>
    </w:p>
    <w:p w:rsidR="002B71B8" w:rsidRPr="008E4B3F" w:rsidRDefault="002B71B8" w:rsidP="00925987">
      <w:pPr>
        <w:autoSpaceDE w:val="0"/>
        <w:autoSpaceDN w:val="0"/>
        <w:adjustRightInd w:val="0"/>
        <w:ind w:left="709" w:hanging="709"/>
        <w:jc w:val="both"/>
        <w:rPr>
          <w:bCs/>
          <w:iCs/>
          <w:color w:val="FF0000"/>
          <w:sz w:val="22"/>
          <w:szCs w:val="22"/>
        </w:rPr>
      </w:pPr>
    </w:p>
    <w:p w:rsidR="00AE0005" w:rsidRPr="008E4B3F" w:rsidRDefault="00925987" w:rsidP="00925987">
      <w:pPr>
        <w:autoSpaceDE w:val="0"/>
        <w:autoSpaceDN w:val="0"/>
        <w:adjustRightInd w:val="0"/>
        <w:ind w:left="709" w:hanging="709"/>
        <w:jc w:val="both"/>
        <w:rPr>
          <w:iCs/>
          <w:sz w:val="22"/>
          <w:szCs w:val="22"/>
        </w:rPr>
      </w:pPr>
      <w:r w:rsidRPr="008E4B3F">
        <w:rPr>
          <w:bCs/>
          <w:iCs/>
          <w:sz w:val="22"/>
          <w:szCs w:val="22"/>
        </w:rPr>
        <w:tab/>
      </w:r>
      <w:r w:rsidR="00AE0005" w:rsidRPr="008E4B3F">
        <w:rPr>
          <w:bCs/>
          <w:iCs/>
          <w:sz w:val="22"/>
          <w:szCs w:val="22"/>
        </w:rPr>
        <w:t xml:space="preserve">You have been informed (date / place) that you are a potential witness in this investigation. That is, the IGO has reason to believe that </w:t>
      </w:r>
      <w:r w:rsidR="004804DE" w:rsidRPr="008E4B3F">
        <w:rPr>
          <w:bCs/>
          <w:iCs/>
          <w:sz w:val="22"/>
          <w:szCs w:val="22"/>
        </w:rPr>
        <w:t>you might be able to provide us</w:t>
      </w:r>
      <w:r w:rsidR="00AE0005" w:rsidRPr="008E4B3F">
        <w:rPr>
          <w:bCs/>
          <w:iCs/>
          <w:sz w:val="22"/>
          <w:szCs w:val="22"/>
        </w:rPr>
        <w:t xml:space="preserve"> with information that will assist our investigation. You have received the “Witness Notice of Interview”, and </w:t>
      </w:r>
      <w:r w:rsidR="00DE1B3D" w:rsidRPr="008E4B3F">
        <w:rPr>
          <w:bCs/>
          <w:iCs/>
          <w:sz w:val="22"/>
          <w:szCs w:val="22"/>
        </w:rPr>
        <w:t xml:space="preserve">the </w:t>
      </w:r>
      <w:r w:rsidR="00AE0005" w:rsidRPr="008E4B3F">
        <w:rPr>
          <w:bCs/>
          <w:iCs/>
          <w:sz w:val="22"/>
          <w:szCs w:val="22"/>
        </w:rPr>
        <w:t>IOM/09/FOM</w:t>
      </w:r>
      <w:r w:rsidR="00DE1B3D" w:rsidRPr="008E4B3F">
        <w:rPr>
          <w:bCs/>
          <w:iCs/>
          <w:sz w:val="22"/>
          <w:szCs w:val="22"/>
        </w:rPr>
        <w:t>/</w:t>
      </w:r>
      <w:r w:rsidR="00AE0005" w:rsidRPr="008E4B3F">
        <w:rPr>
          <w:bCs/>
          <w:iCs/>
          <w:sz w:val="22"/>
          <w:szCs w:val="22"/>
        </w:rPr>
        <w:t>10 of 2012</w:t>
      </w:r>
      <w:r w:rsidR="00E36C5A" w:rsidRPr="008E4B3F">
        <w:rPr>
          <w:bCs/>
          <w:iCs/>
          <w:sz w:val="22"/>
          <w:szCs w:val="22"/>
        </w:rPr>
        <w:t xml:space="preserve"> on the role of the Inspector General’s Office</w:t>
      </w:r>
      <w:r w:rsidR="00AE0005" w:rsidRPr="008E4B3F">
        <w:rPr>
          <w:bCs/>
          <w:iCs/>
          <w:sz w:val="22"/>
          <w:szCs w:val="22"/>
        </w:rPr>
        <w:t xml:space="preserve">. Do you confirm receipt of that information?  </w:t>
      </w:r>
    </w:p>
    <w:p w:rsidR="00AE0005" w:rsidRPr="008E4B3F" w:rsidRDefault="00AE0005" w:rsidP="00925987">
      <w:pPr>
        <w:autoSpaceDE w:val="0"/>
        <w:autoSpaceDN w:val="0"/>
        <w:adjustRightInd w:val="0"/>
        <w:ind w:left="709" w:hanging="709"/>
        <w:jc w:val="both"/>
        <w:rPr>
          <w:bCs/>
          <w:iCs/>
          <w:sz w:val="22"/>
          <w:szCs w:val="22"/>
        </w:rPr>
      </w:pPr>
    </w:p>
    <w:p w:rsidR="002B71B8" w:rsidRPr="008E4B3F" w:rsidRDefault="00925987" w:rsidP="00925987">
      <w:pPr>
        <w:autoSpaceDE w:val="0"/>
        <w:autoSpaceDN w:val="0"/>
        <w:adjustRightInd w:val="0"/>
        <w:ind w:left="709" w:hanging="709"/>
        <w:jc w:val="both"/>
        <w:rPr>
          <w:bCs/>
          <w:iCs/>
          <w:sz w:val="22"/>
          <w:szCs w:val="22"/>
        </w:rPr>
      </w:pPr>
      <w:r w:rsidRPr="008E4B3F">
        <w:rPr>
          <w:bCs/>
          <w:iCs/>
          <w:sz w:val="22"/>
          <w:szCs w:val="22"/>
        </w:rPr>
        <w:tab/>
      </w:r>
      <w:r w:rsidR="00AE0005" w:rsidRPr="008E4B3F">
        <w:rPr>
          <w:bCs/>
          <w:iCs/>
          <w:sz w:val="22"/>
          <w:szCs w:val="22"/>
        </w:rPr>
        <w:t>S</w:t>
      </w:r>
      <w:r w:rsidR="002B71B8" w:rsidRPr="008E4B3F">
        <w:rPr>
          <w:bCs/>
          <w:iCs/>
          <w:sz w:val="22"/>
          <w:szCs w:val="22"/>
        </w:rPr>
        <w:t>ubject</w:t>
      </w:r>
    </w:p>
    <w:p w:rsidR="002B71B8" w:rsidRPr="008E4B3F" w:rsidRDefault="002B71B8" w:rsidP="00925987">
      <w:pPr>
        <w:autoSpaceDE w:val="0"/>
        <w:autoSpaceDN w:val="0"/>
        <w:adjustRightInd w:val="0"/>
        <w:ind w:left="709" w:hanging="709"/>
        <w:jc w:val="both"/>
        <w:rPr>
          <w:bCs/>
          <w:iCs/>
          <w:color w:val="FF0000"/>
          <w:sz w:val="22"/>
          <w:szCs w:val="22"/>
        </w:rPr>
      </w:pPr>
    </w:p>
    <w:p w:rsidR="00805088" w:rsidRPr="008E4B3F" w:rsidRDefault="00925987" w:rsidP="00925987">
      <w:pPr>
        <w:autoSpaceDE w:val="0"/>
        <w:autoSpaceDN w:val="0"/>
        <w:adjustRightInd w:val="0"/>
        <w:ind w:left="709" w:hanging="709"/>
        <w:jc w:val="both"/>
        <w:rPr>
          <w:iCs/>
          <w:sz w:val="22"/>
          <w:szCs w:val="22"/>
        </w:rPr>
      </w:pPr>
      <w:r w:rsidRPr="008E4B3F">
        <w:rPr>
          <w:bCs/>
          <w:iCs/>
          <w:sz w:val="22"/>
          <w:szCs w:val="22"/>
        </w:rPr>
        <w:tab/>
      </w:r>
      <w:r w:rsidR="008C2CBF" w:rsidRPr="008E4B3F">
        <w:rPr>
          <w:bCs/>
          <w:iCs/>
          <w:sz w:val="22"/>
          <w:szCs w:val="22"/>
        </w:rPr>
        <w:t>Y</w:t>
      </w:r>
      <w:r w:rsidR="00805088" w:rsidRPr="008E4B3F">
        <w:rPr>
          <w:bCs/>
          <w:iCs/>
          <w:sz w:val="22"/>
          <w:szCs w:val="22"/>
        </w:rPr>
        <w:t>o</w:t>
      </w:r>
      <w:r w:rsidR="008C2CBF" w:rsidRPr="008E4B3F">
        <w:rPr>
          <w:bCs/>
          <w:iCs/>
          <w:sz w:val="22"/>
          <w:szCs w:val="22"/>
        </w:rPr>
        <w:t>u have been informe</w:t>
      </w:r>
      <w:r w:rsidR="007F5DBC" w:rsidRPr="008E4B3F">
        <w:rPr>
          <w:bCs/>
          <w:iCs/>
          <w:sz w:val="22"/>
          <w:szCs w:val="22"/>
        </w:rPr>
        <w:t xml:space="preserve">d (date / place) </w:t>
      </w:r>
      <w:r w:rsidR="00805088" w:rsidRPr="008E4B3F">
        <w:rPr>
          <w:bCs/>
          <w:iCs/>
          <w:sz w:val="22"/>
          <w:szCs w:val="22"/>
        </w:rPr>
        <w:t xml:space="preserve">that you are the </w:t>
      </w:r>
      <w:r w:rsidR="008C2CBF" w:rsidRPr="008E4B3F">
        <w:rPr>
          <w:bCs/>
          <w:iCs/>
          <w:sz w:val="22"/>
          <w:szCs w:val="22"/>
        </w:rPr>
        <w:t xml:space="preserve">Subject of this investigation. </w:t>
      </w:r>
      <w:r w:rsidR="0023463E" w:rsidRPr="008E4B3F">
        <w:rPr>
          <w:bCs/>
          <w:iCs/>
          <w:sz w:val="22"/>
          <w:szCs w:val="22"/>
        </w:rPr>
        <w:t xml:space="preserve">That is, we have received allegations or information that implicates you in </w:t>
      </w:r>
      <w:r w:rsidR="006E6E3C" w:rsidRPr="008E4B3F">
        <w:rPr>
          <w:bCs/>
          <w:iCs/>
          <w:sz w:val="22"/>
          <w:szCs w:val="22"/>
        </w:rPr>
        <w:t xml:space="preserve">possible </w:t>
      </w:r>
      <w:r w:rsidR="0023463E" w:rsidRPr="008E4B3F">
        <w:rPr>
          <w:bCs/>
          <w:iCs/>
          <w:sz w:val="22"/>
          <w:szCs w:val="22"/>
        </w:rPr>
        <w:t xml:space="preserve">misconduct.  </w:t>
      </w:r>
      <w:r w:rsidR="00036377" w:rsidRPr="008E4B3F">
        <w:rPr>
          <w:bCs/>
          <w:iCs/>
          <w:sz w:val="22"/>
          <w:szCs w:val="22"/>
        </w:rPr>
        <w:t>Y</w:t>
      </w:r>
      <w:r w:rsidR="008C2CBF" w:rsidRPr="008E4B3F">
        <w:rPr>
          <w:bCs/>
          <w:iCs/>
          <w:sz w:val="22"/>
          <w:szCs w:val="22"/>
        </w:rPr>
        <w:t xml:space="preserve">ou </w:t>
      </w:r>
      <w:r w:rsidR="00036377" w:rsidRPr="008E4B3F">
        <w:rPr>
          <w:bCs/>
          <w:iCs/>
          <w:sz w:val="22"/>
          <w:szCs w:val="22"/>
        </w:rPr>
        <w:t xml:space="preserve">have also </w:t>
      </w:r>
      <w:r w:rsidR="00805088" w:rsidRPr="008E4B3F">
        <w:rPr>
          <w:bCs/>
          <w:iCs/>
          <w:sz w:val="22"/>
          <w:szCs w:val="22"/>
        </w:rPr>
        <w:t>re</w:t>
      </w:r>
      <w:r w:rsidR="008C2CBF" w:rsidRPr="008E4B3F">
        <w:rPr>
          <w:bCs/>
          <w:iCs/>
          <w:sz w:val="22"/>
          <w:szCs w:val="22"/>
        </w:rPr>
        <w:t xml:space="preserve">ceived </w:t>
      </w:r>
      <w:r w:rsidR="00D94BA1" w:rsidRPr="008E4B3F">
        <w:rPr>
          <w:bCs/>
          <w:iCs/>
          <w:sz w:val="22"/>
          <w:szCs w:val="22"/>
        </w:rPr>
        <w:t>the</w:t>
      </w:r>
      <w:r w:rsidR="00E36C5A" w:rsidRPr="008E4B3F">
        <w:rPr>
          <w:bCs/>
          <w:iCs/>
          <w:sz w:val="22"/>
          <w:szCs w:val="22"/>
        </w:rPr>
        <w:t xml:space="preserve"> </w:t>
      </w:r>
      <w:r w:rsidR="00D94BA1" w:rsidRPr="008E4B3F">
        <w:rPr>
          <w:bCs/>
          <w:iCs/>
          <w:sz w:val="22"/>
          <w:szCs w:val="22"/>
        </w:rPr>
        <w:t xml:space="preserve">“Subject Notice of Investigation”, </w:t>
      </w:r>
      <w:r w:rsidR="00805088" w:rsidRPr="008E4B3F">
        <w:rPr>
          <w:bCs/>
          <w:iCs/>
          <w:sz w:val="22"/>
          <w:szCs w:val="22"/>
        </w:rPr>
        <w:t>and IOM</w:t>
      </w:r>
      <w:r w:rsidR="00036377" w:rsidRPr="008E4B3F">
        <w:rPr>
          <w:bCs/>
          <w:iCs/>
          <w:sz w:val="22"/>
          <w:szCs w:val="22"/>
        </w:rPr>
        <w:t>/</w:t>
      </w:r>
      <w:r w:rsidR="007C5394" w:rsidRPr="008E4B3F">
        <w:rPr>
          <w:bCs/>
          <w:iCs/>
          <w:sz w:val="22"/>
          <w:szCs w:val="22"/>
        </w:rPr>
        <w:t>09/</w:t>
      </w:r>
      <w:r w:rsidR="00036377" w:rsidRPr="008E4B3F">
        <w:rPr>
          <w:bCs/>
          <w:iCs/>
          <w:sz w:val="22"/>
          <w:szCs w:val="22"/>
        </w:rPr>
        <w:t>FOM</w:t>
      </w:r>
      <w:r w:rsidR="00E36C5A" w:rsidRPr="008E4B3F">
        <w:rPr>
          <w:bCs/>
          <w:iCs/>
          <w:sz w:val="22"/>
          <w:szCs w:val="22"/>
        </w:rPr>
        <w:t>/</w:t>
      </w:r>
      <w:r w:rsidR="007C5394" w:rsidRPr="008E4B3F">
        <w:rPr>
          <w:bCs/>
          <w:iCs/>
          <w:sz w:val="22"/>
          <w:szCs w:val="22"/>
        </w:rPr>
        <w:t>10 of 2012</w:t>
      </w:r>
      <w:r w:rsidR="00E36C5A" w:rsidRPr="008E4B3F">
        <w:rPr>
          <w:bCs/>
          <w:iCs/>
          <w:sz w:val="22"/>
          <w:szCs w:val="22"/>
        </w:rPr>
        <w:t xml:space="preserve"> on the role of the Inspector General’s Office</w:t>
      </w:r>
      <w:r w:rsidR="00805088" w:rsidRPr="008E4B3F">
        <w:rPr>
          <w:bCs/>
          <w:iCs/>
          <w:sz w:val="22"/>
          <w:szCs w:val="22"/>
        </w:rPr>
        <w:t>.</w:t>
      </w:r>
      <w:r w:rsidR="00D94BA1" w:rsidRPr="008E4B3F">
        <w:rPr>
          <w:bCs/>
          <w:iCs/>
          <w:sz w:val="22"/>
          <w:szCs w:val="22"/>
        </w:rPr>
        <w:t xml:space="preserve"> Do you confirm</w:t>
      </w:r>
      <w:r w:rsidR="00036377" w:rsidRPr="008E4B3F">
        <w:rPr>
          <w:bCs/>
          <w:iCs/>
          <w:sz w:val="22"/>
          <w:szCs w:val="22"/>
        </w:rPr>
        <w:t xml:space="preserve"> receipt of that information</w:t>
      </w:r>
      <w:r w:rsidR="000F0F9A" w:rsidRPr="008E4B3F">
        <w:rPr>
          <w:bCs/>
          <w:iCs/>
          <w:sz w:val="22"/>
          <w:szCs w:val="22"/>
        </w:rPr>
        <w:t>?</w:t>
      </w:r>
      <w:r w:rsidR="008C2CBF" w:rsidRPr="008E4B3F">
        <w:rPr>
          <w:bCs/>
          <w:iCs/>
          <w:sz w:val="22"/>
          <w:szCs w:val="22"/>
        </w:rPr>
        <w:t xml:space="preserve">  </w:t>
      </w:r>
    </w:p>
    <w:p w:rsidR="00624E19" w:rsidRPr="008E4B3F" w:rsidRDefault="00624E19" w:rsidP="00925987">
      <w:pPr>
        <w:ind w:left="709" w:hanging="709"/>
        <w:jc w:val="both"/>
        <w:rPr>
          <w:bCs/>
          <w:iCs/>
          <w:sz w:val="22"/>
          <w:szCs w:val="22"/>
        </w:rPr>
      </w:pPr>
    </w:p>
    <w:p w:rsidR="00371ABC" w:rsidRPr="008E4B3F" w:rsidRDefault="00925987" w:rsidP="00925987">
      <w:pPr>
        <w:ind w:left="709" w:hanging="709"/>
        <w:jc w:val="both"/>
        <w:rPr>
          <w:bCs/>
          <w:iCs/>
          <w:sz w:val="22"/>
          <w:szCs w:val="22"/>
        </w:rPr>
      </w:pPr>
      <w:r w:rsidRPr="008E4B3F">
        <w:rPr>
          <w:bCs/>
          <w:iCs/>
          <w:sz w:val="22"/>
          <w:szCs w:val="22"/>
        </w:rPr>
        <w:tab/>
      </w:r>
      <w:r w:rsidR="007C5394" w:rsidRPr="008E4B3F">
        <w:rPr>
          <w:bCs/>
          <w:iCs/>
          <w:sz w:val="22"/>
          <w:szCs w:val="22"/>
        </w:rPr>
        <w:fldChar w:fldCharType="begin">
          <w:ffData>
            <w:name w:val="Check3"/>
            <w:enabled/>
            <w:calcOnExit w:val="0"/>
            <w:checkBox>
              <w:sizeAuto/>
              <w:default w:val="0"/>
            </w:checkBox>
          </w:ffData>
        </w:fldChar>
      </w:r>
      <w:bookmarkStart w:id="3" w:name="Check3"/>
      <w:r w:rsidR="007C5394" w:rsidRPr="008E4B3F">
        <w:rPr>
          <w:bCs/>
          <w:iCs/>
          <w:sz w:val="22"/>
          <w:szCs w:val="22"/>
        </w:rPr>
        <w:instrText xml:space="preserve"> FORMCHECKBOX </w:instrText>
      </w:r>
      <w:r w:rsidR="007C5394" w:rsidRPr="008E4B3F">
        <w:rPr>
          <w:bCs/>
          <w:iCs/>
          <w:sz w:val="22"/>
          <w:szCs w:val="22"/>
        </w:rPr>
      </w:r>
      <w:r w:rsidR="007C5394" w:rsidRPr="008E4B3F">
        <w:rPr>
          <w:bCs/>
          <w:iCs/>
          <w:sz w:val="22"/>
          <w:szCs w:val="22"/>
        </w:rPr>
        <w:fldChar w:fldCharType="end"/>
      </w:r>
      <w:bookmarkEnd w:id="3"/>
      <w:r w:rsidR="00E85A85" w:rsidRPr="008E4B3F">
        <w:rPr>
          <w:bCs/>
          <w:iCs/>
          <w:sz w:val="22"/>
          <w:szCs w:val="22"/>
        </w:rPr>
        <w:tab/>
        <w:t>Yes</w:t>
      </w:r>
      <w:r w:rsidR="00624E19" w:rsidRPr="008E4B3F">
        <w:rPr>
          <w:bCs/>
          <w:iCs/>
          <w:sz w:val="22"/>
          <w:szCs w:val="22"/>
        </w:rPr>
        <w:t xml:space="preserve"> (proceed</w:t>
      </w:r>
      <w:r w:rsidR="00371ABC" w:rsidRPr="008E4B3F">
        <w:rPr>
          <w:bCs/>
          <w:iCs/>
          <w:sz w:val="22"/>
          <w:szCs w:val="22"/>
        </w:rPr>
        <w:t xml:space="preserve">) </w:t>
      </w:r>
    </w:p>
    <w:p w:rsidR="00624E19" w:rsidRPr="008E4B3F" w:rsidRDefault="00925987" w:rsidP="00925987">
      <w:pPr>
        <w:ind w:left="709" w:hanging="709"/>
        <w:jc w:val="both"/>
        <w:rPr>
          <w:bCs/>
          <w:iCs/>
          <w:sz w:val="22"/>
          <w:szCs w:val="22"/>
        </w:rPr>
      </w:pPr>
      <w:r w:rsidRPr="008E4B3F">
        <w:rPr>
          <w:bCs/>
          <w:iCs/>
          <w:sz w:val="22"/>
          <w:szCs w:val="22"/>
        </w:rPr>
        <w:tab/>
      </w:r>
      <w:r w:rsidR="00624E19" w:rsidRPr="008E4B3F">
        <w:rPr>
          <w:bCs/>
          <w:iCs/>
          <w:sz w:val="22"/>
          <w:szCs w:val="22"/>
        </w:rPr>
        <w:fldChar w:fldCharType="begin">
          <w:ffData>
            <w:name w:val="Check4"/>
            <w:enabled/>
            <w:calcOnExit w:val="0"/>
            <w:checkBox>
              <w:sizeAuto/>
              <w:default w:val="0"/>
            </w:checkBox>
          </w:ffData>
        </w:fldChar>
      </w:r>
      <w:r w:rsidR="00624E19" w:rsidRPr="008E4B3F">
        <w:rPr>
          <w:bCs/>
          <w:iCs/>
          <w:sz w:val="22"/>
          <w:szCs w:val="22"/>
        </w:rPr>
        <w:instrText xml:space="preserve"> FORMCHECKBOX </w:instrText>
      </w:r>
      <w:r w:rsidR="00624E19" w:rsidRPr="008E4B3F">
        <w:rPr>
          <w:bCs/>
          <w:iCs/>
          <w:sz w:val="22"/>
          <w:szCs w:val="22"/>
        </w:rPr>
      </w:r>
      <w:r w:rsidR="00624E19" w:rsidRPr="008E4B3F">
        <w:rPr>
          <w:bCs/>
          <w:iCs/>
          <w:sz w:val="22"/>
          <w:szCs w:val="22"/>
        </w:rPr>
        <w:fldChar w:fldCharType="end"/>
      </w:r>
      <w:r w:rsidR="00E85A85" w:rsidRPr="008E4B3F">
        <w:rPr>
          <w:bCs/>
          <w:iCs/>
          <w:sz w:val="22"/>
          <w:szCs w:val="22"/>
        </w:rPr>
        <w:tab/>
        <w:t xml:space="preserve">No </w:t>
      </w:r>
      <w:r w:rsidR="00624E19" w:rsidRPr="008E4B3F">
        <w:rPr>
          <w:bCs/>
          <w:iCs/>
          <w:sz w:val="22"/>
          <w:szCs w:val="22"/>
        </w:rPr>
        <w:t>(ascertain why / postpone interview if necessary)</w:t>
      </w:r>
    </w:p>
    <w:p w:rsidR="00036377" w:rsidRPr="008E4B3F" w:rsidRDefault="00036377" w:rsidP="00925987">
      <w:pPr>
        <w:ind w:left="709" w:hanging="709"/>
        <w:jc w:val="both"/>
        <w:rPr>
          <w:bCs/>
          <w:iCs/>
          <w:sz w:val="22"/>
          <w:szCs w:val="22"/>
        </w:rPr>
      </w:pPr>
    </w:p>
    <w:p w:rsidR="00160C3F" w:rsidRPr="008E4B3F" w:rsidRDefault="00160C3F" w:rsidP="00160C3F">
      <w:pPr>
        <w:jc w:val="both"/>
        <w:rPr>
          <w:b/>
          <w:bCs/>
          <w:sz w:val="22"/>
          <w:szCs w:val="22"/>
        </w:rPr>
      </w:pPr>
      <w:r w:rsidRPr="008E4B3F">
        <w:rPr>
          <w:b/>
          <w:bCs/>
          <w:sz w:val="22"/>
          <w:szCs w:val="22"/>
        </w:rPr>
        <w:t xml:space="preserve">Accompanying </w:t>
      </w:r>
      <w:r w:rsidR="00487D32" w:rsidRPr="008E4B3F">
        <w:rPr>
          <w:b/>
          <w:bCs/>
          <w:sz w:val="22"/>
          <w:szCs w:val="22"/>
        </w:rPr>
        <w:t>staff member/</w:t>
      </w:r>
      <w:r w:rsidRPr="008E4B3F">
        <w:rPr>
          <w:b/>
          <w:bCs/>
          <w:sz w:val="22"/>
          <w:szCs w:val="22"/>
        </w:rPr>
        <w:t xml:space="preserve">person </w:t>
      </w:r>
      <w:r w:rsidR="00E3066D" w:rsidRPr="008E4B3F">
        <w:rPr>
          <w:b/>
          <w:bCs/>
          <w:sz w:val="22"/>
          <w:szCs w:val="22"/>
        </w:rPr>
        <w:t xml:space="preserve">(select </w:t>
      </w:r>
      <w:r w:rsidRPr="008E4B3F">
        <w:rPr>
          <w:b/>
          <w:bCs/>
          <w:sz w:val="22"/>
          <w:szCs w:val="22"/>
        </w:rPr>
        <w:t>(a) or (b)</w:t>
      </w:r>
      <w:r w:rsidR="00E3066D" w:rsidRPr="008E4B3F">
        <w:rPr>
          <w:b/>
          <w:bCs/>
          <w:sz w:val="22"/>
          <w:szCs w:val="22"/>
        </w:rPr>
        <w:t xml:space="preserve"> as may be applicable)</w:t>
      </w:r>
    </w:p>
    <w:p w:rsidR="00160C3F" w:rsidRPr="008E4B3F" w:rsidRDefault="00160C3F" w:rsidP="00160C3F">
      <w:pPr>
        <w:jc w:val="both"/>
        <w:rPr>
          <w:bCs/>
          <w:iCs/>
          <w:sz w:val="22"/>
          <w:szCs w:val="22"/>
        </w:rPr>
      </w:pPr>
    </w:p>
    <w:p w:rsidR="00160C3F" w:rsidRPr="008E4B3F" w:rsidRDefault="00160C3F" w:rsidP="00925987">
      <w:pPr>
        <w:numPr>
          <w:ilvl w:val="0"/>
          <w:numId w:val="26"/>
        </w:numPr>
        <w:jc w:val="both"/>
        <w:rPr>
          <w:bCs/>
          <w:iCs/>
          <w:sz w:val="22"/>
          <w:szCs w:val="22"/>
        </w:rPr>
      </w:pPr>
      <w:r w:rsidRPr="008E4B3F">
        <w:rPr>
          <w:bCs/>
          <w:iCs/>
          <w:sz w:val="22"/>
          <w:szCs w:val="22"/>
        </w:rPr>
        <w:t>You were offered to be accompanied by another staff member</w:t>
      </w:r>
      <w:r w:rsidR="00487D32" w:rsidRPr="008E4B3F">
        <w:rPr>
          <w:bCs/>
          <w:iCs/>
          <w:sz w:val="22"/>
          <w:szCs w:val="22"/>
        </w:rPr>
        <w:t>/person</w:t>
      </w:r>
      <w:r w:rsidRPr="008E4B3F">
        <w:rPr>
          <w:bCs/>
          <w:iCs/>
          <w:sz w:val="22"/>
          <w:szCs w:val="22"/>
        </w:rPr>
        <w:t xml:space="preserve"> in this interview. However, for our records, you have decided not to avail yourself of this opportunit</w:t>
      </w:r>
      <w:r w:rsidR="00B71B39" w:rsidRPr="008E4B3F">
        <w:rPr>
          <w:bCs/>
          <w:iCs/>
          <w:sz w:val="22"/>
          <w:szCs w:val="22"/>
        </w:rPr>
        <w:t>y. I</w:t>
      </w:r>
      <w:r w:rsidRPr="008E4B3F">
        <w:rPr>
          <w:bCs/>
          <w:iCs/>
          <w:sz w:val="22"/>
          <w:szCs w:val="22"/>
        </w:rPr>
        <w:t>s this correct?</w:t>
      </w:r>
    </w:p>
    <w:p w:rsidR="00160C3F" w:rsidRPr="008E4B3F" w:rsidRDefault="00160C3F" w:rsidP="00925987">
      <w:pPr>
        <w:ind w:left="709" w:hanging="709"/>
        <w:jc w:val="both"/>
        <w:rPr>
          <w:bCs/>
          <w:iCs/>
          <w:sz w:val="22"/>
          <w:szCs w:val="22"/>
        </w:rPr>
      </w:pPr>
      <w:r w:rsidRPr="008E4B3F">
        <w:rPr>
          <w:bCs/>
          <w:iCs/>
          <w:sz w:val="22"/>
          <w:szCs w:val="22"/>
        </w:rPr>
        <w:t xml:space="preserve"> </w:t>
      </w:r>
    </w:p>
    <w:p w:rsidR="00160C3F" w:rsidRPr="008E4B3F" w:rsidRDefault="00160C3F" w:rsidP="00925987">
      <w:pPr>
        <w:ind w:left="709" w:hanging="709"/>
        <w:jc w:val="both"/>
        <w:rPr>
          <w:bCs/>
          <w:iCs/>
          <w:sz w:val="22"/>
          <w:szCs w:val="22"/>
        </w:rPr>
      </w:pPr>
      <w:r w:rsidRPr="008E4B3F">
        <w:rPr>
          <w:bCs/>
          <w:iCs/>
          <w:sz w:val="22"/>
          <w:szCs w:val="22"/>
        </w:rPr>
        <w:tab/>
      </w:r>
      <w:r w:rsidRPr="008E4B3F">
        <w:rPr>
          <w:bCs/>
          <w:iCs/>
          <w:sz w:val="22"/>
          <w:szCs w:val="22"/>
        </w:rPr>
        <w:fldChar w:fldCharType="begin">
          <w:ffData>
            <w:name w:val="Check3"/>
            <w:enabled/>
            <w:calcOnExit w:val="0"/>
            <w:checkBox>
              <w:sizeAuto/>
              <w:default w:val="0"/>
            </w:checkBox>
          </w:ffData>
        </w:fldChar>
      </w:r>
      <w:r w:rsidRPr="008E4B3F">
        <w:rPr>
          <w:bCs/>
          <w:iCs/>
          <w:sz w:val="22"/>
          <w:szCs w:val="22"/>
        </w:rPr>
        <w:instrText xml:space="preserve"> FORMCHECKBOX </w:instrText>
      </w:r>
      <w:r w:rsidRPr="008E4B3F">
        <w:rPr>
          <w:bCs/>
          <w:iCs/>
          <w:sz w:val="22"/>
          <w:szCs w:val="22"/>
        </w:rPr>
      </w:r>
      <w:r w:rsidRPr="008E4B3F">
        <w:rPr>
          <w:bCs/>
          <w:iCs/>
          <w:sz w:val="22"/>
          <w:szCs w:val="22"/>
        </w:rPr>
        <w:fldChar w:fldCharType="end"/>
      </w:r>
      <w:r w:rsidRPr="008E4B3F">
        <w:rPr>
          <w:bCs/>
          <w:iCs/>
          <w:sz w:val="22"/>
          <w:szCs w:val="22"/>
        </w:rPr>
        <w:tab/>
        <w:t xml:space="preserve">“Yes” (proceed) </w:t>
      </w:r>
    </w:p>
    <w:p w:rsidR="00160C3F" w:rsidRPr="008E4B3F" w:rsidRDefault="00160C3F" w:rsidP="00925987">
      <w:pPr>
        <w:ind w:left="709" w:hanging="709"/>
        <w:jc w:val="both"/>
        <w:rPr>
          <w:bCs/>
          <w:iCs/>
          <w:sz w:val="22"/>
          <w:szCs w:val="22"/>
        </w:rPr>
      </w:pPr>
      <w:r w:rsidRPr="008E4B3F">
        <w:rPr>
          <w:bCs/>
          <w:iCs/>
          <w:sz w:val="22"/>
          <w:szCs w:val="22"/>
        </w:rPr>
        <w:tab/>
      </w:r>
      <w:r w:rsidRPr="008E4B3F">
        <w:rPr>
          <w:bCs/>
          <w:iCs/>
          <w:sz w:val="22"/>
          <w:szCs w:val="22"/>
        </w:rPr>
        <w:fldChar w:fldCharType="begin">
          <w:ffData>
            <w:name w:val="Check4"/>
            <w:enabled/>
            <w:calcOnExit w:val="0"/>
            <w:checkBox>
              <w:sizeAuto/>
              <w:default w:val="0"/>
            </w:checkBox>
          </w:ffData>
        </w:fldChar>
      </w:r>
      <w:r w:rsidRPr="008E4B3F">
        <w:rPr>
          <w:bCs/>
          <w:iCs/>
          <w:sz w:val="22"/>
          <w:szCs w:val="22"/>
        </w:rPr>
        <w:instrText xml:space="preserve"> FORMCHECKBOX </w:instrText>
      </w:r>
      <w:r w:rsidRPr="008E4B3F">
        <w:rPr>
          <w:bCs/>
          <w:iCs/>
          <w:sz w:val="22"/>
          <w:szCs w:val="22"/>
        </w:rPr>
      </w:r>
      <w:r w:rsidRPr="008E4B3F">
        <w:rPr>
          <w:bCs/>
          <w:iCs/>
          <w:sz w:val="22"/>
          <w:szCs w:val="22"/>
        </w:rPr>
        <w:fldChar w:fldCharType="end"/>
      </w:r>
      <w:r w:rsidRPr="008E4B3F">
        <w:rPr>
          <w:bCs/>
          <w:iCs/>
          <w:sz w:val="22"/>
          <w:szCs w:val="22"/>
        </w:rPr>
        <w:tab/>
        <w:t>“No” (ascertain why / postpone interview if necessary)</w:t>
      </w:r>
    </w:p>
    <w:p w:rsidR="00160C3F" w:rsidRPr="008E4B3F" w:rsidRDefault="00160C3F" w:rsidP="00925987">
      <w:pPr>
        <w:tabs>
          <w:tab w:val="left" w:pos="720"/>
        </w:tabs>
        <w:ind w:left="709" w:hanging="709"/>
        <w:jc w:val="both"/>
        <w:rPr>
          <w:bCs/>
          <w:iCs/>
          <w:sz w:val="22"/>
          <w:szCs w:val="22"/>
        </w:rPr>
      </w:pPr>
    </w:p>
    <w:p w:rsidR="002F1821" w:rsidRPr="008E4B3F" w:rsidRDefault="00160C3F" w:rsidP="00925987">
      <w:pPr>
        <w:numPr>
          <w:ilvl w:val="0"/>
          <w:numId w:val="26"/>
        </w:numPr>
        <w:jc w:val="both"/>
        <w:rPr>
          <w:bCs/>
          <w:iCs/>
          <w:sz w:val="22"/>
          <w:szCs w:val="22"/>
          <w:u w:val="single"/>
        </w:rPr>
      </w:pPr>
      <w:r w:rsidRPr="008E4B3F">
        <w:rPr>
          <w:bCs/>
          <w:iCs/>
          <w:sz w:val="22"/>
          <w:szCs w:val="22"/>
        </w:rPr>
        <w:t>You were offered to be accompanied by another staff member</w:t>
      </w:r>
      <w:r w:rsidR="00736518" w:rsidRPr="008E4B3F">
        <w:rPr>
          <w:bCs/>
          <w:iCs/>
          <w:sz w:val="22"/>
          <w:szCs w:val="22"/>
        </w:rPr>
        <w:t>/person</w:t>
      </w:r>
      <w:r w:rsidRPr="008E4B3F">
        <w:rPr>
          <w:bCs/>
          <w:iCs/>
          <w:sz w:val="22"/>
          <w:szCs w:val="22"/>
        </w:rPr>
        <w:t xml:space="preserve"> in this interview. You selected Mr/s &lt; Name&gt; (Title). </w:t>
      </w:r>
    </w:p>
    <w:p w:rsidR="002F1821" w:rsidRPr="008E4B3F" w:rsidRDefault="002F1821" w:rsidP="002F1821">
      <w:pPr>
        <w:ind w:left="720"/>
        <w:jc w:val="both"/>
        <w:rPr>
          <w:bCs/>
          <w:iCs/>
          <w:sz w:val="22"/>
          <w:szCs w:val="22"/>
          <w:u w:val="single"/>
        </w:rPr>
      </w:pPr>
    </w:p>
    <w:p w:rsidR="00160C3F" w:rsidRPr="008E4B3F" w:rsidRDefault="00736518" w:rsidP="00BA5421">
      <w:pPr>
        <w:ind w:left="1134"/>
        <w:jc w:val="both"/>
        <w:rPr>
          <w:bCs/>
          <w:iCs/>
          <w:sz w:val="22"/>
          <w:szCs w:val="22"/>
          <w:u w:val="single"/>
        </w:rPr>
      </w:pPr>
      <w:r w:rsidRPr="008E4B3F">
        <w:rPr>
          <w:bCs/>
          <w:iCs/>
          <w:sz w:val="22"/>
          <w:szCs w:val="22"/>
        </w:rPr>
        <w:t>[To the accompanying staff member/person “W</w:t>
      </w:r>
      <w:r w:rsidR="00160C3F" w:rsidRPr="008E4B3F">
        <w:rPr>
          <w:bCs/>
          <w:iCs/>
          <w:sz w:val="22"/>
          <w:szCs w:val="22"/>
        </w:rPr>
        <w:t xml:space="preserve">e would like to remind you Mr/s &lt;Name&gt; that </w:t>
      </w:r>
      <w:r w:rsidRPr="008E4B3F">
        <w:rPr>
          <w:bCs/>
          <w:iCs/>
          <w:sz w:val="22"/>
          <w:szCs w:val="22"/>
        </w:rPr>
        <w:t xml:space="preserve">as an </w:t>
      </w:r>
      <w:r w:rsidR="00160C3F" w:rsidRPr="008E4B3F">
        <w:rPr>
          <w:bCs/>
          <w:iCs/>
          <w:sz w:val="22"/>
          <w:szCs w:val="22"/>
        </w:rPr>
        <w:t>accompanying staff member</w:t>
      </w:r>
      <w:r w:rsidRPr="008E4B3F">
        <w:rPr>
          <w:bCs/>
          <w:iCs/>
          <w:sz w:val="22"/>
          <w:szCs w:val="22"/>
        </w:rPr>
        <w:t>/person</w:t>
      </w:r>
      <w:r w:rsidR="00160C3F" w:rsidRPr="008E4B3F">
        <w:rPr>
          <w:bCs/>
          <w:iCs/>
          <w:sz w:val="22"/>
          <w:szCs w:val="22"/>
        </w:rPr>
        <w:t xml:space="preserve"> </w:t>
      </w:r>
      <w:r w:rsidRPr="008E4B3F">
        <w:rPr>
          <w:bCs/>
          <w:iCs/>
          <w:sz w:val="22"/>
          <w:szCs w:val="22"/>
        </w:rPr>
        <w:t xml:space="preserve">you </w:t>
      </w:r>
      <w:r w:rsidR="00160C3F" w:rsidRPr="008E4B3F">
        <w:rPr>
          <w:bCs/>
          <w:iCs/>
          <w:sz w:val="22"/>
          <w:szCs w:val="22"/>
        </w:rPr>
        <w:t xml:space="preserve">should not respond on behalf of the interviewee or otherwise intervene in the interview process in any manner. </w:t>
      </w:r>
      <w:r w:rsidR="00650960" w:rsidRPr="008E4B3F">
        <w:rPr>
          <w:bCs/>
          <w:iCs/>
          <w:sz w:val="22"/>
          <w:szCs w:val="22"/>
        </w:rPr>
        <w:t xml:space="preserve">At any stage during this interview you may be requested to leave the room.  </w:t>
      </w:r>
      <w:r w:rsidRPr="008E4B3F">
        <w:rPr>
          <w:bCs/>
          <w:iCs/>
          <w:sz w:val="22"/>
          <w:szCs w:val="22"/>
        </w:rPr>
        <w:t xml:space="preserve">You are </w:t>
      </w:r>
      <w:r w:rsidR="00160C3F" w:rsidRPr="008E4B3F">
        <w:rPr>
          <w:bCs/>
          <w:iCs/>
          <w:sz w:val="22"/>
          <w:szCs w:val="22"/>
        </w:rPr>
        <w:t>bound by the confidentiality provisions applying to investigations conducted by the IGO and ha</w:t>
      </w:r>
      <w:r w:rsidR="00BD26C7" w:rsidRPr="008E4B3F">
        <w:rPr>
          <w:bCs/>
          <w:iCs/>
          <w:sz w:val="22"/>
          <w:szCs w:val="22"/>
        </w:rPr>
        <w:t>ve</w:t>
      </w:r>
      <w:r w:rsidR="00160C3F" w:rsidRPr="008E4B3F">
        <w:rPr>
          <w:bCs/>
          <w:iCs/>
          <w:sz w:val="22"/>
          <w:szCs w:val="22"/>
        </w:rPr>
        <w:t xml:space="preserve"> already signed an oath of confidentiality.</w:t>
      </w:r>
      <w:r w:rsidR="00BD26C7" w:rsidRPr="008E4B3F">
        <w:rPr>
          <w:bCs/>
          <w:iCs/>
          <w:sz w:val="22"/>
          <w:szCs w:val="22"/>
        </w:rPr>
        <w:t>”</w:t>
      </w:r>
      <w:r w:rsidR="002F1821" w:rsidRPr="008E4B3F">
        <w:rPr>
          <w:bCs/>
          <w:iCs/>
          <w:sz w:val="22"/>
          <w:szCs w:val="22"/>
        </w:rPr>
        <w:t>]</w:t>
      </w:r>
      <w:r w:rsidR="00160C3F" w:rsidRPr="008E4B3F">
        <w:rPr>
          <w:bCs/>
          <w:iCs/>
          <w:sz w:val="22"/>
          <w:szCs w:val="22"/>
          <w:u w:val="single"/>
        </w:rPr>
        <w:t xml:space="preserve">  </w:t>
      </w:r>
    </w:p>
    <w:p w:rsidR="00160C3F" w:rsidRPr="008E4B3F" w:rsidRDefault="00160C3F" w:rsidP="00160C3F">
      <w:pPr>
        <w:jc w:val="both"/>
        <w:rPr>
          <w:bCs/>
          <w:iCs/>
          <w:sz w:val="22"/>
          <w:szCs w:val="22"/>
          <w:u w:val="single"/>
        </w:rPr>
      </w:pPr>
    </w:p>
    <w:p w:rsidR="00160C3F" w:rsidRPr="008E4B3F" w:rsidRDefault="00160C3F" w:rsidP="00160C3F">
      <w:pPr>
        <w:jc w:val="both"/>
        <w:rPr>
          <w:b/>
          <w:bCs/>
          <w:sz w:val="22"/>
          <w:szCs w:val="22"/>
        </w:rPr>
      </w:pPr>
      <w:r w:rsidRPr="008E4B3F">
        <w:rPr>
          <w:b/>
          <w:bCs/>
          <w:sz w:val="22"/>
          <w:szCs w:val="22"/>
        </w:rPr>
        <w:t xml:space="preserve">Language </w:t>
      </w:r>
      <w:r w:rsidR="00E3066D" w:rsidRPr="008E4B3F">
        <w:rPr>
          <w:b/>
          <w:bCs/>
          <w:sz w:val="22"/>
          <w:szCs w:val="22"/>
        </w:rPr>
        <w:t xml:space="preserve">of interview </w:t>
      </w:r>
      <w:r w:rsidR="008620F3" w:rsidRPr="008E4B3F">
        <w:rPr>
          <w:b/>
          <w:bCs/>
          <w:sz w:val="22"/>
          <w:szCs w:val="22"/>
        </w:rPr>
        <w:t xml:space="preserve">(if </w:t>
      </w:r>
      <w:r w:rsidRPr="008E4B3F">
        <w:rPr>
          <w:b/>
          <w:bCs/>
          <w:sz w:val="22"/>
          <w:szCs w:val="22"/>
        </w:rPr>
        <w:t>applicable)</w:t>
      </w:r>
    </w:p>
    <w:p w:rsidR="00160C3F" w:rsidRPr="008E4B3F" w:rsidRDefault="00160C3F" w:rsidP="00160C3F">
      <w:pPr>
        <w:jc w:val="both"/>
        <w:rPr>
          <w:b/>
          <w:bCs/>
          <w:sz w:val="22"/>
          <w:szCs w:val="22"/>
        </w:rPr>
      </w:pPr>
    </w:p>
    <w:p w:rsidR="008971F3" w:rsidRPr="008E4B3F" w:rsidRDefault="008971F3" w:rsidP="008971F3">
      <w:pPr>
        <w:ind w:left="709"/>
        <w:jc w:val="both"/>
        <w:rPr>
          <w:bCs/>
          <w:sz w:val="22"/>
          <w:szCs w:val="22"/>
        </w:rPr>
      </w:pPr>
      <w:r w:rsidRPr="008E4B3F">
        <w:rPr>
          <w:bCs/>
          <w:sz w:val="22"/>
          <w:szCs w:val="22"/>
        </w:rPr>
        <w:t xml:space="preserve">Prior to this </w:t>
      </w:r>
      <w:r w:rsidR="00160C3F" w:rsidRPr="008E4B3F">
        <w:rPr>
          <w:bCs/>
          <w:sz w:val="22"/>
          <w:szCs w:val="22"/>
        </w:rPr>
        <w:t>intervie</w:t>
      </w:r>
      <w:r w:rsidRPr="008E4B3F">
        <w:rPr>
          <w:bCs/>
          <w:sz w:val="22"/>
          <w:szCs w:val="22"/>
        </w:rPr>
        <w:t xml:space="preserve">w, you were </w:t>
      </w:r>
      <w:r w:rsidR="00160C3F" w:rsidRPr="008E4B3F">
        <w:rPr>
          <w:bCs/>
          <w:sz w:val="22"/>
          <w:szCs w:val="22"/>
        </w:rPr>
        <w:t>offered the opportunity to be interviewed in</w:t>
      </w:r>
      <w:r w:rsidR="00BA5421" w:rsidRPr="008E4B3F">
        <w:rPr>
          <w:bCs/>
          <w:sz w:val="22"/>
          <w:szCs w:val="22"/>
        </w:rPr>
        <w:t xml:space="preserve"> </w:t>
      </w:r>
      <w:r w:rsidRPr="008E4B3F">
        <w:rPr>
          <w:bCs/>
          <w:sz w:val="22"/>
          <w:szCs w:val="22"/>
        </w:rPr>
        <w:t xml:space="preserve">[LANGUAGE] however you </w:t>
      </w:r>
      <w:r w:rsidR="002B4C1A" w:rsidRPr="008E4B3F">
        <w:rPr>
          <w:bCs/>
          <w:sz w:val="22"/>
          <w:szCs w:val="22"/>
        </w:rPr>
        <w:t xml:space="preserve">have </w:t>
      </w:r>
      <w:r w:rsidR="00160C3F" w:rsidRPr="008E4B3F">
        <w:rPr>
          <w:bCs/>
          <w:sz w:val="22"/>
          <w:szCs w:val="22"/>
        </w:rPr>
        <w:t xml:space="preserve">informed </w:t>
      </w:r>
      <w:r w:rsidRPr="008E4B3F">
        <w:rPr>
          <w:bCs/>
          <w:sz w:val="22"/>
          <w:szCs w:val="22"/>
        </w:rPr>
        <w:t xml:space="preserve">us that you can be </w:t>
      </w:r>
      <w:r w:rsidR="00160C3F" w:rsidRPr="008E4B3F">
        <w:rPr>
          <w:bCs/>
          <w:sz w:val="22"/>
          <w:szCs w:val="22"/>
        </w:rPr>
        <w:t>interviewed in English</w:t>
      </w:r>
      <w:r w:rsidR="00BE20D9" w:rsidRPr="008E4B3F">
        <w:rPr>
          <w:bCs/>
          <w:sz w:val="22"/>
          <w:szCs w:val="22"/>
        </w:rPr>
        <w:t xml:space="preserve"> </w:t>
      </w:r>
      <w:r w:rsidR="00BA5421" w:rsidRPr="008E4B3F">
        <w:rPr>
          <w:bCs/>
          <w:sz w:val="22"/>
          <w:szCs w:val="22"/>
        </w:rPr>
        <w:t>/</w:t>
      </w:r>
      <w:r w:rsidR="00BE20D9" w:rsidRPr="008E4B3F">
        <w:rPr>
          <w:bCs/>
          <w:sz w:val="22"/>
          <w:szCs w:val="22"/>
        </w:rPr>
        <w:t xml:space="preserve"> </w:t>
      </w:r>
      <w:r w:rsidR="00BA5421" w:rsidRPr="008E4B3F">
        <w:rPr>
          <w:bCs/>
          <w:sz w:val="22"/>
          <w:szCs w:val="22"/>
        </w:rPr>
        <w:t>French</w:t>
      </w:r>
      <w:r w:rsidR="00160C3F" w:rsidRPr="008E4B3F">
        <w:rPr>
          <w:bCs/>
          <w:sz w:val="22"/>
          <w:szCs w:val="22"/>
        </w:rPr>
        <w:t>.</w:t>
      </w:r>
      <w:r w:rsidRPr="008E4B3F">
        <w:rPr>
          <w:bCs/>
          <w:sz w:val="22"/>
          <w:szCs w:val="22"/>
        </w:rPr>
        <w:t xml:space="preserve"> Nevertheless, please be aware that [NAME] is also available to assist as an interpreter, in case of any need. </w:t>
      </w:r>
    </w:p>
    <w:p w:rsidR="008971F3" w:rsidRPr="008E4B3F" w:rsidRDefault="008971F3" w:rsidP="008971F3">
      <w:pPr>
        <w:jc w:val="both"/>
        <w:rPr>
          <w:bCs/>
          <w:sz w:val="22"/>
          <w:szCs w:val="22"/>
        </w:rPr>
      </w:pPr>
    </w:p>
    <w:p w:rsidR="00160C3F" w:rsidRPr="008E4B3F" w:rsidRDefault="008971F3" w:rsidP="00250AD7">
      <w:pPr>
        <w:ind w:left="709"/>
        <w:jc w:val="both"/>
        <w:rPr>
          <w:bCs/>
          <w:sz w:val="22"/>
          <w:szCs w:val="22"/>
        </w:rPr>
      </w:pPr>
      <w:r w:rsidRPr="008E4B3F">
        <w:rPr>
          <w:bCs/>
          <w:sz w:val="22"/>
          <w:szCs w:val="22"/>
        </w:rPr>
        <w:t>The</w:t>
      </w:r>
      <w:r w:rsidR="00160C3F" w:rsidRPr="008E4B3F">
        <w:rPr>
          <w:bCs/>
          <w:sz w:val="22"/>
          <w:szCs w:val="22"/>
        </w:rPr>
        <w:t xml:space="preserve"> </w:t>
      </w:r>
      <w:r w:rsidRPr="008E4B3F">
        <w:rPr>
          <w:bCs/>
          <w:sz w:val="22"/>
          <w:szCs w:val="22"/>
        </w:rPr>
        <w:t xml:space="preserve">Record of Interview will </w:t>
      </w:r>
      <w:r w:rsidR="00160C3F" w:rsidRPr="008E4B3F">
        <w:rPr>
          <w:bCs/>
          <w:sz w:val="22"/>
          <w:szCs w:val="22"/>
        </w:rPr>
        <w:t>be in Englis</w:t>
      </w:r>
      <w:r w:rsidR="00BA5421" w:rsidRPr="008E4B3F">
        <w:rPr>
          <w:bCs/>
          <w:sz w:val="22"/>
          <w:szCs w:val="22"/>
        </w:rPr>
        <w:t>h</w:t>
      </w:r>
      <w:r w:rsidR="00BE20D9" w:rsidRPr="008E4B3F">
        <w:rPr>
          <w:bCs/>
          <w:sz w:val="22"/>
          <w:szCs w:val="22"/>
        </w:rPr>
        <w:t xml:space="preserve"> </w:t>
      </w:r>
      <w:r w:rsidR="00BA5421" w:rsidRPr="008E4B3F">
        <w:rPr>
          <w:bCs/>
          <w:sz w:val="22"/>
          <w:szCs w:val="22"/>
        </w:rPr>
        <w:t>/</w:t>
      </w:r>
      <w:r w:rsidR="00BE20D9" w:rsidRPr="008E4B3F">
        <w:rPr>
          <w:bCs/>
          <w:sz w:val="22"/>
          <w:szCs w:val="22"/>
        </w:rPr>
        <w:t xml:space="preserve"> </w:t>
      </w:r>
      <w:r w:rsidR="00BA5421" w:rsidRPr="008E4B3F">
        <w:rPr>
          <w:bCs/>
          <w:sz w:val="22"/>
          <w:szCs w:val="22"/>
        </w:rPr>
        <w:t>Frenc</w:t>
      </w:r>
      <w:r w:rsidRPr="008E4B3F">
        <w:rPr>
          <w:bCs/>
          <w:sz w:val="22"/>
          <w:szCs w:val="22"/>
        </w:rPr>
        <w:t xml:space="preserve">h. If necessary, you will be offered the opportunity to review the Record of Interview with interpretation.  </w:t>
      </w:r>
    </w:p>
    <w:p w:rsidR="00624E19" w:rsidRPr="008E4B3F" w:rsidRDefault="00624E19" w:rsidP="00805088">
      <w:pPr>
        <w:jc w:val="both"/>
        <w:rPr>
          <w:bCs/>
          <w:iCs/>
          <w:sz w:val="22"/>
          <w:szCs w:val="22"/>
        </w:rPr>
      </w:pPr>
    </w:p>
    <w:p w:rsidR="00925987" w:rsidRPr="008E4B3F" w:rsidRDefault="00925987" w:rsidP="00805088">
      <w:pPr>
        <w:jc w:val="both"/>
        <w:rPr>
          <w:b/>
          <w:bCs/>
          <w:iCs/>
          <w:sz w:val="22"/>
          <w:szCs w:val="22"/>
        </w:rPr>
      </w:pPr>
      <w:r w:rsidRPr="008E4B3F">
        <w:rPr>
          <w:b/>
          <w:bCs/>
          <w:iCs/>
          <w:sz w:val="22"/>
          <w:szCs w:val="22"/>
        </w:rPr>
        <w:t>Investigation process</w:t>
      </w:r>
      <w:r w:rsidR="008620F3" w:rsidRPr="008E4B3F">
        <w:rPr>
          <w:b/>
          <w:bCs/>
          <w:iCs/>
          <w:sz w:val="22"/>
          <w:szCs w:val="22"/>
        </w:rPr>
        <w:t xml:space="preserve"> (</w:t>
      </w:r>
      <w:r w:rsidRPr="008E4B3F">
        <w:rPr>
          <w:b/>
          <w:bCs/>
          <w:iCs/>
          <w:sz w:val="22"/>
          <w:szCs w:val="22"/>
        </w:rPr>
        <w:t>Subject</w:t>
      </w:r>
      <w:r w:rsidR="008620F3" w:rsidRPr="008E4B3F">
        <w:rPr>
          <w:b/>
          <w:bCs/>
          <w:iCs/>
          <w:sz w:val="22"/>
          <w:szCs w:val="22"/>
        </w:rPr>
        <w:t xml:space="preserve"> and Witness</w:t>
      </w:r>
      <w:r w:rsidRPr="008E4B3F">
        <w:rPr>
          <w:b/>
          <w:bCs/>
          <w:iCs/>
          <w:sz w:val="22"/>
          <w:szCs w:val="22"/>
        </w:rPr>
        <w:t>)</w:t>
      </w:r>
    </w:p>
    <w:p w:rsidR="00925987" w:rsidRPr="008E4B3F" w:rsidRDefault="00925987" w:rsidP="00805088">
      <w:pPr>
        <w:jc w:val="both"/>
        <w:rPr>
          <w:bCs/>
          <w:iCs/>
          <w:sz w:val="22"/>
          <w:szCs w:val="22"/>
        </w:rPr>
      </w:pPr>
    </w:p>
    <w:p w:rsidR="00805088" w:rsidRPr="008E4B3F" w:rsidRDefault="00925987" w:rsidP="00925987">
      <w:pPr>
        <w:ind w:left="709" w:hanging="709"/>
        <w:jc w:val="both"/>
        <w:rPr>
          <w:bCs/>
          <w:iCs/>
          <w:sz w:val="22"/>
          <w:szCs w:val="22"/>
        </w:rPr>
      </w:pPr>
      <w:r w:rsidRPr="008E4B3F">
        <w:rPr>
          <w:bCs/>
          <w:iCs/>
          <w:sz w:val="22"/>
          <w:szCs w:val="22"/>
        </w:rPr>
        <w:tab/>
      </w:r>
      <w:r w:rsidR="00805088" w:rsidRPr="008E4B3F">
        <w:rPr>
          <w:bCs/>
          <w:iCs/>
          <w:sz w:val="22"/>
          <w:szCs w:val="22"/>
        </w:rPr>
        <w:t>This interview is part of an on</w:t>
      </w:r>
      <w:r w:rsidR="00E3066D" w:rsidRPr="008E4B3F">
        <w:rPr>
          <w:bCs/>
          <w:iCs/>
          <w:sz w:val="22"/>
          <w:szCs w:val="22"/>
        </w:rPr>
        <w:t>-</w:t>
      </w:r>
      <w:r w:rsidR="00805088" w:rsidRPr="008E4B3F">
        <w:rPr>
          <w:bCs/>
          <w:iCs/>
          <w:sz w:val="22"/>
          <w:szCs w:val="22"/>
        </w:rPr>
        <w:t>going exercise to establish facts. The result of this fact-finding exercise may be eith</w:t>
      </w:r>
      <w:r w:rsidR="00447C4D" w:rsidRPr="008E4B3F">
        <w:rPr>
          <w:bCs/>
          <w:iCs/>
          <w:sz w:val="22"/>
          <w:szCs w:val="22"/>
        </w:rPr>
        <w:t xml:space="preserve">er a closure report for our file or an </w:t>
      </w:r>
      <w:r w:rsidR="00805088" w:rsidRPr="008E4B3F">
        <w:rPr>
          <w:bCs/>
          <w:iCs/>
          <w:sz w:val="22"/>
          <w:szCs w:val="22"/>
        </w:rPr>
        <w:t>Investigation Report o</w:t>
      </w:r>
      <w:r w:rsidR="00447C4D" w:rsidRPr="008E4B3F">
        <w:rPr>
          <w:bCs/>
          <w:iCs/>
          <w:sz w:val="22"/>
          <w:szCs w:val="22"/>
        </w:rPr>
        <w:t>n the facts established. If an Investigation R</w:t>
      </w:r>
      <w:r w:rsidR="00805088" w:rsidRPr="008E4B3F">
        <w:rPr>
          <w:bCs/>
          <w:iCs/>
          <w:sz w:val="22"/>
          <w:szCs w:val="22"/>
        </w:rPr>
        <w:t>epo</w:t>
      </w:r>
      <w:r w:rsidR="000834E4" w:rsidRPr="008E4B3F">
        <w:rPr>
          <w:bCs/>
          <w:iCs/>
          <w:sz w:val="22"/>
          <w:szCs w:val="22"/>
        </w:rPr>
        <w:t xml:space="preserve">rt is prepared, the IGO’s </w:t>
      </w:r>
      <w:r w:rsidR="00805088" w:rsidRPr="008E4B3F">
        <w:rPr>
          <w:bCs/>
          <w:iCs/>
          <w:sz w:val="22"/>
          <w:szCs w:val="22"/>
        </w:rPr>
        <w:t xml:space="preserve">responsibility is to send it to the Director of the Division of Human Resources Management (DHRM) who may take further action, such as initiating disciplinary action against the staff member(s) concerned.  </w:t>
      </w:r>
    </w:p>
    <w:p w:rsidR="00805088" w:rsidRPr="008E4B3F" w:rsidRDefault="00805088" w:rsidP="00925987">
      <w:pPr>
        <w:ind w:left="709" w:hanging="709"/>
        <w:jc w:val="both"/>
        <w:rPr>
          <w:bCs/>
          <w:iCs/>
          <w:sz w:val="22"/>
          <w:szCs w:val="22"/>
        </w:rPr>
      </w:pPr>
    </w:p>
    <w:p w:rsidR="00805088" w:rsidRPr="008E4B3F" w:rsidRDefault="00925987" w:rsidP="00925987">
      <w:pPr>
        <w:ind w:left="709" w:hanging="709"/>
        <w:jc w:val="both"/>
        <w:rPr>
          <w:bCs/>
          <w:iCs/>
          <w:sz w:val="22"/>
          <w:szCs w:val="22"/>
        </w:rPr>
      </w:pPr>
      <w:r w:rsidRPr="008E4B3F">
        <w:rPr>
          <w:bCs/>
          <w:iCs/>
          <w:sz w:val="22"/>
          <w:szCs w:val="22"/>
        </w:rPr>
        <w:tab/>
      </w:r>
      <w:r w:rsidR="00805088" w:rsidRPr="008E4B3F">
        <w:rPr>
          <w:bCs/>
          <w:iCs/>
          <w:sz w:val="22"/>
          <w:szCs w:val="22"/>
        </w:rPr>
        <w:t>The investigation process is confidential.  The IGO Investigation Service will not release details of the investigation outside the IGO, unless such details are needed to initiate a disciplinary proceeding. Likewise, you should not disclose details about the investigation that become known to you through this process or that are already known to you. This includes discussing details of our interview with other colleagues, including your supervisor. Breaches of confidentiality wi</w:t>
      </w:r>
      <w:r w:rsidR="007F5DBC" w:rsidRPr="008E4B3F">
        <w:rPr>
          <w:bCs/>
          <w:iCs/>
          <w:sz w:val="22"/>
          <w:szCs w:val="22"/>
        </w:rPr>
        <w:t>ll be taken seriously and can amount to misconduct</w:t>
      </w:r>
      <w:r w:rsidR="00805088" w:rsidRPr="008E4B3F">
        <w:rPr>
          <w:bCs/>
          <w:iCs/>
          <w:sz w:val="22"/>
          <w:szCs w:val="22"/>
        </w:rPr>
        <w:t xml:space="preserve">. </w:t>
      </w:r>
    </w:p>
    <w:p w:rsidR="00805088" w:rsidRPr="008E4B3F" w:rsidRDefault="00805088" w:rsidP="00925987">
      <w:pPr>
        <w:ind w:left="709" w:hanging="709"/>
        <w:jc w:val="both"/>
        <w:rPr>
          <w:bCs/>
          <w:sz w:val="22"/>
          <w:szCs w:val="22"/>
        </w:rPr>
      </w:pPr>
    </w:p>
    <w:p w:rsidR="007F5DBC" w:rsidRPr="008E4B3F" w:rsidRDefault="00925987" w:rsidP="00925987">
      <w:pPr>
        <w:ind w:left="709" w:hanging="709"/>
        <w:jc w:val="both"/>
        <w:rPr>
          <w:bCs/>
          <w:iCs/>
          <w:sz w:val="22"/>
          <w:szCs w:val="22"/>
        </w:rPr>
      </w:pPr>
      <w:r w:rsidRPr="008E4B3F">
        <w:rPr>
          <w:bCs/>
          <w:iCs/>
          <w:sz w:val="22"/>
          <w:szCs w:val="22"/>
        </w:rPr>
        <w:tab/>
      </w:r>
      <w:r w:rsidR="00BA52AC" w:rsidRPr="008E4B3F">
        <w:rPr>
          <w:bCs/>
          <w:iCs/>
          <w:sz w:val="22"/>
          <w:szCs w:val="22"/>
        </w:rPr>
        <w:t xml:space="preserve">All staff have </w:t>
      </w:r>
      <w:r w:rsidR="007F5DBC" w:rsidRPr="008E4B3F">
        <w:rPr>
          <w:bCs/>
          <w:iCs/>
          <w:sz w:val="22"/>
          <w:szCs w:val="22"/>
        </w:rPr>
        <w:t xml:space="preserve">a duty to cooperate with investigations, including interviews. You are expected to answer the questions completely and truthfully.  Please provide detailed answers.  If you do not know or cannot remember the answer, please say so.  If you do not understand the question, please ask us to repeat or explain it. </w:t>
      </w:r>
    </w:p>
    <w:p w:rsidR="006E6E3C" w:rsidRPr="008E4B3F" w:rsidRDefault="006E6E3C" w:rsidP="00925987">
      <w:pPr>
        <w:ind w:left="709" w:hanging="709"/>
        <w:jc w:val="both"/>
        <w:rPr>
          <w:bCs/>
          <w:iCs/>
          <w:sz w:val="22"/>
          <w:szCs w:val="22"/>
        </w:rPr>
      </w:pPr>
    </w:p>
    <w:p w:rsidR="00925987" w:rsidRPr="008E4B3F" w:rsidRDefault="006B1E88" w:rsidP="006B1E88">
      <w:pPr>
        <w:pStyle w:val="Memoheading"/>
        <w:ind w:left="709"/>
        <w:jc w:val="both"/>
        <w:rPr>
          <w:bCs/>
          <w:iCs/>
          <w:sz w:val="22"/>
          <w:szCs w:val="22"/>
        </w:rPr>
      </w:pPr>
      <w:r w:rsidRPr="008E4B3F">
        <w:rPr>
          <w:sz w:val="22"/>
          <w:szCs w:val="22"/>
          <w:lang w:val="en-GB"/>
        </w:rPr>
        <w:lastRenderedPageBreak/>
        <w:t xml:space="preserve">A </w:t>
      </w:r>
      <w:r w:rsidRPr="008E4B3F">
        <w:rPr>
          <w:b/>
          <w:bCs/>
          <w:sz w:val="22"/>
          <w:szCs w:val="22"/>
          <w:lang w:val="en-GB"/>
        </w:rPr>
        <w:t>written record of the interview</w:t>
      </w:r>
      <w:r w:rsidRPr="008E4B3F">
        <w:rPr>
          <w:sz w:val="22"/>
          <w:szCs w:val="22"/>
          <w:lang w:val="en-GB"/>
        </w:rPr>
        <w:t xml:space="preserve"> will be taken. As soon as practicabily possible you will be provided with the Record of Interview for review (in specific cases this may be done verbally and recorded) and </w:t>
      </w:r>
      <w:r w:rsidR="0032151F" w:rsidRPr="008E4B3F">
        <w:rPr>
          <w:sz w:val="22"/>
          <w:szCs w:val="22"/>
          <w:lang w:val="en-GB"/>
        </w:rPr>
        <w:t xml:space="preserve">you will be asked to indicate your </w:t>
      </w:r>
      <w:r w:rsidRPr="008E4B3F">
        <w:rPr>
          <w:sz w:val="22"/>
          <w:szCs w:val="22"/>
          <w:lang w:val="en-GB"/>
        </w:rPr>
        <w:t>agreement by signature.</w:t>
      </w:r>
      <w:r w:rsidR="0032151F" w:rsidRPr="008E4B3F">
        <w:rPr>
          <w:sz w:val="22"/>
          <w:szCs w:val="22"/>
          <w:lang w:val="en-GB"/>
        </w:rPr>
        <w:t xml:space="preserve"> In some cases this may be done by email correspondence.</w:t>
      </w:r>
      <w:r w:rsidRPr="008E4B3F">
        <w:rPr>
          <w:sz w:val="22"/>
          <w:szCs w:val="22"/>
          <w:lang w:val="en-GB"/>
        </w:rPr>
        <w:t xml:space="preserve"> </w:t>
      </w:r>
    </w:p>
    <w:p w:rsidR="00925987" w:rsidRPr="008E4B3F" w:rsidRDefault="00925987" w:rsidP="00925987">
      <w:pPr>
        <w:ind w:left="709" w:hanging="709"/>
        <w:jc w:val="both"/>
        <w:rPr>
          <w:bCs/>
          <w:iCs/>
          <w:sz w:val="22"/>
          <w:szCs w:val="22"/>
        </w:rPr>
      </w:pPr>
    </w:p>
    <w:p w:rsidR="00A2538F" w:rsidRPr="008E4B3F" w:rsidRDefault="00925987" w:rsidP="00925987">
      <w:pPr>
        <w:ind w:left="709" w:hanging="709"/>
        <w:jc w:val="both"/>
        <w:rPr>
          <w:bCs/>
          <w:iCs/>
          <w:sz w:val="22"/>
          <w:szCs w:val="22"/>
        </w:rPr>
      </w:pPr>
      <w:r w:rsidRPr="008E4B3F">
        <w:rPr>
          <w:bCs/>
          <w:iCs/>
          <w:sz w:val="22"/>
          <w:szCs w:val="22"/>
        </w:rPr>
        <w:tab/>
      </w:r>
      <w:r w:rsidR="00243E4F" w:rsidRPr="008E4B3F">
        <w:rPr>
          <w:bCs/>
          <w:iCs/>
          <w:sz w:val="22"/>
          <w:szCs w:val="22"/>
        </w:rPr>
        <w:t xml:space="preserve">We respect your situation and </w:t>
      </w:r>
      <w:r w:rsidR="00B07FAC" w:rsidRPr="008E4B3F">
        <w:rPr>
          <w:bCs/>
          <w:iCs/>
          <w:sz w:val="22"/>
          <w:szCs w:val="22"/>
        </w:rPr>
        <w:t xml:space="preserve">we understand </w:t>
      </w:r>
      <w:r w:rsidR="00BA52AC" w:rsidRPr="008E4B3F">
        <w:rPr>
          <w:bCs/>
          <w:iCs/>
          <w:sz w:val="22"/>
          <w:szCs w:val="22"/>
        </w:rPr>
        <w:t xml:space="preserve">that an </w:t>
      </w:r>
      <w:r w:rsidR="00243E4F" w:rsidRPr="008E4B3F">
        <w:rPr>
          <w:bCs/>
          <w:iCs/>
          <w:sz w:val="22"/>
          <w:szCs w:val="22"/>
        </w:rPr>
        <w:t>interview</w:t>
      </w:r>
      <w:r w:rsidR="00B07FAC" w:rsidRPr="008E4B3F">
        <w:rPr>
          <w:bCs/>
          <w:iCs/>
          <w:sz w:val="22"/>
          <w:szCs w:val="22"/>
        </w:rPr>
        <w:t xml:space="preserve"> </w:t>
      </w:r>
      <w:r w:rsidR="00BA52AC" w:rsidRPr="008E4B3F">
        <w:rPr>
          <w:bCs/>
          <w:iCs/>
          <w:sz w:val="22"/>
          <w:szCs w:val="22"/>
        </w:rPr>
        <w:t xml:space="preserve">with the IGO </w:t>
      </w:r>
      <w:r w:rsidR="00B07FAC" w:rsidRPr="008E4B3F">
        <w:rPr>
          <w:bCs/>
          <w:iCs/>
          <w:sz w:val="22"/>
          <w:szCs w:val="22"/>
        </w:rPr>
        <w:t xml:space="preserve">can be stressful. </w:t>
      </w:r>
      <w:r w:rsidR="00BA52AC" w:rsidRPr="008E4B3F">
        <w:rPr>
          <w:bCs/>
          <w:iCs/>
          <w:sz w:val="22"/>
          <w:szCs w:val="22"/>
        </w:rPr>
        <w:t xml:space="preserve">We want you to be comfortable during the interview, so please let me know if you need anything </w:t>
      </w:r>
      <w:r w:rsidR="00805088" w:rsidRPr="008E4B3F">
        <w:rPr>
          <w:bCs/>
          <w:iCs/>
          <w:sz w:val="22"/>
          <w:szCs w:val="22"/>
        </w:rPr>
        <w:t>or if there are time constraints which we have to deal with before we begin. If you need a break at any time during the interview</w:t>
      </w:r>
      <w:r w:rsidR="00B07FAC" w:rsidRPr="008E4B3F">
        <w:rPr>
          <w:bCs/>
          <w:iCs/>
          <w:sz w:val="22"/>
          <w:szCs w:val="22"/>
        </w:rPr>
        <w:t>, or</w:t>
      </w:r>
      <w:r w:rsidR="007B16D7" w:rsidRPr="008E4B3F">
        <w:rPr>
          <w:bCs/>
          <w:iCs/>
          <w:sz w:val="22"/>
          <w:szCs w:val="22"/>
        </w:rPr>
        <w:t xml:space="preserve"> if you wish to stop the interview</w:t>
      </w:r>
      <w:r w:rsidR="00805088" w:rsidRPr="008E4B3F">
        <w:rPr>
          <w:bCs/>
          <w:iCs/>
          <w:sz w:val="22"/>
          <w:szCs w:val="22"/>
        </w:rPr>
        <w:t xml:space="preserve"> </w:t>
      </w:r>
      <w:r w:rsidR="00671226" w:rsidRPr="008E4B3F">
        <w:rPr>
          <w:bCs/>
          <w:iCs/>
          <w:sz w:val="22"/>
          <w:szCs w:val="22"/>
        </w:rPr>
        <w:t xml:space="preserve">or you feel unwell </w:t>
      </w:r>
      <w:r w:rsidR="00805088" w:rsidRPr="008E4B3F">
        <w:rPr>
          <w:bCs/>
          <w:iCs/>
          <w:sz w:val="22"/>
          <w:szCs w:val="22"/>
        </w:rPr>
        <w:t xml:space="preserve">please let me know. </w:t>
      </w:r>
      <w:r w:rsidR="00BA52AC" w:rsidRPr="008E4B3F">
        <w:rPr>
          <w:bCs/>
          <w:iCs/>
          <w:sz w:val="22"/>
          <w:szCs w:val="22"/>
        </w:rPr>
        <w:t xml:space="preserve">We </w:t>
      </w:r>
      <w:r w:rsidR="00051E70" w:rsidRPr="008E4B3F">
        <w:rPr>
          <w:bCs/>
          <w:iCs/>
          <w:sz w:val="22"/>
          <w:szCs w:val="22"/>
        </w:rPr>
        <w:t xml:space="preserve">may </w:t>
      </w:r>
      <w:r w:rsidR="00BA52AC" w:rsidRPr="008E4B3F">
        <w:rPr>
          <w:bCs/>
          <w:iCs/>
          <w:sz w:val="22"/>
          <w:szCs w:val="22"/>
        </w:rPr>
        <w:t xml:space="preserve">also </w:t>
      </w:r>
      <w:r w:rsidR="00051E70" w:rsidRPr="008E4B3F">
        <w:rPr>
          <w:bCs/>
          <w:iCs/>
          <w:sz w:val="22"/>
          <w:szCs w:val="22"/>
        </w:rPr>
        <w:t xml:space="preserve">impose a break during the interview.  </w:t>
      </w:r>
    </w:p>
    <w:p w:rsidR="009711DF" w:rsidRPr="008E4B3F" w:rsidRDefault="009711DF" w:rsidP="009711DF">
      <w:pPr>
        <w:jc w:val="both"/>
        <w:rPr>
          <w:bCs/>
          <w:iCs/>
          <w:sz w:val="22"/>
          <w:szCs w:val="22"/>
        </w:rPr>
      </w:pPr>
    </w:p>
    <w:p w:rsidR="00A2538F" w:rsidRPr="008E4B3F" w:rsidRDefault="00925987" w:rsidP="00243E4F">
      <w:pPr>
        <w:jc w:val="both"/>
        <w:rPr>
          <w:bCs/>
          <w:iCs/>
          <w:sz w:val="22"/>
          <w:szCs w:val="22"/>
        </w:rPr>
      </w:pPr>
      <w:r w:rsidRPr="008E4B3F">
        <w:rPr>
          <w:bCs/>
          <w:iCs/>
          <w:sz w:val="22"/>
          <w:szCs w:val="22"/>
        </w:rPr>
        <w:tab/>
      </w:r>
      <w:r w:rsidR="00A2538F" w:rsidRPr="008E4B3F">
        <w:rPr>
          <w:bCs/>
          <w:iCs/>
          <w:sz w:val="22"/>
          <w:szCs w:val="22"/>
        </w:rPr>
        <w:t xml:space="preserve">Do you understand what I have </w:t>
      </w:r>
      <w:r w:rsidR="00B64764" w:rsidRPr="008E4B3F">
        <w:rPr>
          <w:bCs/>
          <w:iCs/>
          <w:sz w:val="22"/>
          <w:szCs w:val="22"/>
        </w:rPr>
        <w:t xml:space="preserve">just </w:t>
      </w:r>
      <w:r w:rsidR="00A2538F" w:rsidRPr="008E4B3F">
        <w:rPr>
          <w:bCs/>
          <w:iCs/>
          <w:sz w:val="22"/>
          <w:szCs w:val="22"/>
        </w:rPr>
        <w:t>explained?</w:t>
      </w:r>
    </w:p>
    <w:p w:rsidR="00A2538F" w:rsidRPr="008E4B3F" w:rsidRDefault="00805088" w:rsidP="00A2538F">
      <w:pPr>
        <w:jc w:val="both"/>
        <w:rPr>
          <w:bCs/>
          <w:iCs/>
          <w:sz w:val="22"/>
          <w:szCs w:val="22"/>
        </w:rPr>
      </w:pPr>
      <w:r w:rsidRPr="008E4B3F">
        <w:rPr>
          <w:bCs/>
          <w:iCs/>
          <w:sz w:val="22"/>
          <w:szCs w:val="22"/>
        </w:rPr>
        <w:t xml:space="preserve"> </w:t>
      </w:r>
    </w:p>
    <w:p w:rsidR="00A2538F" w:rsidRPr="008E4B3F" w:rsidRDefault="00925987" w:rsidP="00A2538F">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iCs/>
          <w:sz w:val="22"/>
          <w:szCs w:val="22"/>
        </w:rPr>
      </w:pPr>
      <w:r w:rsidRPr="008E4B3F">
        <w:rPr>
          <w:iCs/>
          <w:sz w:val="22"/>
          <w:szCs w:val="22"/>
        </w:rPr>
        <w:tab/>
      </w:r>
      <w:r w:rsidR="00BA52AC" w:rsidRPr="008E4B3F">
        <w:rPr>
          <w:iCs/>
          <w:sz w:val="22"/>
          <w:szCs w:val="22"/>
        </w:rPr>
        <w:fldChar w:fldCharType="begin">
          <w:ffData>
            <w:name w:val=""/>
            <w:enabled/>
            <w:calcOnExit w:val="0"/>
            <w:checkBox>
              <w:sizeAuto/>
              <w:default w:val="0"/>
            </w:checkBox>
          </w:ffData>
        </w:fldChar>
      </w:r>
      <w:r w:rsidR="00BA52AC" w:rsidRPr="008E4B3F">
        <w:rPr>
          <w:iCs/>
          <w:sz w:val="22"/>
          <w:szCs w:val="22"/>
        </w:rPr>
        <w:instrText xml:space="preserve"> FORMCHECKBOX </w:instrText>
      </w:r>
      <w:r w:rsidR="00BA52AC" w:rsidRPr="008E4B3F">
        <w:rPr>
          <w:iCs/>
          <w:sz w:val="22"/>
          <w:szCs w:val="22"/>
        </w:rPr>
      </w:r>
      <w:r w:rsidR="00BA52AC" w:rsidRPr="008E4B3F">
        <w:rPr>
          <w:iCs/>
          <w:sz w:val="22"/>
          <w:szCs w:val="22"/>
        </w:rPr>
        <w:fldChar w:fldCharType="end"/>
      </w:r>
      <w:r w:rsidRPr="008E4B3F">
        <w:rPr>
          <w:iCs/>
          <w:sz w:val="22"/>
          <w:szCs w:val="22"/>
        </w:rPr>
        <w:tab/>
        <w:t xml:space="preserve">Yes </w:t>
      </w:r>
      <w:r w:rsidR="00A2538F" w:rsidRPr="008E4B3F">
        <w:rPr>
          <w:iCs/>
          <w:sz w:val="22"/>
          <w:szCs w:val="22"/>
        </w:rPr>
        <w:t>(proceed)</w:t>
      </w:r>
    </w:p>
    <w:p w:rsidR="00A2538F" w:rsidRPr="008E4B3F" w:rsidRDefault="00925987" w:rsidP="00A2538F">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iCs/>
          <w:sz w:val="22"/>
          <w:szCs w:val="22"/>
        </w:rPr>
      </w:pPr>
      <w:r w:rsidRPr="008E4B3F">
        <w:rPr>
          <w:iCs/>
          <w:sz w:val="22"/>
          <w:szCs w:val="22"/>
        </w:rPr>
        <w:tab/>
      </w:r>
      <w:r w:rsidR="00A2538F" w:rsidRPr="008E4B3F">
        <w:rPr>
          <w:iCs/>
          <w:sz w:val="22"/>
          <w:szCs w:val="22"/>
        </w:rPr>
        <w:fldChar w:fldCharType="begin">
          <w:ffData>
            <w:name w:val="Check6"/>
            <w:enabled/>
            <w:calcOnExit w:val="0"/>
            <w:checkBox>
              <w:sizeAuto/>
              <w:default w:val="0"/>
            </w:checkBox>
          </w:ffData>
        </w:fldChar>
      </w:r>
      <w:r w:rsidR="00A2538F" w:rsidRPr="008E4B3F">
        <w:rPr>
          <w:iCs/>
          <w:sz w:val="22"/>
          <w:szCs w:val="22"/>
        </w:rPr>
        <w:instrText xml:space="preserve"> FORMCHECKBOX </w:instrText>
      </w:r>
      <w:r w:rsidR="00A2538F" w:rsidRPr="008E4B3F">
        <w:rPr>
          <w:iCs/>
          <w:sz w:val="22"/>
          <w:szCs w:val="22"/>
        </w:rPr>
      </w:r>
      <w:r w:rsidR="00A2538F" w:rsidRPr="008E4B3F">
        <w:rPr>
          <w:iCs/>
          <w:sz w:val="22"/>
          <w:szCs w:val="22"/>
        </w:rPr>
        <w:fldChar w:fldCharType="end"/>
      </w:r>
      <w:r w:rsidRPr="008E4B3F">
        <w:rPr>
          <w:iCs/>
          <w:sz w:val="22"/>
          <w:szCs w:val="22"/>
        </w:rPr>
        <w:tab/>
        <w:t xml:space="preserve">No </w:t>
      </w:r>
      <w:r w:rsidR="00A2538F" w:rsidRPr="008E4B3F">
        <w:rPr>
          <w:iCs/>
          <w:sz w:val="22"/>
          <w:szCs w:val="22"/>
        </w:rPr>
        <w:t>(ascer</w:t>
      </w:r>
      <w:r w:rsidR="00BA52AC" w:rsidRPr="008E4B3F">
        <w:rPr>
          <w:iCs/>
          <w:sz w:val="22"/>
          <w:szCs w:val="22"/>
        </w:rPr>
        <w:t>tain why</w:t>
      </w:r>
      <w:r w:rsidR="00A2538F" w:rsidRPr="008E4B3F">
        <w:rPr>
          <w:iCs/>
          <w:sz w:val="22"/>
          <w:szCs w:val="22"/>
        </w:rPr>
        <w:t>)</w:t>
      </w:r>
    </w:p>
    <w:p w:rsidR="00051E70" w:rsidRPr="008E4B3F" w:rsidRDefault="00051E70" w:rsidP="00051E70">
      <w:pPr>
        <w:autoSpaceDE w:val="0"/>
        <w:autoSpaceDN w:val="0"/>
        <w:adjustRightInd w:val="0"/>
        <w:jc w:val="both"/>
        <w:rPr>
          <w:iCs/>
          <w:sz w:val="22"/>
          <w:szCs w:val="22"/>
          <w:lang w:val="en-US"/>
        </w:rPr>
      </w:pPr>
    </w:p>
    <w:p w:rsidR="00E41951" w:rsidRPr="008E4B3F" w:rsidRDefault="00E41951" w:rsidP="00051E70">
      <w:pPr>
        <w:autoSpaceDE w:val="0"/>
        <w:autoSpaceDN w:val="0"/>
        <w:adjustRightInd w:val="0"/>
        <w:jc w:val="both"/>
        <w:rPr>
          <w:b/>
          <w:iCs/>
          <w:sz w:val="22"/>
          <w:szCs w:val="22"/>
          <w:lang w:val="en-US"/>
        </w:rPr>
      </w:pPr>
      <w:r w:rsidRPr="008E4B3F">
        <w:rPr>
          <w:b/>
          <w:iCs/>
          <w:sz w:val="22"/>
          <w:szCs w:val="22"/>
          <w:lang w:val="en-US"/>
        </w:rPr>
        <w:t>Questions about the interview process (Subject and Witness)</w:t>
      </w:r>
    </w:p>
    <w:p w:rsidR="00E41951" w:rsidRPr="008E4B3F" w:rsidRDefault="00E41951" w:rsidP="00051E70">
      <w:pPr>
        <w:autoSpaceDE w:val="0"/>
        <w:autoSpaceDN w:val="0"/>
        <w:adjustRightInd w:val="0"/>
        <w:jc w:val="both"/>
        <w:rPr>
          <w:iCs/>
          <w:sz w:val="22"/>
          <w:szCs w:val="22"/>
          <w:lang w:val="en-US"/>
        </w:rPr>
      </w:pPr>
    </w:p>
    <w:p w:rsidR="00805088" w:rsidRPr="008E4B3F" w:rsidRDefault="00E41951" w:rsidP="00E41951">
      <w:pPr>
        <w:ind w:left="709" w:hanging="709"/>
        <w:jc w:val="both"/>
        <w:rPr>
          <w:bCs/>
          <w:iCs/>
          <w:sz w:val="22"/>
          <w:szCs w:val="22"/>
        </w:rPr>
      </w:pPr>
      <w:r w:rsidRPr="008E4B3F">
        <w:rPr>
          <w:bCs/>
          <w:iCs/>
          <w:sz w:val="22"/>
          <w:szCs w:val="22"/>
        </w:rPr>
        <w:tab/>
      </w:r>
      <w:r w:rsidR="00A2538F" w:rsidRPr="008E4B3F">
        <w:rPr>
          <w:bCs/>
          <w:iCs/>
          <w:sz w:val="22"/>
          <w:szCs w:val="22"/>
        </w:rPr>
        <w:t>Do you have any quest</w:t>
      </w:r>
      <w:r w:rsidR="00BA52AC" w:rsidRPr="008E4B3F">
        <w:rPr>
          <w:bCs/>
          <w:iCs/>
          <w:sz w:val="22"/>
          <w:szCs w:val="22"/>
        </w:rPr>
        <w:t>ions about th</w:t>
      </w:r>
      <w:r w:rsidRPr="008E4B3F">
        <w:rPr>
          <w:bCs/>
          <w:iCs/>
          <w:sz w:val="22"/>
          <w:szCs w:val="22"/>
        </w:rPr>
        <w:t xml:space="preserve">e interview process </w:t>
      </w:r>
      <w:r w:rsidR="00BA52AC" w:rsidRPr="008E4B3F">
        <w:rPr>
          <w:bCs/>
          <w:iCs/>
          <w:sz w:val="22"/>
          <w:szCs w:val="22"/>
        </w:rPr>
        <w:t>I have just explained to you</w:t>
      </w:r>
      <w:r w:rsidR="00A2538F" w:rsidRPr="008E4B3F">
        <w:rPr>
          <w:bCs/>
          <w:iCs/>
          <w:sz w:val="22"/>
          <w:szCs w:val="22"/>
        </w:rPr>
        <w:t>?</w:t>
      </w:r>
    </w:p>
    <w:p w:rsidR="00A2538F" w:rsidRPr="008E4B3F" w:rsidRDefault="00A2538F" w:rsidP="00E41951">
      <w:pPr>
        <w:ind w:left="709" w:hanging="709"/>
        <w:jc w:val="both"/>
        <w:rPr>
          <w:bCs/>
          <w:iCs/>
          <w:sz w:val="22"/>
          <w:szCs w:val="22"/>
        </w:rPr>
      </w:pPr>
    </w:p>
    <w:p w:rsidR="00A2538F" w:rsidRPr="008E4B3F" w:rsidRDefault="00E41951" w:rsidP="00E41951">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iCs/>
          <w:sz w:val="22"/>
          <w:szCs w:val="22"/>
        </w:rPr>
      </w:pPr>
      <w:r w:rsidRPr="008E4B3F">
        <w:rPr>
          <w:iCs/>
          <w:sz w:val="22"/>
          <w:szCs w:val="22"/>
        </w:rPr>
        <w:tab/>
      </w:r>
      <w:r w:rsidR="00A2538F" w:rsidRPr="008E4B3F">
        <w:rPr>
          <w:iCs/>
          <w:sz w:val="22"/>
          <w:szCs w:val="22"/>
        </w:rPr>
        <w:fldChar w:fldCharType="begin">
          <w:ffData>
            <w:name w:val=""/>
            <w:enabled/>
            <w:calcOnExit w:val="0"/>
            <w:checkBox>
              <w:sizeAuto/>
              <w:default w:val="0"/>
            </w:checkBox>
          </w:ffData>
        </w:fldChar>
      </w:r>
      <w:r w:rsidR="00A2538F" w:rsidRPr="008E4B3F">
        <w:rPr>
          <w:iCs/>
          <w:sz w:val="22"/>
          <w:szCs w:val="22"/>
        </w:rPr>
        <w:instrText xml:space="preserve"> FORMCHECKBOX </w:instrText>
      </w:r>
      <w:r w:rsidR="00A2538F" w:rsidRPr="008E4B3F">
        <w:rPr>
          <w:iCs/>
          <w:sz w:val="22"/>
          <w:szCs w:val="22"/>
        </w:rPr>
      </w:r>
      <w:r w:rsidR="00A2538F" w:rsidRPr="008E4B3F">
        <w:rPr>
          <w:iCs/>
          <w:sz w:val="22"/>
          <w:szCs w:val="22"/>
        </w:rPr>
        <w:fldChar w:fldCharType="end"/>
      </w:r>
      <w:r w:rsidRPr="008E4B3F">
        <w:rPr>
          <w:iCs/>
          <w:sz w:val="22"/>
          <w:szCs w:val="22"/>
        </w:rPr>
        <w:tab/>
        <w:t>Yes</w:t>
      </w:r>
      <w:r w:rsidR="00EC6685" w:rsidRPr="008E4B3F">
        <w:rPr>
          <w:iCs/>
          <w:sz w:val="22"/>
          <w:szCs w:val="22"/>
        </w:rPr>
        <w:t xml:space="preserve"> (question / response</w:t>
      </w:r>
      <w:r w:rsidR="00A2538F" w:rsidRPr="008E4B3F">
        <w:rPr>
          <w:iCs/>
          <w:sz w:val="22"/>
          <w:szCs w:val="22"/>
        </w:rPr>
        <w:t>)</w:t>
      </w:r>
    </w:p>
    <w:p w:rsidR="00A2538F" w:rsidRPr="008E4B3F" w:rsidRDefault="00E41951" w:rsidP="00E41951">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iCs/>
          <w:sz w:val="22"/>
          <w:szCs w:val="22"/>
        </w:rPr>
      </w:pPr>
      <w:r w:rsidRPr="008E4B3F">
        <w:rPr>
          <w:iCs/>
          <w:sz w:val="22"/>
          <w:szCs w:val="22"/>
        </w:rPr>
        <w:tab/>
      </w:r>
      <w:r w:rsidR="00BA52AC" w:rsidRPr="008E4B3F">
        <w:rPr>
          <w:iCs/>
          <w:sz w:val="22"/>
          <w:szCs w:val="22"/>
        </w:rPr>
        <w:fldChar w:fldCharType="begin">
          <w:ffData>
            <w:name w:val=""/>
            <w:enabled/>
            <w:calcOnExit w:val="0"/>
            <w:checkBox>
              <w:sizeAuto/>
              <w:default w:val="0"/>
            </w:checkBox>
          </w:ffData>
        </w:fldChar>
      </w:r>
      <w:r w:rsidR="00BA52AC" w:rsidRPr="008E4B3F">
        <w:rPr>
          <w:iCs/>
          <w:sz w:val="22"/>
          <w:szCs w:val="22"/>
        </w:rPr>
        <w:instrText xml:space="preserve"> FORMCHECKBOX </w:instrText>
      </w:r>
      <w:r w:rsidR="00BA52AC" w:rsidRPr="008E4B3F">
        <w:rPr>
          <w:iCs/>
          <w:sz w:val="22"/>
          <w:szCs w:val="22"/>
        </w:rPr>
      </w:r>
      <w:r w:rsidR="00BA52AC" w:rsidRPr="008E4B3F">
        <w:rPr>
          <w:iCs/>
          <w:sz w:val="22"/>
          <w:szCs w:val="22"/>
        </w:rPr>
        <w:fldChar w:fldCharType="end"/>
      </w:r>
      <w:r w:rsidRPr="008E4B3F">
        <w:rPr>
          <w:iCs/>
          <w:sz w:val="22"/>
          <w:szCs w:val="22"/>
        </w:rPr>
        <w:tab/>
        <w:t>No</w:t>
      </w:r>
      <w:r w:rsidR="00EC6685" w:rsidRPr="008E4B3F">
        <w:rPr>
          <w:iCs/>
          <w:sz w:val="22"/>
          <w:szCs w:val="22"/>
        </w:rPr>
        <w:t xml:space="preserve"> (proceed</w:t>
      </w:r>
      <w:r w:rsidR="00A2538F" w:rsidRPr="008E4B3F">
        <w:rPr>
          <w:iCs/>
          <w:sz w:val="22"/>
          <w:szCs w:val="22"/>
        </w:rPr>
        <w:t>)</w:t>
      </w:r>
    </w:p>
    <w:p w:rsidR="00805088" w:rsidRPr="008E4B3F" w:rsidRDefault="00805088" w:rsidP="00D94BA1">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iCs/>
          <w:sz w:val="22"/>
          <w:szCs w:val="22"/>
        </w:rPr>
      </w:pPr>
    </w:p>
    <w:p w:rsidR="0023463E" w:rsidRPr="008E4B3F" w:rsidRDefault="0023463E" w:rsidP="00805088">
      <w:pPr>
        <w:jc w:val="both"/>
        <w:rPr>
          <w:bCs/>
          <w:iCs/>
          <w:sz w:val="22"/>
          <w:szCs w:val="22"/>
        </w:rPr>
      </w:pPr>
    </w:p>
    <w:p w:rsidR="00805088" w:rsidRPr="008E4B3F" w:rsidRDefault="00E13C85" w:rsidP="00805088">
      <w:pPr>
        <w:jc w:val="both"/>
        <w:rPr>
          <w:b/>
          <w:iCs/>
          <w:sz w:val="22"/>
          <w:szCs w:val="22"/>
        </w:rPr>
      </w:pPr>
      <w:r w:rsidRPr="008E4B3F">
        <w:rPr>
          <w:b/>
          <w:iCs/>
          <w:sz w:val="22"/>
          <w:szCs w:val="22"/>
        </w:rPr>
        <w:t>RECORD OF INTERVIEW</w:t>
      </w:r>
      <w:r w:rsidR="00805088" w:rsidRPr="008E4B3F">
        <w:rPr>
          <w:b/>
          <w:iCs/>
          <w:sz w:val="22"/>
          <w:szCs w:val="22"/>
        </w:rPr>
        <w:t>:</w:t>
      </w:r>
    </w:p>
    <w:p w:rsidR="00805088" w:rsidRPr="008E4B3F" w:rsidRDefault="00805088" w:rsidP="00805088">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b/>
          <w:bCs/>
          <w:iCs/>
          <w:sz w:val="22"/>
          <w:szCs w:val="22"/>
        </w:rPr>
      </w:pPr>
    </w:p>
    <w:p w:rsidR="00E4522A" w:rsidRPr="008E4B3F" w:rsidRDefault="00E4522A" w:rsidP="00805088">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b/>
          <w:bCs/>
          <w:iCs/>
          <w:sz w:val="22"/>
          <w:szCs w:val="22"/>
        </w:rPr>
      </w:pPr>
      <w:r w:rsidRPr="008E4B3F">
        <w:rPr>
          <w:b/>
          <w:bCs/>
          <w:iCs/>
          <w:sz w:val="22"/>
          <w:szCs w:val="22"/>
        </w:rPr>
        <w:t>Example questions</w:t>
      </w:r>
    </w:p>
    <w:p w:rsidR="00E4522A" w:rsidRPr="008E4B3F" w:rsidRDefault="00E4522A" w:rsidP="00805088">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b/>
          <w:bCs/>
          <w:iCs/>
          <w:sz w:val="22"/>
          <w:szCs w:val="22"/>
        </w:rPr>
      </w:pPr>
    </w:p>
    <w:p w:rsidR="002258B1" w:rsidRPr="008E4B3F" w:rsidRDefault="00D039A6" w:rsidP="002258B1">
      <w:pPr>
        <w:numPr>
          <w:ilvl w:val="0"/>
          <w:numId w:val="19"/>
        </w:numPr>
        <w:tabs>
          <w:tab w:val="clear" w:pos="720"/>
        </w:tabs>
        <w:ind w:left="0" w:firstLine="0"/>
        <w:jc w:val="both"/>
        <w:rPr>
          <w:b/>
          <w:bCs/>
          <w:iCs/>
          <w:sz w:val="22"/>
          <w:szCs w:val="22"/>
        </w:rPr>
      </w:pPr>
      <w:r w:rsidRPr="008E4B3F">
        <w:rPr>
          <w:b/>
          <w:bCs/>
          <w:iCs/>
          <w:sz w:val="22"/>
          <w:szCs w:val="22"/>
        </w:rPr>
        <w:t xml:space="preserve">Please can you state </w:t>
      </w:r>
      <w:r w:rsidR="002258B1" w:rsidRPr="008E4B3F">
        <w:rPr>
          <w:b/>
          <w:bCs/>
          <w:iCs/>
          <w:sz w:val="22"/>
          <w:szCs w:val="22"/>
        </w:rPr>
        <w:t>your full name and position title?</w:t>
      </w:r>
    </w:p>
    <w:p w:rsidR="00703601" w:rsidRPr="008E4B3F" w:rsidRDefault="00703601" w:rsidP="002258B1">
      <w:pPr>
        <w:jc w:val="both"/>
        <w:rPr>
          <w:iCs/>
          <w:sz w:val="22"/>
          <w:szCs w:val="22"/>
        </w:rPr>
      </w:pPr>
    </w:p>
    <w:p w:rsidR="002258B1" w:rsidRPr="008E4B3F" w:rsidRDefault="002258B1" w:rsidP="0046032B">
      <w:pPr>
        <w:jc w:val="both"/>
        <w:rPr>
          <w:iCs/>
          <w:sz w:val="22"/>
          <w:szCs w:val="22"/>
        </w:rPr>
      </w:pPr>
      <w:r w:rsidRPr="008E4B3F">
        <w:rPr>
          <w:iCs/>
          <w:sz w:val="22"/>
          <w:szCs w:val="22"/>
        </w:rPr>
        <w:t>A1.</w:t>
      </w:r>
      <w:r w:rsidRPr="008E4B3F">
        <w:rPr>
          <w:iCs/>
          <w:sz w:val="22"/>
          <w:szCs w:val="22"/>
        </w:rPr>
        <w:tab/>
      </w:r>
    </w:p>
    <w:p w:rsidR="001C3475" w:rsidRPr="008E4B3F" w:rsidRDefault="001C3475" w:rsidP="002258B1">
      <w:pPr>
        <w:jc w:val="both"/>
        <w:rPr>
          <w:iCs/>
          <w:sz w:val="22"/>
          <w:szCs w:val="22"/>
        </w:rPr>
      </w:pPr>
    </w:p>
    <w:p w:rsidR="00E4522A" w:rsidRPr="008E4B3F" w:rsidRDefault="00B64764" w:rsidP="002258B1">
      <w:pPr>
        <w:jc w:val="both"/>
        <w:rPr>
          <w:b/>
          <w:bCs/>
          <w:iCs/>
          <w:sz w:val="22"/>
          <w:szCs w:val="22"/>
        </w:rPr>
      </w:pPr>
      <w:r w:rsidRPr="008E4B3F">
        <w:rPr>
          <w:b/>
          <w:bCs/>
          <w:iCs/>
          <w:sz w:val="22"/>
          <w:szCs w:val="22"/>
        </w:rPr>
        <w:t>Q2.</w:t>
      </w:r>
      <w:r w:rsidRPr="008E4B3F">
        <w:rPr>
          <w:b/>
          <w:bCs/>
          <w:iCs/>
          <w:sz w:val="22"/>
          <w:szCs w:val="22"/>
        </w:rPr>
        <w:tab/>
      </w:r>
      <w:r w:rsidR="00475174" w:rsidRPr="008E4B3F">
        <w:rPr>
          <w:b/>
          <w:bCs/>
          <w:iCs/>
          <w:sz w:val="22"/>
          <w:szCs w:val="22"/>
        </w:rPr>
        <w:t>What are you contact detail</w:t>
      </w:r>
      <w:r w:rsidR="00E4522A" w:rsidRPr="008E4B3F">
        <w:rPr>
          <w:b/>
          <w:bCs/>
          <w:iCs/>
          <w:sz w:val="22"/>
          <w:szCs w:val="22"/>
        </w:rPr>
        <w:t xml:space="preserve">s (residential / phone </w:t>
      </w:r>
      <w:proofErr w:type="spellStart"/>
      <w:r w:rsidR="00E4522A" w:rsidRPr="008E4B3F">
        <w:rPr>
          <w:b/>
          <w:bCs/>
          <w:iCs/>
          <w:sz w:val="22"/>
          <w:szCs w:val="22"/>
        </w:rPr>
        <w:t>etc</w:t>
      </w:r>
      <w:proofErr w:type="spellEnd"/>
      <w:r w:rsidR="00E4522A" w:rsidRPr="008E4B3F">
        <w:rPr>
          <w:b/>
          <w:bCs/>
          <w:iCs/>
          <w:sz w:val="22"/>
          <w:szCs w:val="22"/>
        </w:rPr>
        <w:t>)</w:t>
      </w:r>
    </w:p>
    <w:p w:rsidR="00E4522A" w:rsidRPr="008E4B3F" w:rsidRDefault="00E4522A" w:rsidP="002258B1">
      <w:pPr>
        <w:jc w:val="both"/>
        <w:rPr>
          <w:b/>
          <w:bCs/>
          <w:iCs/>
          <w:sz w:val="22"/>
          <w:szCs w:val="22"/>
        </w:rPr>
      </w:pPr>
    </w:p>
    <w:p w:rsidR="00E4522A" w:rsidRPr="008E4B3F" w:rsidRDefault="00E4522A" w:rsidP="002258B1">
      <w:pPr>
        <w:jc w:val="both"/>
        <w:rPr>
          <w:iCs/>
          <w:sz w:val="22"/>
          <w:szCs w:val="22"/>
        </w:rPr>
      </w:pPr>
      <w:r w:rsidRPr="008E4B3F">
        <w:rPr>
          <w:iCs/>
          <w:sz w:val="22"/>
          <w:szCs w:val="22"/>
        </w:rPr>
        <w:t>A2.</w:t>
      </w:r>
    </w:p>
    <w:p w:rsidR="002814A7" w:rsidRPr="008E4B3F" w:rsidRDefault="002814A7" w:rsidP="002258B1">
      <w:pPr>
        <w:jc w:val="both"/>
        <w:rPr>
          <w:b/>
          <w:bCs/>
          <w:iCs/>
          <w:sz w:val="22"/>
          <w:szCs w:val="22"/>
        </w:rPr>
      </w:pPr>
    </w:p>
    <w:p w:rsidR="002814A7" w:rsidRPr="008E4B3F" w:rsidRDefault="00E4522A" w:rsidP="002258B1">
      <w:pPr>
        <w:jc w:val="both"/>
        <w:rPr>
          <w:b/>
          <w:bCs/>
          <w:iCs/>
          <w:sz w:val="22"/>
          <w:szCs w:val="22"/>
        </w:rPr>
      </w:pPr>
      <w:r w:rsidRPr="008E4B3F">
        <w:rPr>
          <w:b/>
          <w:bCs/>
          <w:iCs/>
          <w:sz w:val="22"/>
          <w:szCs w:val="22"/>
        </w:rPr>
        <w:t>Q3.</w:t>
      </w:r>
      <w:r w:rsidRPr="008E4B3F">
        <w:rPr>
          <w:b/>
          <w:bCs/>
          <w:iCs/>
          <w:sz w:val="22"/>
          <w:szCs w:val="22"/>
        </w:rPr>
        <w:tab/>
      </w:r>
      <w:r w:rsidR="002814A7" w:rsidRPr="008E4B3F">
        <w:rPr>
          <w:b/>
          <w:bCs/>
          <w:iCs/>
          <w:sz w:val="22"/>
          <w:szCs w:val="22"/>
        </w:rPr>
        <w:t>What are you official and private mobile phone numbers?</w:t>
      </w:r>
    </w:p>
    <w:p w:rsidR="002814A7" w:rsidRPr="008E4B3F" w:rsidRDefault="002814A7" w:rsidP="002258B1">
      <w:pPr>
        <w:jc w:val="both"/>
        <w:rPr>
          <w:b/>
          <w:bCs/>
          <w:iCs/>
          <w:sz w:val="22"/>
          <w:szCs w:val="22"/>
        </w:rPr>
      </w:pPr>
    </w:p>
    <w:p w:rsidR="002814A7" w:rsidRPr="008E4B3F" w:rsidRDefault="002814A7" w:rsidP="002258B1">
      <w:pPr>
        <w:jc w:val="both"/>
        <w:rPr>
          <w:bCs/>
          <w:iCs/>
          <w:sz w:val="22"/>
          <w:szCs w:val="22"/>
        </w:rPr>
      </w:pPr>
      <w:r w:rsidRPr="008E4B3F">
        <w:rPr>
          <w:bCs/>
          <w:iCs/>
          <w:sz w:val="22"/>
          <w:szCs w:val="22"/>
        </w:rPr>
        <w:t>A3.</w:t>
      </w:r>
      <w:r w:rsidRPr="008E4B3F">
        <w:rPr>
          <w:bCs/>
          <w:iCs/>
          <w:sz w:val="22"/>
          <w:szCs w:val="22"/>
        </w:rPr>
        <w:tab/>
      </w:r>
    </w:p>
    <w:p w:rsidR="002814A7" w:rsidRPr="008E4B3F" w:rsidRDefault="002814A7" w:rsidP="002258B1">
      <w:pPr>
        <w:jc w:val="both"/>
        <w:rPr>
          <w:bCs/>
          <w:iCs/>
          <w:sz w:val="22"/>
          <w:szCs w:val="22"/>
        </w:rPr>
      </w:pPr>
    </w:p>
    <w:p w:rsidR="002814A7" w:rsidRPr="008E4B3F" w:rsidRDefault="002814A7" w:rsidP="002258B1">
      <w:pPr>
        <w:jc w:val="both"/>
        <w:rPr>
          <w:b/>
          <w:bCs/>
          <w:iCs/>
          <w:sz w:val="22"/>
          <w:szCs w:val="22"/>
        </w:rPr>
      </w:pPr>
      <w:r w:rsidRPr="008E4B3F">
        <w:rPr>
          <w:b/>
          <w:bCs/>
          <w:iCs/>
          <w:sz w:val="22"/>
          <w:szCs w:val="22"/>
        </w:rPr>
        <w:t>Q4.</w:t>
      </w:r>
      <w:r w:rsidRPr="008E4B3F">
        <w:rPr>
          <w:b/>
          <w:bCs/>
          <w:iCs/>
          <w:sz w:val="22"/>
          <w:szCs w:val="22"/>
        </w:rPr>
        <w:tab/>
        <w:t xml:space="preserve">What email accounts do you have? </w:t>
      </w:r>
    </w:p>
    <w:p w:rsidR="002814A7" w:rsidRPr="008E4B3F" w:rsidRDefault="002814A7" w:rsidP="002258B1">
      <w:pPr>
        <w:jc w:val="both"/>
        <w:rPr>
          <w:b/>
          <w:bCs/>
          <w:iCs/>
          <w:sz w:val="22"/>
          <w:szCs w:val="22"/>
        </w:rPr>
      </w:pPr>
    </w:p>
    <w:p w:rsidR="002814A7" w:rsidRPr="008E4B3F" w:rsidRDefault="002814A7" w:rsidP="002258B1">
      <w:pPr>
        <w:jc w:val="both"/>
        <w:rPr>
          <w:bCs/>
          <w:iCs/>
          <w:sz w:val="22"/>
          <w:szCs w:val="22"/>
        </w:rPr>
      </w:pPr>
      <w:r w:rsidRPr="008E4B3F">
        <w:rPr>
          <w:bCs/>
          <w:iCs/>
          <w:sz w:val="22"/>
          <w:szCs w:val="22"/>
        </w:rPr>
        <w:t>A4.</w:t>
      </w:r>
      <w:r w:rsidRPr="008E4B3F">
        <w:rPr>
          <w:bCs/>
          <w:iCs/>
          <w:sz w:val="22"/>
          <w:szCs w:val="22"/>
        </w:rPr>
        <w:tab/>
      </w:r>
    </w:p>
    <w:p w:rsidR="002814A7" w:rsidRPr="008E4B3F" w:rsidRDefault="002814A7" w:rsidP="002258B1">
      <w:pPr>
        <w:jc w:val="both"/>
        <w:rPr>
          <w:b/>
          <w:bCs/>
          <w:iCs/>
          <w:sz w:val="22"/>
          <w:szCs w:val="22"/>
        </w:rPr>
      </w:pPr>
    </w:p>
    <w:p w:rsidR="00B64764" w:rsidRPr="008E4B3F" w:rsidRDefault="002814A7" w:rsidP="002258B1">
      <w:pPr>
        <w:jc w:val="both"/>
        <w:rPr>
          <w:b/>
          <w:bCs/>
          <w:iCs/>
          <w:sz w:val="22"/>
          <w:szCs w:val="22"/>
        </w:rPr>
      </w:pPr>
      <w:r w:rsidRPr="008E4B3F">
        <w:rPr>
          <w:b/>
          <w:bCs/>
          <w:iCs/>
          <w:sz w:val="22"/>
          <w:szCs w:val="22"/>
        </w:rPr>
        <w:t>Q5.</w:t>
      </w:r>
      <w:r w:rsidRPr="008E4B3F">
        <w:rPr>
          <w:b/>
          <w:bCs/>
          <w:iCs/>
          <w:sz w:val="22"/>
          <w:szCs w:val="22"/>
        </w:rPr>
        <w:tab/>
        <w:t>H</w:t>
      </w:r>
      <w:r w:rsidR="00B64764" w:rsidRPr="008E4B3F">
        <w:rPr>
          <w:b/>
          <w:bCs/>
          <w:iCs/>
          <w:sz w:val="22"/>
          <w:szCs w:val="22"/>
        </w:rPr>
        <w:t>ow long have you been working for UNHCR?</w:t>
      </w:r>
    </w:p>
    <w:p w:rsidR="00B64764" w:rsidRPr="008E4B3F" w:rsidRDefault="00B64764" w:rsidP="002258B1">
      <w:pPr>
        <w:jc w:val="both"/>
        <w:rPr>
          <w:iCs/>
          <w:sz w:val="22"/>
          <w:szCs w:val="22"/>
        </w:rPr>
      </w:pPr>
    </w:p>
    <w:p w:rsidR="00B64764" w:rsidRPr="008E4B3F" w:rsidRDefault="002814A7" w:rsidP="002258B1">
      <w:pPr>
        <w:jc w:val="both"/>
        <w:rPr>
          <w:iCs/>
          <w:sz w:val="22"/>
          <w:szCs w:val="22"/>
        </w:rPr>
      </w:pPr>
      <w:r w:rsidRPr="008E4B3F">
        <w:rPr>
          <w:iCs/>
          <w:sz w:val="22"/>
          <w:szCs w:val="22"/>
        </w:rPr>
        <w:t>A5</w:t>
      </w:r>
      <w:r w:rsidR="00B64764" w:rsidRPr="008E4B3F">
        <w:rPr>
          <w:iCs/>
          <w:sz w:val="22"/>
          <w:szCs w:val="22"/>
        </w:rPr>
        <w:t>.</w:t>
      </w:r>
      <w:r w:rsidR="00941591" w:rsidRPr="008E4B3F">
        <w:rPr>
          <w:iCs/>
          <w:sz w:val="22"/>
          <w:szCs w:val="22"/>
        </w:rPr>
        <w:tab/>
      </w:r>
    </w:p>
    <w:p w:rsidR="00B64764" w:rsidRPr="008E4B3F" w:rsidRDefault="00B64764" w:rsidP="002258B1">
      <w:pPr>
        <w:jc w:val="both"/>
        <w:rPr>
          <w:iCs/>
          <w:sz w:val="22"/>
          <w:szCs w:val="22"/>
        </w:rPr>
      </w:pPr>
    </w:p>
    <w:p w:rsidR="00B64764" w:rsidRPr="008E4B3F" w:rsidRDefault="00E4522A" w:rsidP="007C5394">
      <w:pPr>
        <w:ind w:left="720" w:hanging="720"/>
        <w:jc w:val="both"/>
        <w:rPr>
          <w:b/>
          <w:bCs/>
          <w:iCs/>
          <w:sz w:val="22"/>
          <w:szCs w:val="22"/>
        </w:rPr>
      </w:pPr>
      <w:r w:rsidRPr="008E4B3F">
        <w:rPr>
          <w:b/>
          <w:bCs/>
          <w:iCs/>
          <w:sz w:val="22"/>
          <w:szCs w:val="22"/>
        </w:rPr>
        <w:t>Q4</w:t>
      </w:r>
      <w:r w:rsidR="00B64764" w:rsidRPr="008E4B3F">
        <w:rPr>
          <w:b/>
          <w:bCs/>
          <w:iCs/>
          <w:sz w:val="22"/>
          <w:szCs w:val="22"/>
        </w:rPr>
        <w:t>.</w:t>
      </w:r>
      <w:r w:rsidR="00B64764" w:rsidRPr="008E4B3F">
        <w:rPr>
          <w:b/>
          <w:bCs/>
          <w:iCs/>
          <w:sz w:val="22"/>
          <w:szCs w:val="22"/>
        </w:rPr>
        <w:tab/>
        <w:t>Since you began working for UNHCR, what typ</w:t>
      </w:r>
      <w:r w:rsidR="0046032B" w:rsidRPr="008E4B3F">
        <w:rPr>
          <w:b/>
          <w:bCs/>
          <w:iCs/>
          <w:sz w:val="22"/>
          <w:szCs w:val="22"/>
        </w:rPr>
        <w:t xml:space="preserve">e of </w:t>
      </w:r>
      <w:r w:rsidR="009927A3" w:rsidRPr="008E4B3F">
        <w:rPr>
          <w:b/>
          <w:bCs/>
          <w:iCs/>
          <w:sz w:val="22"/>
          <w:szCs w:val="22"/>
        </w:rPr>
        <w:t xml:space="preserve">trainings have you </w:t>
      </w:r>
      <w:r w:rsidR="00B71B39" w:rsidRPr="008E4B3F">
        <w:rPr>
          <w:b/>
          <w:bCs/>
          <w:iCs/>
          <w:sz w:val="22"/>
          <w:szCs w:val="22"/>
        </w:rPr>
        <w:t xml:space="preserve">attended that are relevant to </w:t>
      </w:r>
      <w:r w:rsidR="007C5394" w:rsidRPr="008E4B3F">
        <w:rPr>
          <w:b/>
          <w:bCs/>
          <w:iCs/>
          <w:sz w:val="22"/>
          <w:szCs w:val="22"/>
        </w:rPr>
        <w:t xml:space="preserve">your specific area of </w:t>
      </w:r>
      <w:r w:rsidR="009927A3" w:rsidRPr="008E4B3F">
        <w:rPr>
          <w:b/>
          <w:bCs/>
          <w:iCs/>
          <w:sz w:val="22"/>
          <w:szCs w:val="22"/>
        </w:rPr>
        <w:t xml:space="preserve">work </w:t>
      </w:r>
      <w:r w:rsidR="007C5394" w:rsidRPr="008E4B3F">
        <w:rPr>
          <w:b/>
          <w:bCs/>
          <w:iCs/>
          <w:sz w:val="22"/>
          <w:szCs w:val="22"/>
        </w:rPr>
        <w:t>responsibility</w:t>
      </w:r>
      <w:r w:rsidR="00B64764" w:rsidRPr="008E4B3F">
        <w:rPr>
          <w:b/>
          <w:bCs/>
          <w:iCs/>
          <w:sz w:val="22"/>
          <w:szCs w:val="22"/>
        </w:rPr>
        <w:t>?</w:t>
      </w:r>
    </w:p>
    <w:p w:rsidR="00B64764" w:rsidRPr="008E4B3F" w:rsidRDefault="00B64764" w:rsidP="002258B1">
      <w:pPr>
        <w:jc w:val="both"/>
        <w:rPr>
          <w:iCs/>
          <w:sz w:val="22"/>
          <w:szCs w:val="22"/>
        </w:rPr>
      </w:pPr>
    </w:p>
    <w:p w:rsidR="00B64764" w:rsidRPr="008E4B3F" w:rsidRDefault="00E4522A" w:rsidP="00941591">
      <w:pPr>
        <w:ind w:left="720" w:hanging="720"/>
        <w:jc w:val="both"/>
        <w:rPr>
          <w:iCs/>
          <w:sz w:val="22"/>
          <w:szCs w:val="22"/>
        </w:rPr>
      </w:pPr>
      <w:r w:rsidRPr="008E4B3F">
        <w:rPr>
          <w:iCs/>
          <w:sz w:val="22"/>
          <w:szCs w:val="22"/>
        </w:rPr>
        <w:t>A4</w:t>
      </w:r>
      <w:r w:rsidR="00B64764" w:rsidRPr="008E4B3F">
        <w:rPr>
          <w:iCs/>
          <w:sz w:val="22"/>
          <w:szCs w:val="22"/>
        </w:rPr>
        <w:t>.</w:t>
      </w:r>
      <w:r w:rsidR="0046032B" w:rsidRPr="008E4B3F">
        <w:rPr>
          <w:iCs/>
          <w:sz w:val="22"/>
          <w:szCs w:val="22"/>
        </w:rPr>
        <w:tab/>
      </w:r>
      <w:r w:rsidR="00E2122A" w:rsidRPr="008E4B3F">
        <w:rPr>
          <w:iCs/>
          <w:sz w:val="22"/>
          <w:szCs w:val="22"/>
        </w:rPr>
        <w:t xml:space="preserve"> </w:t>
      </w:r>
    </w:p>
    <w:p w:rsidR="00B64764" w:rsidRPr="008E4B3F" w:rsidRDefault="00B64764" w:rsidP="002258B1">
      <w:pPr>
        <w:jc w:val="both"/>
        <w:rPr>
          <w:iCs/>
          <w:sz w:val="22"/>
          <w:szCs w:val="22"/>
        </w:rPr>
      </w:pPr>
    </w:p>
    <w:p w:rsidR="007C5394" w:rsidRPr="008E4B3F" w:rsidRDefault="00E4522A" w:rsidP="007C5394">
      <w:pPr>
        <w:jc w:val="both"/>
        <w:rPr>
          <w:b/>
          <w:bCs/>
          <w:iCs/>
          <w:sz w:val="22"/>
          <w:szCs w:val="22"/>
        </w:rPr>
      </w:pPr>
      <w:r w:rsidRPr="008E4B3F">
        <w:rPr>
          <w:b/>
          <w:bCs/>
          <w:iCs/>
          <w:sz w:val="22"/>
          <w:szCs w:val="22"/>
        </w:rPr>
        <w:lastRenderedPageBreak/>
        <w:t>Q5</w:t>
      </w:r>
      <w:r w:rsidR="001C3475" w:rsidRPr="008E4B3F">
        <w:rPr>
          <w:b/>
          <w:bCs/>
          <w:iCs/>
          <w:sz w:val="22"/>
          <w:szCs w:val="22"/>
        </w:rPr>
        <w:t>.</w:t>
      </w:r>
      <w:r w:rsidR="007C5394" w:rsidRPr="008E4B3F">
        <w:rPr>
          <w:b/>
          <w:bCs/>
          <w:iCs/>
          <w:sz w:val="22"/>
          <w:szCs w:val="22"/>
        </w:rPr>
        <w:tab/>
        <w:t>Have you attended any training or refresher courses on the Code of Conduct?</w:t>
      </w:r>
      <w:r w:rsidR="00B71B39" w:rsidRPr="008E4B3F">
        <w:rPr>
          <w:b/>
          <w:bCs/>
          <w:iCs/>
          <w:sz w:val="22"/>
          <w:szCs w:val="22"/>
        </w:rPr>
        <w:t xml:space="preserve"> (When?)</w:t>
      </w:r>
    </w:p>
    <w:p w:rsidR="007C5394" w:rsidRPr="008E4B3F" w:rsidRDefault="007C5394" w:rsidP="007C5394">
      <w:pPr>
        <w:jc w:val="both"/>
        <w:rPr>
          <w:b/>
          <w:bCs/>
          <w:iCs/>
          <w:sz w:val="22"/>
          <w:szCs w:val="22"/>
        </w:rPr>
      </w:pPr>
    </w:p>
    <w:p w:rsidR="00734F58" w:rsidRPr="008E4B3F" w:rsidRDefault="00734F58" w:rsidP="00832237">
      <w:pPr>
        <w:ind w:left="720" w:hanging="720"/>
        <w:jc w:val="both"/>
        <w:rPr>
          <w:b/>
          <w:iCs/>
          <w:lang w:val="en-AU"/>
        </w:rPr>
      </w:pPr>
    </w:p>
    <w:p w:rsidR="00805088" w:rsidRPr="008E4B3F" w:rsidRDefault="00E4522A" w:rsidP="00832237">
      <w:pPr>
        <w:ind w:left="720" w:hanging="720"/>
        <w:jc w:val="both"/>
        <w:rPr>
          <w:b/>
          <w:iCs/>
          <w:lang w:val="en-AU"/>
        </w:rPr>
      </w:pPr>
      <w:r w:rsidRPr="008E4B3F">
        <w:rPr>
          <w:b/>
          <w:iCs/>
          <w:lang w:val="en-AU"/>
        </w:rPr>
        <w:t>QX</w:t>
      </w:r>
      <w:r w:rsidR="00832237" w:rsidRPr="008E4B3F">
        <w:rPr>
          <w:b/>
          <w:iCs/>
          <w:lang w:val="en-AU"/>
        </w:rPr>
        <w:t>.</w:t>
      </w:r>
      <w:r w:rsidR="00832237" w:rsidRPr="008E4B3F">
        <w:rPr>
          <w:b/>
          <w:iCs/>
          <w:lang w:val="en-AU"/>
        </w:rPr>
        <w:tab/>
      </w:r>
      <w:r w:rsidR="00805088" w:rsidRPr="008E4B3F">
        <w:rPr>
          <w:b/>
          <w:iCs/>
        </w:rPr>
        <w:t xml:space="preserve">Do you have anything else you would like to </w:t>
      </w:r>
      <w:r w:rsidR="0004357E" w:rsidRPr="008E4B3F">
        <w:rPr>
          <w:b/>
          <w:iCs/>
        </w:rPr>
        <w:t>add?</w:t>
      </w:r>
    </w:p>
    <w:p w:rsidR="0063166F" w:rsidRPr="008E4B3F" w:rsidRDefault="0063166F" w:rsidP="00D55DD5">
      <w:pPr>
        <w:jc w:val="both"/>
        <w:rPr>
          <w:bCs/>
          <w:lang w:val="en-AU"/>
        </w:rPr>
      </w:pPr>
    </w:p>
    <w:p w:rsidR="00805088" w:rsidRPr="008E4B3F" w:rsidRDefault="00734F58" w:rsidP="002258B1">
      <w:pPr>
        <w:ind w:left="720" w:hanging="720"/>
        <w:jc w:val="both"/>
        <w:rPr>
          <w:bCs/>
          <w:iCs/>
        </w:rPr>
      </w:pPr>
      <w:r w:rsidRPr="008E4B3F">
        <w:rPr>
          <w:bCs/>
          <w:iCs/>
        </w:rPr>
        <w:t>A</w:t>
      </w:r>
      <w:r w:rsidR="00E4522A" w:rsidRPr="008E4B3F">
        <w:rPr>
          <w:bCs/>
          <w:iCs/>
        </w:rPr>
        <w:t>X</w:t>
      </w:r>
      <w:r w:rsidR="00703601" w:rsidRPr="008E4B3F">
        <w:rPr>
          <w:bCs/>
          <w:iCs/>
        </w:rPr>
        <w:t>.</w:t>
      </w:r>
      <w:r w:rsidR="0063166F" w:rsidRPr="008E4B3F">
        <w:rPr>
          <w:bCs/>
          <w:iCs/>
        </w:rPr>
        <w:tab/>
      </w:r>
    </w:p>
    <w:p w:rsidR="000B3124" w:rsidRPr="008E4B3F" w:rsidRDefault="000B3124" w:rsidP="00805088">
      <w:pPr>
        <w:jc w:val="both"/>
        <w:rPr>
          <w:bCs/>
        </w:rPr>
      </w:pPr>
    </w:p>
    <w:p w:rsidR="001F64E1" w:rsidRPr="008E4B3F" w:rsidRDefault="008620F3" w:rsidP="008268DC">
      <w:pPr>
        <w:pStyle w:val="Style1"/>
        <w:numPr>
          <w:ilvl w:val="0"/>
          <w:numId w:val="0"/>
        </w:numPr>
        <w:tabs>
          <w:tab w:val="left" w:pos="720"/>
        </w:tabs>
        <w:ind w:left="720" w:hanging="720"/>
        <w:jc w:val="both"/>
        <w:rPr>
          <w:b/>
          <w:iCs/>
          <w:lang w:val="en-US"/>
        </w:rPr>
      </w:pPr>
      <w:r w:rsidRPr="008E4B3F">
        <w:rPr>
          <w:b/>
          <w:iCs/>
          <w:lang w:val="en-US"/>
        </w:rPr>
        <w:t>Closure</w:t>
      </w:r>
    </w:p>
    <w:p w:rsidR="008620F3" w:rsidRPr="008E4B3F" w:rsidRDefault="002E618E" w:rsidP="008268DC">
      <w:pPr>
        <w:pStyle w:val="Style1"/>
        <w:numPr>
          <w:ilvl w:val="0"/>
          <w:numId w:val="0"/>
        </w:numPr>
        <w:tabs>
          <w:tab w:val="left" w:pos="720"/>
        </w:tabs>
        <w:ind w:left="720" w:hanging="720"/>
        <w:jc w:val="both"/>
        <w:rPr>
          <w:b/>
          <w:iCs/>
          <w:lang w:val="en-US"/>
        </w:rPr>
      </w:pPr>
      <w:r w:rsidRPr="008E4B3F">
        <w:rPr>
          <w:b/>
          <w:iCs/>
          <w:lang w:val="en-US"/>
        </w:rPr>
        <w:tab/>
      </w:r>
    </w:p>
    <w:p w:rsidR="008268DC" w:rsidRPr="008E4B3F" w:rsidRDefault="008620F3" w:rsidP="008268DC">
      <w:pPr>
        <w:pStyle w:val="Style1"/>
        <w:numPr>
          <w:ilvl w:val="0"/>
          <w:numId w:val="0"/>
        </w:numPr>
        <w:tabs>
          <w:tab w:val="left" w:pos="720"/>
        </w:tabs>
        <w:ind w:left="720" w:hanging="720"/>
        <w:jc w:val="both"/>
        <w:rPr>
          <w:iCs/>
          <w:lang w:val="en-US"/>
        </w:rPr>
      </w:pPr>
      <w:r w:rsidRPr="008E4B3F">
        <w:rPr>
          <w:iCs/>
          <w:lang w:val="en-US"/>
        </w:rPr>
        <w:tab/>
      </w:r>
      <w:r w:rsidR="004E45A2" w:rsidRPr="008E4B3F">
        <w:rPr>
          <w:iCs/>
          <w:lang w:val="en-US"/>
        </w:rPr>
        <w:t xml:space="preserve">I </w:t>
      </w:r>
      <w:r w:rsidR="0004357E" w:rsidRPr="008E4B3F">
        <w:rPr>
          <w:iCs/>
          <w:lang w:val="en-US"/>
        </w:rPr>
        <w:t xml:space="preserve">don’t have any further questions at this </w:t>
      </w:r>
      <w:r w:rsidR="00177C99" w:rsidRPr="008E4B3F">
        <w:rPr>
          <w:iCs/>
          <w:lang w:val="en-US"/>
        </w:rPr>
        <w:t>stage</w:t>
      </w:r>
      <w:r w:rsidR="0004357E" w:rsidRPr="008E4B3F">
        <w:rPr>
          <w:iCs/>
          <w:lang w:val="en-US"/>
        </w:rPr>
        <w:t xml:space="preserve">.  We may </w:t>
      </w:r>
      <w:r w:rsidR="00E4522A" w:rsidRPr="008E4B3F">
        <w:rPr>
          <w:iCs/>
          <w:lang w:val="en-US"/>
        </w:rPr>
        <w:t xml:space="preserve">contact you at a later time if we </w:t>
      </w:r>
      <w:r w:rsidR="0004357E" w:rsidRPr="008E4B3F">
        <w:rPr>
          <w:iCs/>
          <w:lang w:val="en-US"/>
        </w:rPr>
        <w:t>have some further questions</w:t>
      </w:r>
      <w:r w:rsidR="00E4522A" w:rsidRPr="008E4B3F">
        <w:rPr>
          <w:iCs/>
          <w:lang w:val="en-US"/>
        </w:rPr>
        <w:t xml:space="preserve"> or </w:t>
      </w:r>
      <w:r w:rsidR="0004357E" w:rsidRPr="008E4B3F">
        <w:rPr>
          <w:iCs/>
          <w:lang w:val="en-US"/>
        </w:rPr>
        <w:t xml:space="preserve">to </w:t>
      </w:r>
      <w:r w:rsidR="00177C99" w:rsidRPr="008E4B3F">
        <w:rPr>
          <w:iCs/>
          <w:lang w:val="en-US"/>
        </w:rPr>
        <w:t>clarify</w:t>
      </w:r>
      <w:r w:rsidR="0004357E" w:rsidRPr="008E4B3F">
        <w:rPr>
          <w:iCs/>
          <w:lang w:val="en-US"/>
        </w:rPr>
        <w:t xml:space="preserve"> certain facts.  </w:t>
      </w:r>
    </w:p>
    <w:p w:rsidR="008268DC" w:rsidRPr="008E4B3F" w:rsidRDefault="008268DC" w:rsidP="008268DC">
      <w:pPr>
        <w:pStyle w:val="Style1"/>
        <w:numPr>
          <w:ilvl w:val="0"/>
          <w:numId w:val="0"/>
        </w:numPr>
        <w:tabs>
          <w:tab w:val="left" w:pos="720"/>
        </w:tabs>
        <w:ind w:left="720" w:hanging="720"/>
        <w:jc w:val="both"/>
        <w:rPr>
          <w:iCs/>
          <w:lang w:val="en-US"/>
        </w:rPr>
      </w:pPr>
    </w:p>
    <w:p w:rsidR="008268DC" w:rsidRPr="008E4B3F" w:rsidRDefault="008268DC" w:rsidP="008268DC">
      <w:pPr>
        <w:pStyle w:val="Style1"/>
        <w:numPr>
          <w:ilvl w:val="0"/>
          <w:numId w:val="0"/>
        </w:numPr>
        <w:tabs>
          <w:tab w:val="left" w:pos="720"/>
        </w:tabs>
        <w:ind w:left="720" w:hanging="720"/>
        <w:jc w:val="both"/>
        <w:rPr>
          <w:iCs/>
          <w:lang w:val="en-US"/>
        </w:rPr>
      </w:pPr>
      <w:r w:rsidRPr="008E4B3F">
        <w:rPr>
          <w:iCs/>
          <w:lang w:val="en-US"/>
        </w:rPr>
        <w:tab/>
      </w:r>
      <w:r w:rsidR="0004357E" w:rsidRPr="008E4B3F">
        <w:rPr>
          <w:iCs/>
          <w:lang w:val="en-US"/>
        </w:rPr>
        <w:t>I w</w:t>
      </w:r>
      <w:r w:rsidR="004E45A2" w:rsidRPr="008E4B3F">
        <w:rPr>
          <w:iCs/>
          <w:lang w:val="en-US"/>
        </w:rPr>
        <w:t xml:space="preserve">ould like to thank you for your cooperation </w:t>
      </w:r>
      <w:r w:rsidR="00832237" w:rsidRPr="008E4B3F">
        <w:rPr>
          <w:iCs/>
          <w:lang w:val="en-US"/>
        </w:rPr>
        <w:t xml:space="preserve">today </w:t>
      </w:r>
      <w:r w:rsidR="004E45A2" w:rsidRPr="008E4B3F">
        <w:rPr>
          <w:iCs/>
          <w:lang w:val="en-US"/>
        </w:rPr>
        <w:t>during this intervi</w:t>
      </w:r>
      <w:r w:rsidR="008620F3" w:rsidRPr="008E4B3F">
        <w:rPr>
          <w:iCs/>
          <w:lang w:val="en-US"/>
        </w:rPr>
        <w:t>ew. We will finaliz</w:t>
      </w:r>
      <w:r w:rsidRPr="008E4B3F">
        <w:rPr>
          <w:iCs/>
          <w:lang w:val="en-US"/>
        </w:rPr>
        <w:t xml:space="preserve">e the </w:t>
      </w:r>
      <w:r w:rsidR="008620F3" w:rsidRPr="008E4B3F">
        <w:rPr>
          <w:iCs/>
          <w:lang w:val="en-US"/>
        </w:rPr>
        <w:t>Record of I</w:t>
      </w:r>
      <w:r w:rsidR="00E4522A" w:rsidRPr="008E4B3F">
        <w:rPr>
          <w:iCs/>
          <w:lang w:val="en-US"/>
        </w:rPr>
        <w:t xml:space="preserve">nterview </w:t>
      </w:r>
      <w:r w:rsidR="004E45A2" w:rsidRPr="008E4B3F">
        <w:rPr>
          <w:iCs/>
          <w:lang w:val="en-US"/>
        </w:rPr>
        <w:t>which will be a summary of the main points you h</w:t>
      </w:r>
      <w:r w:rsidR="00E4522A" w:rsidRPr="008E4B3F">
        <w:rPr>
          <w:iCs/>
          <w:lang w:val="en-US"/>
        </w:rPr>
        <w:t xml:space="preserve">ave made, and it will be shared with you as soon as practically possible.  </w:t>
      </w:r>
      <w:r w:rsidRPr="008E4B3F">
        <w:rPr>
          <w:iCs/>
          <w:lang w:val="en-US"/>
        </w:rPr>
        <w:t>You will ha</w:t>
      </w:r>
      <w:r w:rsidR="001F64E1" w:rsidRPr="008E4B3F">
        <w:rPr>
          <w:iCs/>
          <w:lang w:val="en-US"/>
        </w:rPr>
        <w:t>ve an opportunity to check the Record of I</w:t>
      </w:r>
      <w:r w:rsidRPr="008E4B3F">
        <w:rPr>
          <w:iCs/>
          <w:lang w:val="en-US"/>
        </w:rPr>
        <w:t>nterview and suggest corrections to the text in case the record does not accurately reflect what you stated. We will review any suggested amendments before finalizing</w:t>
      </w:r>
      <w:r w:rsidR="00566F11" w:rsidRPr="008E4B3F">
        <w:rPr>
          <w:iCs/>
          <w:lang w:val="en-US"/>
        </w:rPr>
        <w:t xml:space="preserve"> the record. Then we will </w:t>
      </w:r>
      <w:r w:rsidRPr="008E4B3F">
        <w:rPr>
          <w:iCs/>
          <w:lang w:val="en-US"/>
        </w:rPr>
        <w:t xml:space="preserve">sign the document for our official records. You will be asked to sign also.  </w:t>
      </w:r>
    </w:p>
    <w:p w:rsidR="004E45A2" w:rsidRPr="008E4B3F" w:rsidRDefault="004E45A2" w:rsidP="001F64E1">
      <w:pPr>
        <w:jc w:val="both"/>
        <w:rPr>
          <w:iCs/>
          <w:lang w:val="en-US"/>
        </w:rPr>
      </w:pPr>
    </w:p>
    <w:p w:rsidR="008620F3" w:rsidRPr="008E4B3F" w:rsidRDefault="008620F3" w:rsidP="0063166F">
      <w:pPr>
        <w:ind w:left="720" w:hanging="720"/>
        <w:jc w:val="both"/>
        <w:rPr>
          <w:b/>
          <w:iCs/>
          <w:lang w:val="en-US"/>
        </w:rPr>
      </w:pPr>
      <w:r w:rsidRPr="008E4B3F">
        <w:rPr>
          <w:b/>
          <w:iCs/>
          <w:lang w:val="en-US"/>
        </w:rPr>
        <w:t>Confidentiality</w:t>
      </w:r>
    </w:p>
    <w:p w:rsidR="008620F3" w:rsidRPr="008E4B3F" w:rsidRDefault="008620F3" w:rsidP="0063166F">
      <w:pPr>
        <w:ind w:left="720" w:hanging="720"/>
        <w:jc w:val="both"/>
        <w:rPr>
          <w:iCs/>
          <w:lang w:val="en-US"/>
        </w:rPr>
      </w:pPr>
    </w:p>
    <w:p w:rsidR="00805088" w:rsidRPr="008E4B3F" w:rsidRDefault="0063166F" w:rsidP="00D81C1A">
      <w:pPr>
        <w:ind w:left="720" w:hanging="720"/>
        <w:jc w:val="both"/>
        <w:rPr>
          <w:bCs/>
          <w:iCs/>
          <w:strike/>
        </w:rPr>
      </w:pPr>
      <w:r w:rsidRPr="008E4B3F">
        <w:rPr>
          <w:iCs/>
        </w:rPr>
        <w:tab/>
      </w:r>
      <w:r w:rsidR="00832237" w:rsidRPr="008E4B3F">
        <w:rPr>
          <w:iCs/>
        </w:rPr>
        <w:t xml:space="preserve">This interview we have had today is </w:t>
      </w:r>
      <w:r w:rsidR="00805088" w:rsidRPr="008E4B3F">
        <w:rPr>
          <w:iCs/>
        </w:rPr>
        <w:t>confidential. Please do not tell any other peopl</w:t>
      </w:r>
      <w:r w:rsidR="005A4F02" w:rsidRPr="008E4B3F">
        <w:rPr>
          <w:iCs/>
        </w:rPr>
        <w:t>e about this interview</w:t>
      </w:r>
      <w:r w:rsidR="00336321" w:rsidRPr="008E4B3F">
        <w:rPr>
          <w:iCs/>
        </w:rPr>
        <w:t xml:space="preserve">. </w:t>
      </w:r>
      <w:r w:rsidR="003D5A50" w:rsidRPr="008E4B3F">
        <w:rPr>
          <w:iCs/>
        </w:rPr>
        <w:t>Pl</w:t>
      </w:r>
      <w:r w:rsidR="00D81C1A" w:rsidRPr="008E4B3F">
        <w:rPr>
          <w:iCs/>
        </w:rPr>
        <w:t>ease do not speak with your supervisor or other staff members about this interview and about this IGO investigation</w:t>
      </w:r>
      <w:r w:rsidR="00832237" w:rsidRPr="008E4B3F">
        <w:rPr>
          <w:iCs/>
        </w:rPr>
        <w:t xml:space="preserve">. </w:t>
      </w:r>
    </w:p>
    <w:p w:rsidR="00805088" w:rsidRPr="008E4B3F" w:rsidRDefault="00805088" w:rsidP="0063166F">
      <w:pPr>
        <w:ind w:left="720" w:hanging="720"/>
        <w:jc w:val="both"/>
        <w:rPr>
          <w:bCs/>
          <w:iCs/>
        </w:rPr>
      </w:pPr>
    </w:p>
    <w:p w:rsidR="00805088" w:rsidRPr="008E4B3F" w:rsidRDefault="0063166F" w:rsidP="0063166F">
      <w:pPr>
        <w:ind w:left="720" w:hanging="720"/>
        <w:jc w:val="both"/>
        <w:rPr>
          <w:bCs/>
          <w:iCs/>
        </w:rPr>
      </w:pPr>
      <w:r w:rsidRPr="008E4B3F">
        <w:rPr>
          <w:bCs/>
          <w:iCs/>
        </w:rPr>
        <w:tab/>
        <w:t>Thank you for your cooperation</w:t>
      </w:r>
      <w:r w:rsidR="00805088" w:rsidRPr="008E4B3F">
        <w:rPr>
          <w:bCs/>
          <w:iCs/>
        </w:rPr>
        <w:t>.</w:t>
      </w:r>
    </w:p>
    <w:p w:rsidR="00805088" w:rsidRPr="008E4B3F" w:rsidRDefault="00805088" w:rsidP="00805088">
      <w:pPr>
        <w:jc w:val="both"/>
        <w:rPr>
          <w:bCs/>
          <w:iCs/>
        </w:rPr>
      </w:pPr>
    </w:p>
    <w:p w:rsidR="00805088" w:rsidRPr="008E4B3F" w:rsidRDefault="003D5A50" w:rsidP="00D618F3">
      <w:pPr>
        <w:jc w:val="both"/>
        <w:rPr>
          <w:b/>
        </w:rPr>
      </w:pPr>
      <w:r w:rsidRPr="008E4B3F">
        <w:rPr>
          <w:b/>
        </w:rPr>
        <w:t xml:space="preserve">Interview ends at: XX:XX </w:t>
      </w:r>
      <w:r w:rsidR="008620F3" w:rsidRPr="008E4B3F">
        <w:rPr>
          <w:b/>
        </w:rPr>
        <w:t xml:space="preserve"> </w:t>
      </w:r>
      <w:proofErr w:type="spellStart"/>
      <w:r w:rsidR="0004357E" w:rsidRPr="008E4B3F">
        <w:rPr>
          <w:b/>
        </w:rPr>
        <w:t>hrs</w:t>
      </w:r>
      <w:proofErr w:type="spellEnd"/>
    </w:p>
    <w:p w:rsidR="000B3124" w:rsidRPr="008E4B3F" w:rsidRDefault="000B3124" w:rsidP="00805088">
      <w:pPr>
        <w:jc w:val="both"/>
      </w:pPr>
    </w:p>
    <w:p w:rsidR="00805088" w:rsidRPr="008E4B3F" w:rsidRDefault="00805088">
      <w:pPr>
        <w:jc w:val="both"/>
      </w:pPr>
      <w:r w:rsidRPr="008E4B3F">
        <w:t>This is a true and accurate record of the interview.</w:t>
      </w:r>
    </w:p>
    <w:p w:rsidR="00805088" w:rsidRPr="008E4B3F" w:rsidRDefault="00805088">
      <w:pPr>
        <w:jc w:val="both"/>
      </w:pPr>
    </w:p>
    <w:p w:rsidR="00805088" w:rsidRPr="008E4B3F" w:rsidRDefault="00805088">
      <w:pPr>
        <w:pStyle w:val="BodyText"/>
        <w:rPr>
          <w:lang w:val="en-GB"/>
        </w:rPr>
      </w:pPr>
      <w:r w:rsidRPr="008E4B3F">
        <w:rPr>
          <w:lang w:val="en-GB"/>
        </w:rPr>
        <w:t xml:space="preserve">1) </w:t>
      </w:r>
      <w:r w:rsidRPr="008E4B3F">
        <w:rPr>
          <w:u w:val="single"/>
          <w:lang w:val="en-GB"/>
        </w:rPr>
        <w:t>For the Interviewee</w:t>
      </w:r>
      <w:r w:rsidRPr="008E4B3F">
        <w:rPr>
          <w:lang w:val="en-GB"/>
        </w:rPr>
        <w:t xml:space="preserve">: </w:t>
      </w:r>
    </w:p>
    <w:p w:rsidR="00805088" w:rsidRPr="008E4B3F" w:rsidRDefault="00805088" w:rsidP="00805088">
      <w:pPr>
        <w:rPr>
          <w:iCs/>
        </w:rPr>
      </w:pPr>
      <w:r w:rsidRPr="008E4B3F">
        <w:rPr>
          <w:iCs/>
        </w:rPr>
        <w:t xml:space="preserve">In accordance with the procedure outlined in </w:t>
      </w:r>
      <w:smartTag w:uri="urn:schemas-microsoft-com:office:smarttags" w:element="stockticker">
        <w:r w:rsidR="00084303" w:rsidRPr="008E4B3F">
          <w:t>IOM</w:t>
        </w:r>
      </w:smartTag>
      <w:r w:rsidR="00084303" w:rsidRPr="008E4B3F">
        <w:t>/009/2012 – FOM/010/2012 o</w:t>
      </w:r>
      <w:r w:rsidR="00084303" w:rsidRPr="008E4B3F">
        <w:rPr>
          <w:lang w:val="en-US"/>
        </w:rPr>
        <w:t>f 07 February 2012</w:t>
      </w:r>
      <w:r w:rsidRPr="008E4B3F">
        <w:rPr>
          <w:iCs/>
        </w:rPr>
        <w:t>, I, the undersigned, declare to understand that my statement may be used in a disciplinary procedure and</w:t>
      </w:r>
      <w:r w:rsidR="001F64E1" w:rsidRPr="008E4B3F">
        <w:rPr>
          <w:iCs/>
        </w:rPr>
        <w:t xml:space="preserve">, in the case of a witness statement, </w:t>
      </w:r>
      <w:r w:rsidRPr="008E4B3F">
        <w:rPr>
          <w:iCs/>
        </w:rPr>
        <w:t xml:space="preserve">could be shared with staff under investigation, unless the Inspector General advises that this would affect my security.  </w:t>
      </w:r>
    </w:p>
    <w:p w:rsidR="00805088" w:rsidRPr="008E4B3F" w:rsidRDefault="00805088" w:rsidP="00805088">
      <w:pPr>
        <w:pStyle w:val="BodyText"/>
        <w:rPr>
          <w:lang w:val="en-GB"/>
        </w:rPr>
      </w:pPr>
    </w:p>
    <w:p w:rsidR="00805088" w:rsidRPr="008E4B3F" w:rsidRDefault="00805088" w:rsidP="00805088">
      <w:pPr>
        <w:jc w:val="both"/>
      </w:pPr>
      <w:r w:rsidRPr="008E4B3F">
        <w:t>Date and signature:</w:t>
      </w:r>
    </w:p>
    <w:p w:rsidR="00805088" w:rsidRPr="008E4B3F" w:rsidRDefault="00805088"/>
    <w:p w:rsidR="00805088" w:rsidRPr="008E4B3F" w:rsidRDefault="00805088"/>
    <w:p w:rsidR="00805088" w:rsidRPr="008E4B3F" w:rsidRDefault="00805088">
      <w:r w:rsidRPr="008E4B3F">
        <w:t xml:space="preserve">2) </w:t>
      </w:r>
      <w:r w:rsidRPr="008E4B3F">
        <w:rPr>
          <w:u w:val="single"/>
        </w:rPr>
        <w:t>For the Witness</w:t>
      </w:r>
      <w:r w:rsidR="001F64E1" w:rsidRPr="008E4B3F">
        <w:rPr>
          <w:u w:val="single"/>
        </w:rPr>
        <w:t xml:space="preserve"> </w:t>
      </w:r>
      <w:r w:rsidRPr="008E4B3F">
        <w:rPr>
          <w:u w:val="single"/>
        </w:rPr>
        <w:t>/</w:t>
      </w:r>
      <w:r w:rsidR="001F64E1" w:rsidRPr="008E4B3F">
        <w:rPr>
          <w:u w:val="single"/>
        </w:rPr>
        <w:t xml:space="preserve"> </w:t>
      </w:r>
      <w:r w:rsidRPr="008E4B3F">
        <w:rPr>
          <w:u w:val="single"/>
        </w:rPr>
        <w:t>Interpreter to the Interview</w:t>
      </w:r>
      <w:r w:rsidRPr="008E4B3F">
        <w:t>:</w:t>
      </w:r>
    </w:p>
    <w:p w:rsidR="00805088" w:rsidRPr="008E4B3F" w:rsidRDefault="00805088">
      <w:pPr>
        <w:rPr>
          <w:b/>
        </w:rPr>
      </w:pPr>
      <w:r w:rsidRPr="008E4B3F">
        <w:t xml:space="preserve">I, the undersigned, undertake not to divulge any confidential information to which I have access in the exercise of my capacity as witness/interpreter to the present interview, and in particular to respect the confidentiality of information obtained during this interview. </w:t>
      </w:r>
    </w:p>
    <w:p w:rsidR="00805088" w:rsidRPr="008E4B3F" w:rsidRDefault="00805088"/>
    <w:p w:rsidR="00805088" w:rsidRPr="008E4B3F" w:rsidRDefault="00805088">
      <w:r w:rsidRPr="008E4B3F">
        <w:t>Date and signature:</w:t>
      </w:r>
    </w:p>
    <w:p w:rsidR="00805088" w:rsidRPr="008E4B3F" w:rsidRDefault="00805088"/>
    <w:p w:rsidR="00805088" w:rsidRPr="008E4B3F" w:rsidRDefault="00805088"/>
    <w:p w:rsidR="00805088" w:rsidRPr="008E4B3F" w:rsidRDefault="00805088" w:rsidP="00805088">
      <w:r w:rsidRPr="008E4B3F">
        <w:lastRenderedPageBreak/>
        <w:t>3)</w:t>
      </w:r>
      <w:r w:rsidR="001F64E1" w:rsidRPr="008E4B3F">
        <w:t xml:space="preserve"> </w:t>
      </w:r>
      <w:r w:rsidR="001F64E1" w:rsidRPr="008E4B3F">
        <w:rPr>
          <w:u w:val="single"/>
        </w:rPr>
        <w:t xml:space="preserve">For the </w:t>
      </w:r>
      <w:r w:rsidRPr="008E4B3F">
        <w:rPr>
          <w:u w:val="single"/>
        </w:rPr>
        <w:t>In</w:t>
      </w:r>
      <w:r w:rsidR="001F64E1" w:rsidRPr="008E4B3F">
        <w:rPr>
          <w:u w:val="single"/>
        </w:rPr>
        <w:t>terviewer / In</w:t>
      </w:r>
      <w:r w:rsidRPr="008E4B3F">
        <w:rPr>
          <w:u w:val="single"/>
        </w:rPr>
        <w:t>vestigation Officer(s)</w:t>
      </w:r>
      <w:r w:rsidRPr="008E4B3F">
        <w:t>:</w:t>
      </w:r>
    </w:p>
    <w:p w:rsidR="001F64E1" w:rsidRPr="008E4B3F" w:rsidRDefault="001F64E1" w:rsidP="001F64E1"/>
    <w:p w:rsidR="001F64E1" w:rsidRPr="008E4B3F" w:rsidRDefault="001F64E1" w:rsidP="001F64E1">
      <w:r w:rsidRPr="008E4B3F">
        <w:t>Date and signature:</w:t>
      </w:r>
    </w:p>
    <w:p w:rsidR="001F64E1" w:rsidRPr="008E4B3F" w:rsidRDefault="001F64E1" w:rsidP="001F64E1"/>
    <w:p w:rsidR="001F64E1" w:rsidRPr="008E4B3F" w:rsidRDefault="001F64E1" w:rsidP="00805088"/>
    <w:sectPr w:rsidR="001F64E1" w:rsidRPr="008E4B3F" w:rsidSect="00805088">
      <w:footerReference w:type="even" r:id="rId8"/>
      <w:footerReference w:type="default" r:id="rId9"/>
      <w:headerReference w:type="first" r:id="rId10"/>
      <w:footerReference w:type="first" r:id="rId11"/>
      <w:pgSz w:w="11907" w:h="16840" w:code="9"/>
      <w:pgMar w:top="1412" w:right="1588" w:bottom="1412" w:left="1588" w:header="720"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C9F" w:rsidRDefault="008A6C9F">
      <w:r>
        <w:separator/>
      </w:r>
    </w:p>
  </w:endnote>
  <w:endnote w:type="continuationSeparator" w:id="0">
    <w:p w:rsidR="008A6C9F" w:rsidRDefault="008A6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63" w:rsidRDefault="007068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706863" w:rsidRDefault="0070686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63" w:rsidRDefault="00706863" w:rsidP="00805088">
    <w:pPr>
      <w:pStyle w:val="Footer"/>
      <w:framePr w:wrap="around" w:vAnchor="text" w:hAnchor="margin" w:xAlign="right" w:y="1"/>
      <w:rPr>
        <w:rStyle w:val="PageNumber"/>
      </w:rPr>
    </w:pPr>
    <w:r>
      <w:rPr>
        <w:rStyle w:val="PageNumber"/>
      </w:rPr>
      <w:fldChar w:fldCharType="begin"/>
    </w:r>
    <w:r>
      <w:rPr>
        <w:rStyle w:val="PageNumber"/>
      </w:rPr>
      <w:instrText xml:space="preserve"> NUMPAGES </w:instrText>
    </w:r>
    <w:r>
      <w:rPr>
        <w:rStyle w:val="PageNumber"/>
      </w:rPr>
      <w:fldChar w:fldCharType="separate"/>
    </w:r>
    <w:r w:rsidR="00E41F31">
      <w:rPr>
        <w:rStyle w:val="PageNumber"/>
        <w:noProof/>
      </w:rPr>
      <w:t>6</w:t>
    </w:r>
    <w:r>
      <w:rPr>
        <w:rStyle w:val="PageNumber"/>
      </w:rPr>
      <w:fldChar w:fldCharType="end"/>
    </w:r>
    <w:r>
      <w:rPr>
        <w:rStyle w:val="PageNumber"/>
      </w:rPr>
      <w:t>/</w:t>
    </w:r>
    <w:r>
      <w:rPr>
        <w:rStyle w:val="PageNumber"/>
      </w:rPr>
      <w:fldChar w:fldCharType="begin"/>
    </w:r>
    <w:r>
      <w:rPr>
        <w:rStyle w:val="PageNumber"/>
      </w:rPr>
      <w:instrText xml:space="preserve">PAGE  </w:instrText>
    </w:r>
    <w:r>
      <w:rPr>
        <w:rStyle w:val="PageNumber"/>
      </w:rPr>
      <w:fldChar w:fldCharType="separate"/>
    </w:r>
    <w:r w:rsidR="00E41F31">
      <w:rPr>
        <w:rStyle w:val="PageNumber"/>
        <w:noProof/>
      </w:rPr>
      <w:t>3</w:t>
    </w:r>
    <w:r>
      <w:rPr>
        <w:rStyle w:val="PageNumber"/>
      </w:rPr>
      <w:fldChar w:fldCharType="end"/>
    </w:r>
  </w:p>
  <w:p w:rsidR="00706863" w:rsidRDefault="00706863">
    <w:pPr>
      <w:pStyle w:val="Footer"/>
      <w:ind w:right="360"/>
      <w:rPr>
        <w:b/>
      </w:rPr>
    </w:pPr>
    <w:r>
      <w:rPr>
        <w:b/>
      </w:rPr>
      <w:t>Initials: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63" w:rsidRPr="00121711" w:rsidRDefault="00706863" w:rsidP="00805088">
    <w:pPr>
      <w:pStyle w:val="Footer"/>
      <w:ind w:right="360"/>
      <w:rPr>
        <w:b/>
      </w:rPr>
    </w:pPr>
    <w:r>
      <w:rPr>
        <w:b/>
      </w:rPr>
      <w:t>Initials: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C9F" w:rsidRDefault="008A6C9F">
      <w:r>
        <w:separator/>
      </w:r>
    </w:p>
  </w:footnote>
  <w:footnote w:type="continuationSeparator" w:id="0">
    <w:p w:rsidR="008A6C9F" w:rsidRDefault="008A6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63" w:rsidRPr="003A78CE" w:rsidRDefault="00E41F31" w:rsidP="00805088">
    <w:pPr>
      <w:pStyle w:val="Heading1"/>
      <w:rPr>
        <w:rFonts w:ascii="Times New Roman" w:hAnsi="Times New Roman" w:cs="Times New Roman"/>
        <w:b/>
        <w:bCs/>
        <w:i/>
        <w:iCs/>
        <w:sz w:val="28"/>
        <w:szCs w:val="28"/>
        <w:lang w:val="fr-FR"/>
      </w:rPr>
    </w:pPr>
    <w:r>
      <w:rPr>
        <w:rFonts w:ascii="Times New Roman" w:hAnsi="Times New Roman" w:cs="Times New Roman"/>
        <w:b/>
        <w:bCs/>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66.9pt;margin-top:38pt;width:60.15pt;height:58.2pt;z-index:251657728;mso-position-horizontal-relative:page;mso-position-vertical-relative:page">
          <v:imagedata r:id="rId1" o:title="VsBox"/>
          <w10:wrap anchorx="page" anchory="page"/>
        </v:shape>
      </w:pict>
    </w:r>
  </w:p>
  <w:p w:rsidR="00706863" w:rsidRPr="003A78CE" w:rsidRDefault="00706863" w:rsidP="00805088">
    <w:pPr>
      <w:pStyle w:val="Heading1"/>
      <w:rPr>
        <w:rFonts w:ascii="Times New Roman" w:hAnsi="Times New Roman" w:cs="Times New Roman"/>
        <w:b/>
        <w:bCs/>
        <w:i/>
        <w:iCs/>
        <w:sz w:val="28"/>
        <w:szCs w:val="28"/>
        <w:lang w:val="fr-FR"/>
      </w:rPr>
    </w:pPr>
  </w:p>
  <w:p w:rsidR="00706863" w:rsidRPr="003A78CE" w:rsidRDefault="00706863" w:rsidP="00805088">
    <w:pPr>
      <w:jc w:val="center"/>
      <w:rPr>
        <w:b/>
        <w:bCs/>
        <w:i/>
        <w:iCs/>
        <w:sz w:val="28"/>
        <w:szCs w:val="28"/>
        <w:lang w:val="fr-FR"/>
      </w:rPr>
    </w:pPr>
  </w:p>
  <w:p w:rsidR="00706863" w:rsidRPr="003A78CE" w:rsidRDefault="00706863" w:rsidP="00805088">
    <w:pPr>
      <w:jc w:val="center"/>
      <w:rPr>
        <w:b/>
        <w:bCs/>
        <w:i/>
        <w:iCs/>
        <w:sz w:val="28"/>
        <w:szCs w:val="28"/>
        <w:lang w:val="fr-FR"/>
      </w:rPr>
    </w:pPr>
  </w:p>
  <w:p w:rsidR="00706863" w:rsidRPr="003A78CE" w:rsidRDefault="00706863" w:rsidP="00805088">
    <w:pPr>
      <w:pStyle w:val="Heading1"/>
      <w:rPr>
        <w:rFonts w:ascii="Times New Roman" w:hAnsi="Times New Roman" w:cs="Times New Roman"/>
        <w:b/>
        <w:bCs/>
        <w:i/>
        <w:sz w:val="28"/>
        <w:szCs w:val="28"/>
        <w:lang w:val="fr-CA"/>
      </w:rPr>
    </w:pPr>
    <w:proofErr w:type="spellStart"/>
    <w:r w:rsidRPr="003A78CE">
      <w:rPr>
        <w:rFonts w:ascii="Times New Roman" w:hAnsi="Times New Roman" w:cs="Times New Roman"/>
        <w:b/>
        <w:bCs/>
        <w:i/>
        <w:iCs/>
        <w:sz w:val="28"/>
        <w:szCs w:val="28"/>
        <w:lang w:val="fr-FR"/>
      </w:rPr>
      <w:t>Inspector</w:t>
    </w:r>
    <w:proofErr w:type="spellEnd"/>
    <w:r w:rsidRPr="003A78CE">
      <w:rPr>
        <w:rFonts w:ascii="Times New Roman" w:hAnsi="Times New Roman" w:cs="Times New Roman"/>
        <w:b/>
        <w:bCs/>
        <w:i/>
        <w:iCs/>
        <w:sz w:val="28"/>
        <w:szCs w:val="28"/>
        <w:lang w:val="fr-FR"/>
      </w:rPr>
      <w:t xml:space="preserve"> </w:t>
    </w:r>
    <w:proofErr w:type="spellStart"/>
    <w:r w:rsidRPr="003A78CE">
      <w:rPr>
        <w:rFonts w:ascii="Times New Roman" w:hAnsi="Times New Roman" w:cs="Times New Roman"/>
        <w:b/>
        <w:bCs/>
        <w:i/>
        <w:iCs/>
        <w:sz w:val="28"/>
        <w:szCs w:val="28"/>
        <w:lang w:val="fr-FR"/>
      </w:rPr>
      <w:t>General’s</w:t>
    </w:r>
    <w:proofErr w:type="spellEnd"/>
    <w:r w:rsidRPr="003A78CE">
      <w:rPr>
        <w:rFonts w:ascii="Times New Roman" w:hAnsi="Times New Roman" w:cs="Times New Roman"/>
        <w:b/>
        <w:bCs/>
        <w:i/>
        <w:iCs/>
        <w:sz w:val="28"/>
        <w:szCs w:val="28"/>
        <w:lang w:val="fr-FR"/>
      </w:rPr>
      <w:t xml:space="preserve"> Office / </w:t>
    </w:r>
    <w:r w:rsidRPr="003A78CE">
      <w:rPr>
        <w:rFonts w:ascii="Times New Roman" w:hAnsi="Times New Roman" w:cs="Times New Roman"/>
        <w:b/>
        <w:bCs/>
        <w:i/>
        <w:sz w:val="28"/>
        <w:szCs w:val="28"/>
        <w:lang w:val="fr-CA"/>
      </w:rPr>
      <w:t>Bureau de l’Inspecteur général</w:t>
    </w:r>
  </w:p>
  <w:p w:rsidR="00706863" w:rsidRPr="00DE4B9A" w:rsidRDefault="00706863" w:rsidP="00805088">
    <w:pPr>
      <w:pStyle w:val="BodyText"/>
      <w:tabs>
        <w:tab w:val="left" w:pos="0"/>
      </w:tabs>
      <w:jc w:val="center"/>
      <w:rPr>
        <w:bCs/>
        <w:iCs/>
        <w:sz w:val="36"/>
        <w:szCs w:val="36"/>
        <w:lang w:val="fr-FR"/>
      </w:rPr>
    </w:pPr>
  </w:p>
  <w:p w:rsidR="00706863" w:rsidRPr="006F5AAB" w:rsidRDefault="00706863" w:rsidP="00805088">
    <w:pPr>
      <w:pStyle w:val="BodyText"/>
      <w:tabs>
        <w:tab w:val="left" w:pos="0"/>
      </w:tabs>
      <w:jc w:val="center"/>
      <w:rPr>
        <w:b/>
        <w:i/>
        <w:sz w:val="44"/>
        <w:lang w:val="en-US"/>
      </w:rPr>
    </w:pPr>
    <w:r>
      <w:rPr>
        <w:b/>
        <w:i/>
        <w:sz w:val="44"/>
        <w:lang w:val="en-US"/>
      </w:rPr>
      <w:t xml:space="preserve">Record of </w:t>
    </w:r>
    <w:r w:rsidRPr="006F5AAB">
      <w:rPr>
        <w:b/>
        <w:i/>
        <w:sz w:val="44"/>
        <w:lang w:val="en-US"/>
      </w:rPr>
      <w:t>Interview</w:t>
    </w:r>
  </w:p>
  <w:p w:rsidR="00706863" w:rsidRDefault="00706863" w:rsidP="00FA2163">
    <w:pPr>
      <w:jc w:val="center"/>
      <w:rPr>
        <w:b/>
        <w:i/>
        <w:sz w:val="20"/>
      </w:rPr>
    </w:pPr>
    <w:r w:rsidRPr="006F5AAB">
      <w:rPr>
        <w:b/>
        <w:i/>
        <w:sz w:val="20"/>
      </w:rPr>
      <w:t xml:space="preserve">This document is </w:t>
    </w:r>
    <w:r w:rsidRPr="0059592F">
      <w:rPr>
        <w:b/>
        <w:i/>
        <w:sz w:val="20"/>
        <w:szCs w:val="20"/>
      </w:rPr>
      <w:t>protected by the provisions o</w:t>
    </w:r>
    <w:r>
      <w:rPr>
        <w:b/>
        <w:i/>
        <w:sz w:val="20"/>
        <w:szCs w:val="20"/>
      </w:rPr>
      <w:t>f</w:t>
    </w:r>
    <w:r>
      <w:rPr>
        <w:b/>
        <w:i/>
        <w:iCs/>
        <w:sz w:val="20"/>
        <w:szCs w:val="20"/>
      </w:rPr>
      <w:t xml:space="preserve"> </w:t>
    </w:r>
    <w:smartTag w:uri="urn:schemas-microsoft-com:office:smarttags" w:element="stockticker">
      <w:r>
        <w:rPr>
          <w:b/>
          <w:bCs/>
          <w:i/>
          <w:sz w:val="20"/>
          <w:szCs w:val="20"/>
        </w:rPr>
        <w:t>IOM</w:t>
      </w:r>
    </w:smartTag>
    <w:r>
      <w:rPr>
        <w:b/>
        <w:bCs/>
        <w:i/>
        <w:sz w:val="20"/>
        <w:szCs w:val="20"/>
      </w:rPr>
      <w:t>/009/2012 – FOM/010/2012 o</w:t>
    </w:r>
    <w:r w:rsidRPr="00AC4C50">
      <w:rPr>
        <w:b/>
        <w:i/>
        <w:sz w:val="20"/>
        <w:szCs w:val="20"/>
        <w:lang w:val="en-US"/>
      </w:rPr>
      <w:t>f</w:t>
    </w:r>
    <w:r>
      <w:rPr>
        <w:b/>
        <w:i/>
        <w:sz w:val="20"/>
        <w:szCs w:val="20"/>
        <w:lang w:val="en-US"/>
      </w:rPr>
      <w:t xml:space="preserve"> </w:t>
    </w:r>
    <w:smartTag w:uri="urn:schemas-microsoft-com:office:smarttags" w:element="date">
      <w:smartTagPr>
        <w:attr w:name="Month" w:val="2"/>
        <w:attr w:name="Day" w:val="7"/>
        <w:attr w:name="Year" w:val="2012"/>
      </w:smartTagPr>
      <w:r>
        <w:rPr>
          <w:b/>
          <w:i/>
          <w:sz w:val="20"/>
          <w:szCs w:val="20"/>
          <w:lang w:val="en-US"/>
        </w:rPr>
        <w:t>7 February 2012</w:t>
      </w:r>
    </w:smartTag>
    <w:r>
      <w:rPr>
        <w:b/>
        <w:i/>
        <w:sz w:val="20"/>
        <w:szCs w:val="20"/>
        <w:lang w:val="en-US"/>
      </w:rPr>
      <w:t>,</w:t>
    </w:r>
    <w:r>
      <w:rPr>
        <w:b/>
        <w:i/>
        <w:iCs/>
        <w:sz w:val="20"/>
        <w:szCs w:val="20"/>
        <w:lang w:val="en-US"/>
      </w:rPr>
      <w:t xml:space="preserve"> </w:t>
    </w:r>
    <w:r w:rsidRPr="0059592F">
      <w:rPr>
        <w:b/>
        <w:i/>
        <w:sz w:val="20"/>
        <w:szCs w:val="20"/>
      </w:rPr>
      <w:t>concerning</w:t>
    </w:r>
    <w:r>
      <w:rPr>
        <w:b/>
        <w:i/>
        <w:sz w:val="20"/>
      </w:rPr>
      <w:t xml:space="preserve"> the confidentiality of the proceedings related to an investigation </w:t>
    </w:r>
  </w:p>
  <w:p w:rsidR="00706863" w:rsidRDefault="00706863" w:rsidP="00FA2163">
    <w:pPr>
      <w:pStyle w:val="BodyText"/>
      <w:jc w:val="center"/>
      <w:rPr>
        <w:b/>
        <w:i/>
        <w:sz w:val="20"/>
        <w:lang w:val="en-GB"/>
      </w:rPr>
    </w:pPr>
    <w:proofErr w:type="gramStart"/>
    <w:r>
      <w:rPr>
        <w:b/>
        <w:i/>
        <w:sz w:val="20"/>
        <w:lang w:val="en-GB"/>
      </w:rPr>
      <w:t>conducted</w:t>
    </w:r>
    <w:proofErr w:type="gramEnd"/>
    <w:r>
      <w:rPr>
        <w:b/>
        <w:i/>
        <w:sz w:val="20"/>
        <w:lang w:val="en-GB"/>
      </w:rPr>
      <w:t xml:space="preserve"> by the Inspector General’s Office.</w:t>
    </w:r>
  </w:p>
  <w:p w:rsidR="00706863" w:rsidRPr="00DE4B9A" w:rsidRDefault="00706863" w:rsidP="00805088">
    <w:pPr>
      <w:pStyle w:val="Header"/>
      <w:jc w:val="center"/>
      <w:rPr>
        <w:rFonts w:ascii="Times New Roman" w:hAnsi="Times New Roman" w:cs="Times New Roman"/>
        <w:sz w:val="44"/>
        <w:szCs w:val="4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4632"/>
    <w:multiLevelType w:val="hybridMultilevel"/>
    <w:tmpl w:val="26225F82"/>
    <w:lvl w:ilvl="0" w:tplc="BCF80C90">
      <w:start w:val="1"/>
      <w:numFmt w:val="decimal"/>
      <w:lvlText w:val="Q%1."/>
      <w:lvlJc w:val="left"/>
      <w:pPr>
        <w:tabs>
          <w:tab w:val="num" w:pos="73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E86DBC"/>
    <w:multiLevelType w:val="hybridMultilevel"/>
    <w:tmpl w:val="6B528016"/>
    <w:lvl w:ilvl="0" w:tplc="97DC591A">
      <w:start w:val="1"/>
      <w:numFmt w:val="decimal"/>
      <w:pStyle w:val="Style1"/>
      <w:lvlText w:val="Q%1"/>
      <w:lvlJc w:val="left"/>
      <w:pPr>
        <w:tabs>
          <w:tab w:val="num" w:pos="360"/>
        </w:tabs>
        <w:ind w:left="360" w:hanging="360"/>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B463EA"/>
    <w:multiLevelType w:val="hybridMultilevel"/>
    <w:tmpl w:val="B7220FFC"/>
    <w:lvl w:ilvl="0" w:tplc="9EFA5130">
      <w:start w:val="1"/>
      <w:numFmt w:val="decimal"/>
      <w:lvlText w:val="Q%1."/>
      <w:lvlJc w:val="left"/>
      <w:pPr>
        <w:tabs>
          <w:tab w:val="num" w:pos="68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34B5D76"/>
    <w:multiLevelType w:val="hybridMultilevel"/>
    <w:tmpl w:val="F056A80C"/>
    <w:lvl w:ilvl="0" w:tplc="7876E89C">
      <w:start w:val="1"/>
      <w:numFmt w:val="decimal"/>
      <w:lvlText w:val="Q%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BA94B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1CBD3145"/>
    <w:multiLevelType w:val="hybridMultilevel"/>
    <w:tmpl w:val="E9586380"/>
    <w:lvl w:ilvl="0" w:tplc="01E02E7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CC7440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24B43CA5"/>
    <w:multiLevelType w:val="hybridMultilevel"/>
    <w:tmpl w:val="1284A5A0"/>
    <w:lvl w:ilvl="0" w:tplc="4FE69CF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C450A2"/>
    <w:multiLevelType w:val="hybridMultilevel"/>
    <w:tmpl w:val="58C60E16"/>
    <w:lvl w:ilvl="0" w:tplc="6B02CD22">
      <w:start w:val="1"/>
      <w:numFmt w:val="decimal"/>
      <w:lvlText w:val="Q%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E313BE5"/>
    <w:multiLevelType w:val="multilevel"/>
    <w:tmpl w:val="499437B2"/>
    <w:lvl w:ilvl="0">
      <w:start w:val="1"/>
      <w:numFmt w:val="decimal"/>
      <w:lvlText w:val="Q%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F94659"/>
    <w:multiLevelType w:val="hybridMultilevel"/>
    <w:tmpl w:val="601EB2A8"/>
    <w:lvl w:ilvl="0" w:tplc="F3BCF77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8ED2D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45076299"/>
    <w:multiLevelType w:val="hybridMultilevel"/>
    <w:tmpl w:val="F370BD96"/>
    <w:lvl w:ilvl="0" w:tplc="3D2C373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66D0806"/>
    <w:multiLevelType w:val="hybridMultilevel"/>
    <w:tmpl w:val="A5A096CC"/>
    <w:lvl w:ilvl="0" w:tplc="3568485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90203A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4DD4748F"/>
    <w:multiLevelType w:val="hybridMultilevel"/>
    <w:tmpl w:val="B19A10CE"/>
    <w:lvl w:ilvl="0" w:tplc="04090001">
      <w:start w:val="1"/>
      <w:numFmt w:val="bullet"/>
      <w:lvlText w:val=""/>
      <w:lvlJc w:val="left"/>
      <w:pPr>
        <w:tabs>
          <w:tab w:val="num" w:pos="1080"/>
        </w:tabs>
        <w:ind w:left="108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02C5D4F"/>
    <w:multiLevelType w:val="hybridMultilevel"/>
    <w:tmpl w:val="D73EE3E2"/>
    <w:lvl w:ilvl="0" w:tplc="04090015">
      <w:start w:val="1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6F830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5A7E64C4"/>
    <w:multiLevelType w:val="hybridMultilevel"/>
    <w:tmpl w:val="159A1A92"/>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5B3C4B2A"/>
    <w:multiLevelType w:val="hybridMultilevel"/>
    <w:tmpl w:val="8F5AD348"/>
    <w:lvl w:ilvl="0" w:tplc="AB765B70">
      <w:start w:val="1"/>
      <w:numFmt w:val="decimal"/>
      <w:lvlText w:val="%1."/>
      <w:lvlJc w:val="left"/>
      <w:pPr>
        <w:tabs>
          <w:tab w:val="num" w:pos="454"/>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20638A0"/>
    <w:multiLevelType w:val="hybridMultilevel"/>
    <w:tmpl w:val="FDF0722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98D2631"/>
    <w:multiLevelType w:val="hybridMultilevel"/>
    <w:tmpl w:val="DBAA927C"/>
    <w:lvl w:ilvl="0" w:tplc="77EC1C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23E73AF"/>
    <w:multiLevelType w:val="hybridMultilevel"/>
    <w:tmpl w:val="E27C6648"/>
    <w:lvl w:ilvl="0" w:tplc="392811D2">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90D483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23"/>
  </w:num>
  <w:num w:numId="3">
    <w:abstractNumId w:val="6"/>
  </w:num>
  <w:num w:numId="4">
    <w:abstractNumId w:val="14"/>
  </w:num>
  <w:num w:numId="5">
    <w:abstractNumId w:val="17"/>
  </w:num>
  <w:num w:numId="6">
    <w:abstractNumId w:val="4"/>
  </w:num>
  <w:num w:numId="7">
    <w:abstractNumId w:val="3"/>
  </w:num>
  <w:num w:numId="8">
    <w:abstractNumId w:val="7"/>
  </w:num>
  <w:num w:numId="9">
    <w:abstractNumId w:val="1"/>
  </w:num>
  <w:num w:numId="10">
    <w:abstractNumId w:val="20"/>
  </w:num>
  <w:num w:numId="11">
    <w:abstractNumId w:val="2"/>
  </w:num>
  <w:num w:numId="12">
    <w:abstractNumId w:val="0"/>
  </w:num>
  <w:num w:numId="13">
    <w:abstractNumId w:val="9"/>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8"/>
  </w:num>
  <w:num w:numId="20">
    <w:abstractNumId w:val="13"/>
  </w:num>
  <w:num w:numId="21">
    <w:abstractNumId w:val="22"/>
  </w:num>
  <w:num w:numId="22">
    <w:abstractNumId w:val="16"/>
  </w:num>
  <w:num w:numId="23">
    <w:abstractNumId w:val="5"/>
  </w:num>
  <w:num w:numId="24">
    <w:abstractNumId w:val="12"/>
  </w:num>
  <w:num w:numId="25">
    <w:abstractNumId w:val="10"/>
  </w:num>
  <w:num w:numId="26">
    <w:abstractNumId w:val="2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700"/>
    <w:rsid w:val="000019C3"/>
    <w:rsid w:val="00002FB1"/>
    <w:rsid w:val="00026C6B"/>
    <w:rsid w:val="00036377"/>
    <w:rsid w:val="00041841"/>
    <w:rsid w:val="0004357E"/>
    <w:rsid w:val="00051E70"/>
    <w:rsid w:val="0005375B"/>
    <w:rsid w:val="000718AE"/>
    <w:rsid w:val="00071E04"/>
    <w:rsid w:val="00074211"/>
    <w:rsid w:val="00077B61"/>
    <w:rsid w:val="00080425"/>
    <w:rsid w:val="00082FAA"/>
    <w:rsid w:val="000834E4"/>
    <w:rsid w:val="00084303"/>
    <w:rsid w:val="00087F77"/>
    <w:rsid w:val="00094FBA"/>
    <w:rsid w:val="00095C05"/>
    <w:rsid w:val="000A0A28"/>
    <w:rsid w:val="000A3EE9"/>
    <w:rsid w:val="000A7733"/>
    <w:rsid w:val="000B3124"/>
    <w:rsid w:val="000C5A9A"/>
    <w:rsid w:val="000D1906"/>
    <w:rsid w:val="000D2242"/>
    <w:rsid w:val="000E17FA"/>
    <w:rsid w:val="000E2068"/>
    <w:rsid w:val="000E3E3A"/>
    <w:rsid w:val="000F0F9A"/>
    <w:rsid w:val="000F1857"/>
    <w:rsid w:val="0011224A"/>
    <w:rsid w:val="001133A8"/>
    <w:rsid w:val="0011438B"/>
    <w:rsid w:val="00122159"/>
    <w:rsid w:val="001322FF"/>
    <w:rsid w:val="001353D0"/>
    <w:rsid w:val="001371FA"/>
    <w:rsid w:val="00152D14"/>
    <w:rsid w:val="001536B3"/>
    <w:rsid w:val="00156DE7"/>
    <w:rsid w:val="00160C3F"/>
    <w:rsid w:val="001639E6"/>
    <w:rsid w:val="0016454B"/>
    <w:rsid w:val="00175384"/>
    <w:rsid w:val="001753FD"/>
    <w:rsid w:val="00177C99"/>
    <w:rsid w:val="00185C7D"/>
    <w:rsid w:val="001910E7"/>
    <w:rsid w:val="00193C16"/>
    <w:rsid w:val="00195538"/>
    <w:rsid w:val="001A0A45"/>
    <w:rsid w:val="001A3E12"/>
    <w:rsid w:val="001A4ED1"/>
    <w:rsid w:val="001B079D"/>
    <w:rsid w:val="001B5ACB"/>
    <w:rsid w:val="001C1248"/>
    <w:rsid w:val="001C3475"/>
    <w:rsid w:val="001D14E1"/>
    <w:rsid w:val="001D3504"/>
    <w:rsid w:val="001D3719"/>
    <w:rsid w:val="001D4D13"/>
    <w:rsid w:val="001D5024"/>
    <w:rsid w:val="001D7C7F"/>
    <w:rsid w:val="001E2E0E"/>
    <w:rsid w:val="001E3E1F"/>
    <w:rsid w:val="001E3F4A"/>
    <w:rsid w:val="001E7BAF"/>
    <w:rsid w:val="001F10E2"/>
    <w:rsid w:val="001F64E1"/>
    <w:rsid w:val="001F65C6"/>
    <w:rsid w:val="001F728B"/>
    <w:rsid w:val="002056DC"/>
    <w:rsid w:val="002072E2"/>
    <w:rsid w:val="0021590A"/>
    <w:rsid w:val="002258B1"/>
    <w:rsid w:val="0023463E"/>
    <w:rsid w:val="00243E4F"/>
    <w:rsid w:val="002474C3"/>
    <w:rsid w:val="0024769D"/>
    <w:rsid w:val="00250AD7"/>
    <w:rsid w:val="00263D86"/>
    <w:rsid w:val="00265D99"/>
    <w:rsid w:val="00266884"/>
    <w:rsid w:val="00274AB3"/>
    <w:rsid w:val="00274E13"/>
    <w:rsid w:val="00275080"/>
    <w:rsid w:val="00280129"/>
    <w:rsid w:val="002814A7"/>
    <w:rsid w:val="00281A5B"/>
    <w:rsid w:val="00286616"/>
    <w:rsid w:val="0029132C"/>
    <w:rsid w:val="00291D68"/>
    <w:rsid w:val="002A3FAD"/>
    <w:rsid w:val="002A5169"/>
    <w:rsid w:val="002A63F9"/>
    <w:rsid w:val="002B247C"/>
    <w:rsid w:val="002B4C1A"/>
    <w:rsid w:val="002B71B8"/>
    <w:rsid w:val="002C2E29"/>
    <w:rsid w:val="002C35BB"/>
    <w:rsid w:val="002C75B1"/>
    <w:rsid w:val="002D589B"/>
    <w:rsid w:val="002E02AB"/>
    <w:rsid w:val="002E1AC6"/>
    <w:rsid w:val="002E618E"/>
    <w:rsid w:val="002E7E9B"/>
    <w:rsid w:val="002F1821"/>
    <w:rsid w:val="002F2BA4"/>
    <w:rsid w:val="002F5E2D"/>
    <w:rsid w:val="002F6CA1"/>
    <w:rsid w:val="00303DA7"/>
    <w:rsid w:val="00313FB8"/>
    <w:rsid w:val="003161F8"/>
    <w:rsid w:val="00316E20"/>
    <w:rsid w:val="0032151F"/>
    <w:rsid w:val="0032252C"/>
    <w:rsid w:val="00323672"/>
    <w:rsid w:val="00332D38"/>
    <w:rsid w:val="00336321"/>
    <w:rsid w:val="003413D6"/>
    <w:rsid w:val="0034201D"/>
    <w:rsid w:val="00361428"/>
    <w:rsid w:val="00361533"/>
    <w:rsid w:val="003623E3"/>
    <w:rsid w:val="00364756"/>
    <w:rsid w:val="00371ABC"/>
    <w:rsid w:val="00375F2F"/>
    <w:rsid w:val="00382EEE"/>
    <w:rsid w:val="0038714B"/>
    <w:rsid w:val="003876BE"/>
    <w:rsid w:val="00394C37"/>
    <w:rsid w:val="0039554A"/>
    <w:rsid w:val="00397688"/>
    <w:rsid w:val="003A2E5E"/>
    <w:rsid w:val="003B3AD4"/>
    <w:rsid w:val="003C594E"/>
    <w:rsid w:val="003C5FE2"/>
    <w:rsid w:val="003C6962"/>
    <w:rsid w:val="003C7A3E"/>
    <w:rsid w:val="003D5A50"/>
    <w:rsid w:val="003E41C7"/>
    <w:rsid w:val="003F2FE8"/>
    <w:rsid w:val="00413AD6"/>
    <w:rsid w:val="00416F40"/>
    <w:rsid w:val="00424066"/>
    <w:rsid w:val="004266AD"/>
    <w:rsid w:val="00431A39"/>
    <w:rsid w:val="00441E20"/>
    <w:rsid w:val="00447C4D"/>
    <w:rsid w:val="00455B47"/>
    <w:rsid w:val="0046032B"/>
    <w:rsid w:val="00460F20"/>
    <w:rsid w:val="0046435F"/>
    <w:rsid w:val="0047213E"/>
    <w:rsid w:val="00475174"/>
    <w:rsid w:val="004804DE"/>
    <w:rsid w:val="0048326C"/>
    <w:rsid w:val="00487D32"/>
    <w:rsid w:val="004902FB"/>
    <w:rsid w:val="004960D5"/>
    <w:rsid w:val="004A4193"/>
    <w:rsid w:val="004A7AC7"/>
    <w:rsid w:val="004B3C16"/>
    <w:rsid w:val="004C5083"/>
    <w:rsid w:val="004C5AAB"/>
    <w:rsid w:val="004D7A20"/>
    <w:rsid w:val="004E158B"/>
    <w:rsid w:val="004E3209"/>
    <w:rsid w:val="004E3EF8"/>
    <w:rsid w:val="004E45A2"/>
    <w:rsid w:val="004E6840"/>
    <w:rsid w:val="004F244A"/>
    <w:rsid w:val="004F5353"/>
    <w:rsid w:val="005040BC"/>
    <w:rsid w:val="00504536"/>
    <w:rsid w:val="005072ED"/>
    <w:rsid w:val="00511905"/>
    <w:rsid w:val="005176F8"/>
    <w:rsid w:val="00530253"/>
    <w:rsid w:val="00531F39"/>
    <w:rsid w:val="005362FD"/>
    <w:rsid w:val="00541261"/>
    <w:rsid w:val="005416BB"/>
    <w:rsid w:val="00542B64"/>
    <w:rsid w:val="00545497"/>
    <w:rsid w:val="00546A86"/>
    <w:rsid w:val="00553EFD"/>
    <w:rsid w:val="0055503F"/>
    <w:rsid w:val="005603A6"/>
    <w:rsid w:val="00566F11"/>
    <w:rsid w:val="00567342"/>
    <w:rsid w:val="00574B27"/>
    <w:rsid w:val="00575E38"/>
    <w:rsid w:val="0058393D"/>
    <w:rsid w:val="005851EA"/>
    <w:rsid w:val="00597168"/>
    <w:rsid w:val="005A1C7D"/>
    <w:rsid w:val="005A4F02"/>
    <w:rsid w:val="005A5F30"/>
    <w:rsid w:val="005B428A"/>
    <w:rsid w:val="005C0FA0"/>
    <w:rsid w:val="005C520B"/>
    <w:rsid w:val="005C5E7D"/>
    <w:rsid w:val="005C704D"/>
    <w:rsid w:val="005E6B50"/>
    <w:rsid w:val="00601046"/>
    <w:rsid w:val="0060184C"/>
    <w:rsid w:val="00620EBF"/>
    <w:rsid w:val="00621050"/>
    <w:rsid w:val="00622A6B"/>
    <w:rsid w:val="00624A97"/>
    <w:rsid w:val="00624E19"/>
    <w:rsid w:val="006252F9"/>
    <w:rsid w:val="0063166F"/>
    <w:rsid w:val="00631BE7"/>
    <w:rsid w:val="00642037"/>
    <w:rsid w:val="0064245F"/>
    <w:rsid w:val="00644E42"/>
    <w:rsid w:val="006506F8"/>
    <w:rsid w:val="00650960"/>
    <w:rsid w:val="006575CD"/>
    <w:rsid w:val="00665944"/>
    <w:rsid w:val="006673C4"/>
    <w:rsid w:val="00670DBA"/>
    <w:rsid w:val="00671226"/>
    <w:rsid w:val="00676D2D"/>
    <w:rsid w:val="0068215D"/>
    <w:rsid w:val="00682A14"/>
    <w:rsid w:val="00682C38"/>
    <w:rsid w:val="00682EE7"/>
    <w:rsid w:val="0068531C"/>
    <w:rsid w:val="00691E93"/>
    <w:rsid w:val="006970E0"/>
    <w:rsid w:val="006B0665"/>
    <w:rsid w:val="006B1E88"/>
    <w:rsid w:val="006B6700"/>
    <w:rsid w:val="006B74E1"/>
    <w:rsid w:val="006C7B14"/>
    <w:rsid w:val="006D1B11"/>
    <w:rsid w:val="006E6AAC"/>
    <w:rsid w:val="006E6E3C"/>
    <w:rsid w:val="006F3AC9"/>
    <w:rsid w:val="006F4307"/>
    <w:rsid w:val="006F58B9"/>
    <w:rsid w:val="00703601"/>
    <w:rsid w:val="00706863"/>
    <w:rsid w:val="00711575"/>
    <w:rsid w:val="00721173"/>
    <w:rsid w:val="007220D4"/>
    <w:rsid w:val="00724CD6"/>
    <w:rsid w:val="00730083"/>
    <w:rsid w:val="0073238F"/>
    <w:rsid w:val="00734F58"/>
    <w:rsid w:val="00734FB6"/>
    <w:rsid w:val="00735AD1"/>
    <w:rsid w:val="00736518"/>
    <w:rsid w:val="00737516"/>
    <w:rsid w:val="00740E32"/>
    <w:rsid w:val="007575ED"/>
    <w:rsid w:val="007611BB"/>
    <w:rsid w:val="0076515E"/>
    <w:rsid w:val="00766BAC"/>
    <w:rsid w:val="00774042"/>
    <w:rsid w:val="007747C5"/>
    <w:rsid w:val="00774D00"/>
    <w:rsid w:val="007753E6"/>
    <w:rsid w:val="007760CB"/>
    <w:rsid w:val="00784E57"/>
    <w:rsid w:val="00786CAD"/>
    <w:rsid w:val="00793CA2"/>
    <w:rsid w:val="007A179D"/>
    <w:rsid w:val="007A33B9"/>
    <w:rsid w:val="007A4266"/>
    <w:rsid w:val="007A5572"/>
    <w:rsid w:val="007B12BF"/>
    <w:rsid w:val="007B16D7"/>
    <w:rsid w:val="007C464B"/>
    <w:rsid w:val="007C52E7"/>
    <w:rsid w:val="007C5394"/>
    <w:rsid w:val="007D3BD6"/>
    <w:rsid w:val="007D43FA"/>
    <w:rsid w:val="007D7E00"/>
    <w:rsid w:val="007D7E88"/>
    <w:rsid w:val="007E0694"/>
    <w:rsid w:val="007E16B1"/>
    <w:rsid w:val="007F1DC1"/>
    <w:rsid w:val="007F480E"/>
    <w:rsid w:val="007F5DBC"/>
    <w:rsid w:val="00805088"/>
    <w:rsid w:val="008145FF"/>
    <w:rsid w:val="00816EA6"/>
    <w:rsid w:val="0082126B"/>
    <w:rsid w:val="00825B26"/>
    <w:rsid w:val="008268DC"/>
    <w:rsid w:val="00832237"/>
    <w:rsid w:val="00850DA1"/>
    <w:rsid w:val="008515DC"/>
    <w:rsid w:val="0085252E"/>
    <w:rsid w:val="008620F3"/>
    <w:rsid w:val="00864FBD"/>
    <w:rsid w:val="00870DA9"/>
    <w:rsid w:val="0087240B"/>
    <w:rsid w:val="00875FB2"/>
    <w:rsid w:val="00877BB7"/>
    <w:rsid w:val="00884D4A"/>
    <w:rsid w:val="00887631"/>
    <w:rsid w:val="00892F6E"/>
    <w:rsid w:val="008938A8"/>
    <w:rsid w:val="008971F3"/>
    <w:rsid w:val="008A2FF8"/>
    <w:rsid w:val="008A6C9F"/>
    <w:rsid w:val="008B43E3"/>
    <w:rsid w:val="008B5681"/>
    <w:rsid w:val="008C0B4E"/>
    <w:rsid w:val="008C2CBF"/>
    <w:rsid w:val="008D1275"/>
    <w:rsid w:val="008E0808"/>
    <w:rsid w:val="008E0A07"/>
    <w:rsid w:val="008E2054"/>
    <w:rsid w:val="008E2DCC"/>
    <w:rsid w:val="008E4B3F"/>
    <w:rsid w:val="008E5339"/>
    <w:rsid w:val="008E6E27"/>
    <w:rsid w:val="008F5D35"/>
    <w:rsid w:val="00903433"/>
    <w:rsid w:val="00905ABF"/>
    <w:rsid w:val="009134D5"/>
    <w:rsid w:val="00916A37"/>
    <w:rsid w:val="009250D8"/>
    <w:rsid w:val="00925987"/>
    <w:rsid w:val="00941591"/>
    <w:rsid w:val="00944DEC"/>
    <w:rsid w:val="009504CA"/>
    <w:rsid w:val="0095639E"/>
    <w:rsid w:val="00961FBD"/>
    <w:rsid w:val="00967F7C"/>
    <w:rsid w:val="009711DF"/>
    <w:rsid w:val="0097312B"/>
    <w:rsid w:val="00973EA9"/>
    <w:rsid w:val="00976457"/>
    <w:rsid w:val="0098290E"/>
    <w:rsid w:val="009927A3"/>
    <w:rsid w:val="00995A38"/>
    <w:rsid w:val="00995DA2"/>
    <w:rsid w:val="009A19B0"/>
    <w:rsid w:val="009A2EEB"/>
    <w:rsid w:val="009B46E0"/>
    <w:rsid w:val="009C6139"/>
    <w:rsid w:val="009C6D1B"/>
    <w:rsid w:val="009D0793"/>
    <w:rsid w:val="009D413D"/>
    <w:rsid w:val="009E16A2"/>
    <w:rsid w:val="009E3711"/>
    <w:rsid w:val="009E37DB"/>
    <w:rsid w:val="009F0BD0"/>
    <w:rsid w:val="00A17D48"/>
    <w:rsid w:val="00A2538F"/>
    <w:rsid w:val="00A25A6B"/>
    <w:rsid w:val="00A267FD"/>
    <w:rsid w:val="00A325B8"/>
    <w:rsid w:val="00A3275A"/>
    <w:rsid w:val="00A34EFA"/>
    <w:rsid w:val="00A35061"/>
    <w:rsid w:val="00A3509C"/>
    <w:rsid w:val="00A513A0"/>
    <w:rsid w:val="00A51420"/>
    <w:rsid w:val="00A54CDD"/>
    <w:rsid w:val="00A54E8E"/>
    <w:rsid w:val="00A70608"/>
    <w:rsid w:val="00A709C9"/>
    <w:rsid w:val="00A72AE7"/>
    <w:rsid w:val="00A80C77"/>
    <w:rsid w:val="00A82266"/>
    <w:rsid w:val="00A91BA4"/>
    <w:rsid w:val="00A95580"/>
    <w:rsid w:val="00A95AE3"/>
    <w:rsid w:val="00A96710"/>
    <w:rsid w:val="00AA1297"/>
    <w:rsid w:val="00AB13A2"/>
    <w:rsid w:val="00AB29D6"/>
    <w:rsid w:val="00AC2F59"/>
    <w:rsid w:val="00AC4A61"/>
    <w:rsid w:val="00AC7D08"/>
    <w:rsid w:val="00AE0005"/>
    <w:rsid w:val="00AE1B81"/>
    <w:rsid w:val="00AE7FCB"/>
    <w:rsid w:val="00AF2758"/>
    <w:rsid w:val="00AF5313"/>
    <w:rsid w:val="00AF789E"/>
    <w:rsid w:val="00B06EC9"/>
    <w:rsid w:val="00B07FAC"/>
    <w:rsid w:val="00B10605"/>
    <w:rsid w:val="00B139F2"/>
    <w:rsid w:val="00B16002"/>
    <w:rsid w:val="00B258D5"/>
    <w:rsid w:val="00B362A8"/>
    <w:rsid w:val="00B428BF"/>
    <w:rsid w:val="00B57970"/>
    <w:rsid w:val="00B64764"/>
    <w:rsid w:val="00B658D8"/>
    <w:rsid w:val="00B66707"/>
    <w:rsid w:val="00B67380"/>
    <w:rsid w:val="00B673B0"/>
    <w:rsid w:val="00B71B39"/>
    <w:rsid w:val="00B80E6B"/>
    <w:rsid w:val="00B86543"/>
    <w:rsid w:val="00B87126"/>
    <w:rsid w:val="00B97330"/>
    <w:rsid w:val="00BA1F3D"/>
    <w:rsid w:val="00BA52AC"/>
    <w:rsid w:val="00BA5421"/>
    <w:rsid w:val="00BA55FA"/>
    <w:rsid w:val="00BB1930"/>
    <w:rsid w:val="00BB1BF7"/>
    <w:rsid w:val="00BB39DB"/>
    <w:rsid w:val="00BC10C1"/>
    <w:rsid w:val="00BC5256"/>
    <w:rsid w:val="00BC63ED"/>
    <w:rsid w:val="00BD26C7"/>
    <w:rsid w:val="00BE20D9"/>
    <w:rsid w:val="00BE5915"/>
    <w:rsid w:val="00BE658F"/>
    <w:rsid w:val="00BF188C"/>
    <w:rsid w:val="00BF3EB8"/>
    <w:rsid w:val="00BF5E87"/>
    <w:rsid w:val="00BF7FE8"/>
    <w:rsid w:val="00C05ABF"/>
    <w:rsid w:val="00C06AC0"/>
    <w:rsid w:val="00C076C3"/>
    <w:rsid w:val="00C07B99"/>
    <w:rsid w:val="00C34A9A"/>
    <w:rsid w:val="00C51305"/>
    <w:rsid w:val="00C51DE9"/>
    <w:rsid w:val="00C53D00"/>
    <w:rsid w:val="00C57B22"/>
    <w:rsid w:val="00C72C0C"/>
    <w:rsid w:val="00C910DD"/>
    <w:rsid w:val="00CA6120"/>
    <w:rsid w:val="00CA629F"/>
    <w:rsid w:val="00CC3598"/>
    <w:rsid w:val="00CD08C7"/>
    <w:rsid w:val="00CD1F6D"/>
    <w:rsid w:val="00CD3983"/>
    <w:rsid w:val="00CD6530"/>
    <w:rsid w:val="00CF1ACA"/>
    <w:rsid w:val="00D02978"/>
    <w:rsid w:val="00D039A6"/>
    <w:rsid w:val="00D03FAB"/>
    <w:rsid w:val="00D10069"/>
    <w:rsid w:val="00D1095E"/>
    <w:rsid w:val="00D10ACA"/>
    <w:rsid w:val="00D13DFE"/>
    <w:rsid w:val="00D218AA"/>
    <w:rsid w:val="00D21B9A"/>
    <w:rsid w:val="00D221AF"/>
    <w:rsid w:val="00D2515A"/>
    <w:rsid w:val="00D26D76"/>
    <w:rsid w:val="00D27696"/>
    <w:rsid w:val="00D3487B"/>
    <w:rsid w:val="00D51C4C"/>
    <w:rsid w:val="00D524F6"/>
    <w:rsid w:val="00D54404"/>
    <w:rsid w:val="00D55DD5"/>
    <w:rsid w:val="00D56DC0"/>
    <w:rsid w:val="00D611D5"/>
    <w:rsid w:val="00D618F3"/>
    <w:rsid w:val="00D81C1A"/>
    <w:rsid w:val="00D83B46"/>
    <w:rsid w:val="00D8409C"/>
    <w:rsid w:val="00D84247"/>
    <w:rsid w:val="00D84B86"/>
    <w:rsid w:val="00D85039"/>
    <w:rsid w:val="00D91F0D"/>
    <w:rsid w:val="00D94BA1"/>
    <w:rsid w:val="00DA1F27"/>
    <w:rsid w:val="00DA21C1"/>
    <w:rsid w:val="00DA6600"/>
    <w:rsid w:val="00DB1552"/>
    <w:rsid w:val="00DB5CC4"/>
    <w:rsid w:val="00DB6DC9"/>
    <w:rsid w:val="00DC0889"/>
    <w:rsid w:val="00DC331F"/>
    <w:rsid w:val="00DC7CE8"/>
    <w:rsid w:val="00DD40F0"/>
    <w:rsid w:val="00DE1B3D"/>
    <w:rsid w:val="00DE4919"/>
    <w:rsid w:val="00DE6181"/>
    <w:rsid w:val="00DF66B9"/>
    <w:rsid w:val="00E018DC"/>
    <w:rsid w:val="00E031E9"/>
    <w:rsid w:val="00E06986"/>
    <w:rsid w:val="00E07BCE"/>
    <w:rsid w:val="00E13C85"/>
    <w:rsid w:val="00E147BD"/>
    <w:rsid w:val="00E14F82"/>
    <w:rsid w:val="00E15172"/>
    <w:rsid w:val="00E20BF2"/>
    <w:rsid w:val="00E2122A"/>
    <w:rsid w:val="00E22055"/>
    <w:rsid w:val="00E23266"/>
    <w:rsid w:val="00E3066D"/>
    <w:rsid w:val="00E36C5A"/>
    <w:rsid w:val="00E41951"/>
    <w:rsid w:val="00E41F31"/>
    <w:rsid w:val="00E4522A"/>
    <w:rsid w:val="00E54F13"/>
    <w:rsid w:val="00E5679F"/>
    <w:rsid w:val="00E57658"/>
    <w:rsid w:val="00E57895"/>
    <w:rsid w:val="00E60DA3"/>
    <w:rsid w:val="00E60EDD"/>
    <w:rsid w:val="00E675EB"/>
    <w:rsid w:val="00E715C6"/>
    <w:rsid w:val="00E85A85"/>
    <w:rsid w:val="00E9159A"/>
    <w:rsid w:val="00E94B70"/>
    <w:rsid w:val="00EA73A3"/>
    <w:rsid w:val="00EA7BF6"/>
    <w:rsid w:val="00EB0404"/>
    <w:rsid w:val="00EC3959"/>
    <w:rsid w:val="00EC6685"/>
    <w:rsid w:val="00EC693D"/>
    <w:rsid w:val="00EC7FFE"/>
    <w:rsid w:val="00ED7933"/>
    <w:rsid w:val="00EE0D0D"/>
    <w:rsid w:val="00EE140C"/>
    <w:rsid w:val="00EF1278"/>
    <w:rsid w:val="00EF48A8"/>
    <w:rsid w:val="00EF547E"/>
    <w:rsid w:val="00EF5CB3"/>
    <w:rsid w:val="00EF68C1"/>
    <w:rsid w:val="00F017B6"/>
    <w:rsid w:val="00F0686D"/>
    <w:rsid w:val="00F13FAB"/>
    <w:rsid w:val="00F1580E"/>
    <w:rsid w:val="00F17E67"/>
    <w:rsid w:val="00F30054"/>
    <w:rsid w:val="00F34CD1"/>
    <w:rsid w:val="00F4143E"/>
    <w:rsid w:val="00F4504A"/>
    <w:rsid w:val="00F4727B"/>
    <w:rsid w:val="00F47908"/>
    <w:rsid w:val="00F52AB4"/>
    <w:rsid w:val="00F52F7A"/>
    <w:rsid w:val="00F53120"/>
    <w:rsid w:val="00F54AD1"/>
    <w:rsid w:val="00F62C42"/>
    <w:rsid w:val="00F66379"/>
    <w:rsid w:val="00F817C7"/>
    <w:rsid w:val="00FA2163"/>
    <w:rsid w:val="00FA3147"/>
    <w:rsid w:val="00FA6777"/>
    <w:rsid w:val="00FB270A"/>
    <w:rsid w:val="00FC2C06"/>
    <w:rsid w:val="00FD06E5"/>
    <w:rsid w:val="00FD0817"/>
    <w:rsid w:val="00FD3DD4"/>
    <w:rsid w:val="00FD4687"/>
    <w:rsid w:val="00FD7253"/>
    <w:rsid w:val="00FE1C0B"/>
    <w:rsid w:val="00FE222B"/>
    <w:rsid w:val="00FE6123"/>
    <w:rsid w:val="00FF5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rsid w:val="002826CB"/>
    <w:pPr>
      <w:keepNext/>
      <w:jc w:val="center"/>
      <w:outlineLvl w:val="0"/>
    </w:pPr>
    <w:rPr>
      <w:rFonts w:ascii="Arial" w:hAnsi="Arial" w:cs="Arial"/>
      <w:sz w:val="48"/>
      <w:szCs w:val="48"/>
    </w:rPr>
  </w:style>
  <w:style w:type="paragraph" w:styleId="Heading2">
    <w:name w:val="heading 2"/>
    <w:basedOn w:val="Normal"/>
    <w:next w:val="Normal"/>
    <w:link w:val="Heading2Char"/>
    <w:qFormat/>
    <w:rsid w:val="002826CB"/>
    <w:pPr>
      <w:keepNext/>
      <w:outlineLvl w:val="1"/>
    </w:pPr>
    <w:rPr>
      <w:b/>
      <w:bCs/>
      <w:i/>
      <w:iCs/>
      <w:sz w:val="22"/>
      <w:szCs w:val="22"/>
      <w:lang w:val="fr-CA"/>
    </w:rPr>
  </w:style>
  <w:style w:type="paragraph" w:styleId="Heading6">
    <w:name w:val="heading 6"/>
    <w:basedOn w:val="Normal"/>
    <w:next w:val="Normal"/>
    <w:qFormat/>
    <w:rsid w:val="002826CB"/>
    <w:pPr>
      <w:keepNext/>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826CB"/>
    <w:pPr>
      <w:tabs>
        <w:tab w:val="center" w:pos="4320"/>
        <w:tab w:val="right" w:pos="8640"/>
      </w:tabs>
    </w:pPr>
    <w:rPr>
      <w:rFonts w:ascii="Arial" w:hAnsi="Arial" w:cs="Arial"/>
      <w:sz w:val="20"/>
      <w:szCs w:val="20"/>
    </w:rPr>
  </w:style>
  <w:style w:type="paragraph" w:styleId="Footer">
    <w:name w:val="footer"/>
    <w:basedOn w:val="Normal"/>
    <w:link w:val="FooterChar"/>
    <w:rsid w:val="002826CB"/>
    <w:pPr>
      <w:tabs>
        <w:tab w:val="center" w:pos="4320"/>
        <w:tab w:val="right" w:pos="8640"/>
      </w:tabs>
    </w:pPr>
    <w:rPr>
      <w:rFonts w:ascii="Arial" w:hAnsi="Arial" w:cs="Arial"/>
      <w:sz w:val="20"/>
      <w:szCs w:val="20"/>
    </w:rPr>
  </w:style>
  <w:style w:type="character" w:styleId="PageNumber">
    <w:name w:val="page number"/>
    <w:basedOn w:val="DefaultParagraphFont"/>
    <w:rsid w:val="002826CB"/>
  </w:style>
  <w:style w:type="paragraph" w:styleId="BodyText">
    <w:name w:val="Body Text"/>
    <w:basedOn w:val="Normal"/>
    <w:rsid w:val="002826CB"/>
    <w:pPr>
      <w:jc w:val="both"/>
    </w:pPr>
    <w:rPr>
      <w:lang w:val="fr-CA"/>
    </w:rPr>
  </w:style>
  <w:style w:type="paragraph" w:styleId="BalloonText">
    <w:name w:val="Balloon Text"/>
    <w:basedOn w:val="Normal"/>
    <w:semiHidden/>
    <w:rsid w:val="0059592F"/>
    <w:rPr>
      <w:rFonts w:ascii="Tahoma" w:hAnsi="Tahoma" w:cs="Tahoma"/>
      <w:sz w:val="16"/>
      <w:szCs w:val="16"/>
    </w:rPr>
  </w:style>
  <w:style w:type="paragraph" w:customStyle="1" w:styleId="Style1">
    <w:name w:val="Style1"/>
    <w:basedOn w:val="Normal"/>
    <w:rsid w:val="00742C66"/>
    <w:pPr>
      <w:numPr>
        <w:numId w:val="9"/>
      </w:numPr>
    </w:pPr>
  </w:style>
  <w:style w:type="character" w:styleId="CommentReference">
    <w:name w:val="annotation reference"/>
    <w:semiHidden/>
    <w:rsid w:val="00F55361"/>
    <w:rPr>
      <w:sz w:val="16"/>
      <w:szCs w:val="16"/>
    </w:rPr>
  </w:style>
  <w:style w:type="paragraph" w:styleId="CommentText">
    <w:name w:val="annotation text"/>
    <w:basedOn w:val="Normal"/>
    <w:semiHidden/>
    <w:rsid w:val="00F55361"/>
    <w:rPr>
      <w:sz w:val="20"/>
      <w:szCs w:val="20"/>
    </w:rPr>
  </w:style>
  <w:style w:type="paragraph" w:styleId="CommentSubject">
    <w:name w:val="annotation subject"/>
    <w:basedOn w:val="CommentText"/>
    <w:next w:val="CommentText"/>
    <w:semiHidden/>
    <w:rsid w:val="00F55361"/>
    <w:rPr>
      <w:b/>
      <w:bCs/>
    </w:rPr>
  </w:style>
  <w:style w:type="paragraph" w:customStyle="1" w:styleId="CharCharCharCharChar">
    <w:name w:val="Char Char Char Char Char"/>
    <w:basedOn w:val="Normal"/>
    <w:rsid w:val="00CC02F4"/>
    <w:pPr>
      <w:spacing w:after="160" w:line="240" w:lineRule="exact"/>
    </w:pPr>
    <w:rPr>
      <w:rFonts w:cs="Arial"/>
      <w:sz w:val="20"/>
      <w:szCs w:val="20"/>
      <w:lang w:val="en-AU" w:eastAsia="de-CH"/>
    </w:rPr>
  </w:style>
  <w:style w:type="paragraph" w:customStyle="1" w:styleId="Memoheading">
    <w:name w:val="Memo heading"/>
    <w:rsid w:val="006B1E88"/>
    <w:rPr>
      <w:noProof/>
    </w:rPr>
  </w:style>
  <w:style w:type="character" w:customStyle="1" w:styleId="Heading2Char">
    <w:name w:val="Heading 2 Char"/>
    <w:link w:val="Heading2"/>
    <w:rsid w:val="009134D5"/>
    <w:rPr>
      <w:b/>
      <w:bCs/>
      <w:i/>
      <w:iCs/>
      <w:sz w:val="22"/>
      <w:szCs w:val="22"/>
      <w:lang w:val="fr-CA"/>
    </w:rPr>
  </w:style>
  <w:style w:type="character" w:customStyle="1" w:styleId="FooterChar">
    <w:name w:val="Footer Char"/>
    <w:link w:val="Footer"/>
    <w:rsid w:val="009134D5"/>
    <w:rPr>
      <w:rFonts w:ascii="Arial" w:hAnsi="Arial" w:cs="Arial"/>
      <w:lang w:val="en-GB"/>
    </w:rPr>
  </w:style>
  <w:style w:type="paragraph" w:customStyle="1" w:styleId="CharCharCharCarCar">
    <w:name w:val="Char Char Char Car Car"/>
    <w:basedOn w:val="Normal"/>
    <w:rsid w:val="00784E57"/>
    <w:pPr>
      <w:spacing w:after="160" w:line="240" w:lineRule="exact"/>
    </w:pPr>
    <w:rPr>
      <w:rFonts w:cs="Arial"/>
      <w:sz w:val="20"/>
      <w:szCs w:val="20"/>
      <w:lang w:val="en-AU" w:eastAsia="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45998">
      <w:bodyDiv w:val="1"/>
      <w:marLeft w:val="0"/>
      <w:marRight w:val="0"/>
      <w:marTop w:val="0"/>
      <w:marBottom w:val="0"/>
      <w:divBdr>
        <w:top w:val="none" w:sz="0" w:space="0" w:color="auto"/>
        <w:left w:val="none" w:sz="0" w:space="0" w:color="auto"/>
        <w:bottom w:val="none" w:sz="0" w:space="0" w:color="auto"/>
        <w:right w:val="none" w:sz="0" w:space="0" w:color="auto"/>
      </w:divBdr>
    </w:div>
    <w:div w:id="812020719">
      <w:bodyDiv w:val="1"/>
      <w:marLeft w:val="0"/>
      <w:marRight w:val="0"/>
      <w:marTop w:val="0"/>
      <w:marBottom w:val="0"/>
      <w:divBdr>
        <w:top w:val="none" w:sz="0" w:space="0" w:color="auto"/>
        <w:left w:val="none" w:sz="0" w:space="0" w:color="auto"/>
        <w:bottom w:val="none" w:sz="0" w:space="0" w:color="auto"/>
        <w:right w:val="none" w:sz="0" w:space="0" w:color="auto"/>
      </w:divBdr>
    </w:div>
    <w:div w:id="842747905">
      <w:bodyDiv w:val="1"/>
      <w:marLeft w:val="0"/>
      <w:marRight w:val="0"/>
      <w:marTop w:val="0"/>
      <w:marBottom w:val="0"/>
      <w:divBdr>
        <w:top w:val="none" w:sz="0" w:space="0" w:color="auto"/>
        <w:left w:val="none" w:sz="0" w:space="0" w:color="auto"/>
        <w:bottom w:val="none" w:sz="0" w:space="0" w:color="auto"/>
        <w:right w:val="none" w:sz="0" w:space="0" w:color="auto"/>
      </w:divBdr>
    </w:div>
    <w:div w:id="1065184530">
      <w:bodyDiv w:val="1"/>
      <w:marLeft w:val="0"/>
      <w:marRight w:val="0"/>
      <w:marTop w:val="0"/>
      <w:marBottom w:val="0"/>
      <w:divBdr>
        <w:top w:val="none" w:sz="0" w:space="0" w:color="auto"/>
        <w:left w:val="none" w:sz="0" w:space="0" w:color="auto"/>
        <w:bottom w:val="none" w:sz="0" w:space="0" w:color="auto"/>
        <w:right w:val="none" w:sz="0" w:space="0" w:color="auto"/>
      </w:divBdr>
    </w:div>
    <w:div w:id="1638605469">
      <w:bodyDiv w:val="1"/>
      <w:marLeft w:val="0"/>
      <w:marRight w:val="0"/>
      <w:marTop w:val="0"/>
      <w:marBottom w:val="0"/>
      <w:divBdr>
        <w:top w:val="none" w:sz="0" w:space="0" w:color="auto"/>
        <w:left w:val="none" w:sz="0" w:space="0" w:color="auto"/>
        <w:bottom w:val="none" w:sz="0" w:space="0" w:color="auto"/>
        <w:right w:val="none" w:sz="0" w:space="0" w:color="auto"/>
      </w:divBdr>
    </w:div>
    <w:div w:id="1793938189">
      <w:bodyDiv w:val="1"/>
      <w:marLeft w:val="0"/>
      <w:marRight w:val="0"/>
      <w:marTop w:val="0"/>
      <w:marBottom w:val="0"/>
      <w:divBdr>
        <w:top w:val="none" w:sz="0" w:space="0" w:color="auto"/>
        <w:left w:val="none" w:sz="0" w:space="0" w:color="auto"/>
        <w:bottom w:val="none" w:sz="0" w:space="0" w:color="auto"/>
        <w:right w:val="none" w:sz="0" w:space="0" w:color="auto"/>
      </w:divBdr>
    </w:div>
    <w:div w:id="209331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1448</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Investigation Case Reference Number : </vt:lpstr>
    </vt:vector>
  </TitlesOfParts>
  <Company>UNHCR</Company>
  <LinksUpToDate>false</LinksUpToDate>
  <CharactersWithSpaces>9683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Investigation Case Reference Number : </dc:title>
  <dc:subject/>
  <dc:creator>IGO</dc:creator>
  <cp:keywords/>
  <cp:lastModifiedBy>Whiter</cp:lastModifiedBy>
  <cp:revision>2</cp:revision>
  <cp:lastPrinted>2012-09-05T14:01:00Z</cp:lastPrinted>
  <dcterms:created xsi:type="dcterms:W3CDTF">2012-12-06T15:43:00Z</dcterms:created>
  <dcterms:modified xsi:type="dcterms:W3CDTF">2012-12-06T15:43:00Z</dcterms:modified>
</cp:coreProperties>
</file>